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C2876" w14:textId="3C1B0109" w:rsidR="009A0086" w:rsidRPr="00277050" w:rsidRDefault="00FE609B" w:rsidP="00277050">
      <w:pPr>
        <w:rPr>
          <w:rFonts w:asciiTheme="majorHAnsi" w:hAnsiTheme="majorHAnsi"/>
          <w:b/>
          <w:caps/>
          <w:sz w:val="28"/>
          <w:szCs w:val="28"/>
        </w:rPr>
      </w:pPr>
      <w:r w:rsidRPr="00277050">
        <w:rPr>
          <w:rFonts w:asciiTheme="majorHAnsi" w:hAnsiTheme="majorHAnsi"/>
          <w:b/>
          <w:caps/>
          <w:sz w:val="28"/>
          <w:szCs w:val="28"/>
        </w:rPr>
        <w:t>SPECIFICATION OF ACTIVITIES</w:t>
      </w:r>
    </w:p>
    <w:p w14:paraId="505E93AD" w14:textId="77777777" w:rsidR="009A0086" w:rsidRPr="00277050" w:rsidRDefault="009A0086" w:rsidP="00277050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575439AD" w14:textId="0FD29FC3" w:rsidR="009A0086" w:rsidRPr="00277050" w:rsidRDefault="00FE609B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Applicant</w:t>
      </w:r>
      <w:r w:rsidR="009A0086" w:rsidRPr="00277050">
        <w:rPr>
          <w:rFonts w:asciiTheme="majorHAnsi" w:hAnsiTheme="majorHAnsi"/>
          <w:lang w:val="en-GB"/>
        </w:rPr>
        <w:t>:</w:t>
      </w:r>
      <w:r w:rsidR="009A0086" w:rsidRPr="00277050">
        <w:rPr>
          <w:rFonts w:asciiTheme="majorHAnsi" w:hAnsiTheme="majorHAnsi"/>
          <w:lang w:val="en-GB"/>
        </w:rPr>
        <w:tab/>
      </w:r>
      <w:r w:rsidR="003026DD">
        <w:rPr>
          <w:rFonts w:asciiTheme="majorHAnsi" w:hAnsiTheme="majorHAnsi"/>
          <w:lang w:val="en-GB"/>
        </w:rPr>
        <w:t>Business n</w:t>
      </w:r>
      <w:r w:rsidRPr="00277050">
        <w:rPr>
          <w:rFonts w:asciiTheme="majorHAnsi" w:hAnsiTheme="majorHAnsi"/>
          <w:lang w:val="en-GB"/>
        </w:rPr>
        <w:t>ame</w:t>
      </w:r>
    </w:p>
    <w:p w14:paraId="553575EB" w14:textId="5D07FAA5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bookmarkStart w:id="0" w:name="_Hlk167713117"/>
      <w:r w:rsidRPr="00277050">
        <w:rPr>
          <w:rFonts w:asciiTheme="majorHAnsi" w:hAnsiTheme="majorHAnsi"/>
          <w:lang w:val="en-GB"/>
        </w:rPr>
        <w:t>Ad</w:t>
      </w:r>
      <w:r w:rsidR="00FE609B" w:rsidRPr="00277050">
        <w:rPr>
          <w:rFonts w:asciiTheme="majorHAnsi" w:hAnsiTheme="majorHAnsi"/>
          <w:lang w:val="en-GB"/>
        </w:rPr>
        <w:t>dress</w:t>
      </w:r>
      <w:r w:rsidRPr="00277050">
        <w:rPr>
          <w:rFonts w:asciiTheme="majorHAnsi" w:hAnsiTheme="majorHAnsi"/>
          <w:lang w:val="en-GB"/>
        </w:rPr>
        <w:t xml:space="preserve">, </w:t>
      </w:r>
      <w:r w:rsidR="003026DD">
        <w:rPr>
          <w:rFonts w:asciiTheme="majorHAnsi" w:hAnsiTheme="majorHAnsi"/>
          <w:lang w:val="en-GB"/>
        </w:rPr>
        <w:t>Post</w:t>
      </w:r>
      <w:r w:rsidR="00FE609B" w:rsidRPr="00277050">
        <w:rPr>
          <w:rFonts w:asciiTheme="majorHAnsi" w:hAnsiTheme="majorHAnsi"/>
          <w:lang w:val="en-GB"/>
        </w:rPr>
        <w:t xml:space="preserve"> code</w:t>
      </w:r>
      <w:r w:rsidRPr="00277050">
        <w:rPr>
          <w:rFonts w:asciiTheme="majorHAnsi" w:hAnsiTheme="majorHAnsi"/>
          <w:lang w:val="en-GB"/>
        </w:rPr>
        <w:t xml:space="preserve">, </w:t>
      </w:r>
      <w:bookmarkEnd w:id="0"/>
      <w:r w:rsidR="003026DD">
        <w:rPr>
          <w:rFonts w:asciiTheme="majorHAnsi" w:hAnsiTheme="majorHAnsi"/>
          <w:lang w:val="en-GB"/>
        </w:rPr>
        <w:t>City</w:t>
      </w:r>
      <w:r w:rsidRPr="00277050">
        <w:rPr>
          <w:rFonts w:asciiTheme="majorHAnsi" w:hAnsiTheme="majorHAnsi"/>
          <w:lang w:val="en-GB"/>
        </w:rPr>
        <w:t xml:space="preserve">, </w:t>
      </w:r>
      <w:r w:rsidR="003026DD">
        <w:rPr>
          <w:rFonts w:asciiTheme="majorHAnsi" w:hAnsiTheme="majorHAnsi"/>
          <w:lang w:val="en-GB"/>
        </w:rPr>
        <w:t>IČO</w:t>
      </w:r>
    </w:p>
    <w:p w14:paraId="7EF98A90" w14:textId="613D9B6B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bookmarkStart w:id="1" w:name="_Hlk167713141"/>
      <w:r w:rsidRPr="00277050">
        <w:rPr>
          <w:rFonts w:asciiTheme="majorHAnsi" w:hAnsiTheme="majorHAnsi"/>
          <w:lang w:val="en-GB"/>
        </w:rPr>
        <w:t>N</w:t>
      </w:r>
      <w:r w:rsidR="00FE609B" w:rsidRPr="00277050">
        <w:rPr>
          <w:rFonts w:asciiTheme="majorHAnsi" w:hAnsiTheme="majorHAnsi"/>
          <w:lang w:val="en-GB"/>
        </w:rPr>
        <w:t>ame of workplace</w:t>
      </w:r>
      <w:r w:rsidRPr="00277050">
        <w:rPr>
          <w:rFonts w:asciiTheme="majorHAnsi" w:hAnsiTheme="majorHAnsi"/>
          <w:lang w:val="en-GB"/>
        </w:rPr>
        <w:t xml:space="preserve">1, </w:t>
      </w:r>
      <w:r w:rsidR="00FE609B" w:rsidRPr="00277050">
        <w:rPr>
          <w:rFonts w:asciiTheme="majorHAnsi" w:hAnsiTheme="majorHAnsi"/>
          <w:lang w:val="en-GB"/>
        </w:rPr>
        <w:t xml:space="preserve">Address, </w:t>
      </w:r>
      <w:r w:rsidR="003026DD">
        <w:rPr>
          <w:rFonts w:asciiTheme="majorHAnsi" w:hAnsiTheme="majorHAnsi"/>
          <w:lang w:val="en-GB"/>
        </w:rPr>
        <w:t>Post</w:t>
      </w:r>
      <w:r w:rsidR="003026DD" w:rsidRPr="00277050">
        <w:rPr>
          <w:rFonts w:asciiTheme="majorHAnsi" w:hAnsiTheme="majorHAnsi"/>
          <w:lang w:val="en-GB"/>
        </w:rPr>
        <w:t xml:space="preserve"> </w:t>
      </w:r>
      <w:r w:rsidR="00FE609B" w:rsidRPr="00277050">
        <w:rPr>
          <w:rFonts w:asciiTheme="majorHAnsi" w:hAnsiTheme="majorHAnsi"/>
          <w:lang w:val="en-GB"/>
        </w:rPr>
        <w:t xml:space="preserve">code, </w:t>
      </w:r>
      <w:bookmarkEnd w:id="1"/>
      <w:r w:rsidR="003026DD">
        <w:rPr>
          <w:rFonts w:asciiTheme="majorHAnsi" w:hAnsiTheme="majorHAnsi"/>
          <w:lang w:val="en-GB"/>
        </w:rPr>
        <w:t>City</w:t>
      </w:r>
      <w:r w:rsidR="003026DD">
        <w:rPr>
          <w:rStyle w:val="Odkaznapoznmkupodiarou"/>
          <w:rFonts w:asciiTheme="majorHAnsi" w:hAnsiTheme="majorHAnsi"/>
          <w:lang w:val="en-GB"/>
        </w:rPr>
        <w:footnoteReference w:id="1"/>
      </w:r>
    </w:p>
    <w:p w14:paraId="4645C07B" w14:textId="5E87DA52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r w:rsidR="00FE609B" w:rsidRPr="00277050">
        <w:rPr>
          <w:rFonts w:asciiTheme="majorHAnsi" w:hAnsiTheme="majorHAnsi"/>
          <w:lang w:val="en-GB"/>
        </w:rPr>
        <w:t xml:space="preserve">Name of workplace2, Address, </w:t>
      </w:r>
      <w:r w:rsidR="003026DD">
        <w:rPr>
          <w:rFonts w:asciiTheme="majorHAnsi" w:hAnsiTheme="majorHAnsi"/>
          <w:lang w:val="en-GB"/>
        </w:rPr>
        <w:t>Post</w:t>
      </w:r>
      <w:r w:rsidR="003026DD" w:rsidRPr="00277050">
        <w:rPr>
          <w:rFonts w:asciiTheme="majorHAnsi" w:hAnsiTheme="majorHAnsi"/>
          <w:lang w:val="en-GB"/>
        </w:rPr>
        <w:t xml:space="preserve"> </w:t>
      </w:r>
      <w:r w:rsidR="00FE609B" w:rsidRPr="00277050">
        <w:rPr>
          <w:rFonts w:asciiTheme="majorHAnsi" w:hAnsiTheme="majorHAnsi"/>
          <w:lang w:val="en-GB"/>
        </w:rPr>
        <w:t xml:space="preserve">code, </w:t>
      </w:r>
      <w:r w:rsidR="003026DD">
        <w:rPr>
          <w:rFonts w:asciiTheme="majorHAnsi" w:hAnsiTheme="majorHAnsi"/>
          <w:lang w:val="en-GB"/>
        </w:rPr>
        <w:t>City</w:t>
      </w:r>
    </w:p>
    <w:p w14:paraId="7CF6066C" w14:textId="77777777" w:rsidR="009A0086" w:rsidRPr="00277050" w:rsidRDefault="009A0086" w:rsidP="00277050">
      <w:pPr>
        <w:rPr>
          <w:rFonts w:asciiTheme="majorHAnsi" w:hAnsiTheme="majorHAnsi"/>
          <w:lang w:val="en-GB"/>
        </w:rPr>
      </w:pPr>
    </w:p>
    <w:p w14:paraId="136B4166" w14:textId="77777777" w:rsidR="003026DD" w:rsidRPr="00C876F0" w:rsidRDefault="003026DD" w:rsidP="003026DD">
      <w:pPr>
        <w:pStyle w:val="Podtitul"/>
        <w:jc w:val="left"/>
        <w:rPr>
          <w:rFonts w:asciiTheme="majorHAnsi" w:hAnsiTheme="majorHAnsi"/>
          <w:b/>
          <w:lang w:val="en-GB"/>
        </w:rPr>
      </w:pPr>
      <w:r w:rsidRPr="00C876F0">
        <w:rPr>
          <w:rFonts w:asciiTheme="majorHAnsi" w:hAnsiTheme="majorHAnsi"/>
          <w:lang w:val="en-GB"/>
        </w:rPr>
        <w:t>Accreditation Certificate No.</w:t>
      </w:r>
      <w:r>
        <w:rPr>
          <w:rStyle w:val="Odkaznapoznmkupodiarou"/>
          <w:rFonts w:asciiTheme="majorHAnsi" w:hAnsiTheme="majorHAnsi"/>
          <w:lang w:val="en-GB"/>
        </w:rPr>
        <w:footnoteReference w:id="2"/>
      </w:r>
      <w:r w:rsidRPr="00C876F0">
        <w:rPr>
          <w:rFonts w:asciiTheme="majorHAnsi" w:hAnsiTheme="majorHAnsi"/>
          <w:lang w:val="en-GB"/>
        </w:rPr>
        <w:t xml:space="preserve"> </w:t>
      </w:r>
      <w:bookmarkStart w:id="2" w:name="Text3"/>
      <w:r w:rsidRPr="00C876F0">
        <w:rPr>
          <w:rFonts w:asciiTheme="majorHAnsi" w:hAnsiTheme="majorHAnsi"/>
          <w:b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876F0">
        <w:rPr>
          <w:rFonts w:asciiTheme="majorHAnsi" w:hAnsiTheme="majorHAnsi"/>
          <w:lang w:val="en-GB"/>
        </w:rPr>
        <w:instrText xml:space="preserve"> FORMTEXT </w:instrText>
      </w:r>
      <w:r w:rsidRPr="00C876F0">
        <w:rPr>
          <w:rFonts w:asciiTheme="majorHAnsi" w:hAnsiTheme="majorHAnsi"/>
          <w:b/>
          <w:lang w:val="en-GB"/>
        </w:rPr>
      </w:r>
      <w:r w:rsidRPr="00C876F0">
        <w:rPr>
          <w:rFonts w:asciiTheme="majorHAnsi" w:hAnsiTheme="majorHAnsi"/>
          <w:b/>
          <w:lang w:val="en-GB"/>
        </w:rPr>
        <w:fldChar w:fldCharType="separate"/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b/>
          <w:lang w:val="en-GB"/>
        </w:rPr>
        <w:fldChar w:fldCharType="end"/>
      </w:r>
      <w:bookmarkEnd w:id="2"/>
      <w:r w:rsidRPr="00C876F0">
        <w:rPr>
          <w:rFonts w:asciiTheme="majorHAnsi" w:hAnsiTheme="majorHAnsi"/>
          <w:lang w:val="en-GB"/>
        </w:rPr>
        <w:t xml:space="preserve"> </w:t>
      </w:r>
    </w:p>
    <w:p w14:paraId="32B63710" w14:textId="77777777" w:rsidR="003026DD" w:rsidRDefault="003026DD" w:rsidP="00277050">
      <w:pPr>
        <w:rPr>
          <w:rFonts w:asciiTheme="majorHAnsi" w:hAnsiTheme="majorHAnsi"/>
          <w:lang w:val="en-GB"/>
        </w:rPr>
      </w:pPr>
    </w:p>
    <w:p w14:paraId="09456064" w14:textId="7AC61622" w:rsidR="008A2E62" w:rsidRPr="00277050" w:rsidRDefault="008A2E62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</w:t>
      </w:r>
      <w:r w:rsidR="007837B7" w:rsidRPr="00277050">
        <w:rPr>
          <w:rFonts w:asciiTheme="majorHAnsi" w:hAnsiTheme="majorHAnsi"/>
          <w:b/>
          <w:sz w:val="22"/>
          <w:szCs w:val="22"/>
          <w:lang w:val="en-GB"/>
        </w:rPr>
        <w:t>ble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1</w:t>
      </w:r>
      <w:r w:rsidR="00DC57C8" w:rsidRPr="00277050">
        <w:rPr>
          <w:rFonts w:asciiTheme="majorHAnsi" w:hAnsiTheme="majorHAnsi"/>
          <w:b/>
          <w:sz w:val="22"/>
          <w:szCs w:val="22"/>
          <w:lang w:val="en-GB"/>
        </w:rPr>
        <w:t xml:space="preserve"> – </w:t>
      </w:r>
      <w:r w:rsidR="007837B7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Annex I of Commission Implementing Regulation (EU) 2018/2067</w:t>
      </w:r>
    </w:p>
    <w:p w14:paraId="458F9FFD" w14:textId="77777777" w:rsidR="00FE13F9" w:rsidRPr="00277050" w:rsidRDefault="00FE13F9" w:rsidP="00277050">
      <w:pPr>
        <w:rPr>
          <w:rFonts w:asciiTheme="majorHAnsi" w:hAnsiTheme="majorHAnsi"/>
          <w:sz w:val="4"/>
          <w:szCs w:val="4"/>
          <w:lang w:val="en-GB"/>
        </w:rPr>
      </w:pPr>
    </w:p>
    <w:p w14:paraId="31F98793" w14:textId="77777777" w:rsidR="00FE13F9" w:rsidRPr="00277050" w:rsidRDefault="00FE13F9" w:rsidP="00277050">
      <w:pPr>
        <w:rPr>
          <w:rFonts w:asciiTheme="majorHAnsi" w:hAnsiTheme="majorHAnsi"/>
          <w:lang w:val="en-GB"/>
        </w:rPr>
        <w:sectPr w:rsidR="00FE13F9" w:rsidRPr="00277050" w:rsidSect="008B461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277050" w14:paraId="532BD282" w14:textId="77777777" w:rsidTr="00277050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D2E400" w14:textId="3AC35378" w:rsidR="006922B1" w:rsidRPr="00277050" w:rsidRDefault="007837B7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 xml:space="preserve">Item 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81A66C" w14:textId="0F8A7C1C" w:rsidR="006922B1" w:rsidRPr="00277050" w:rsidRDefault="007837B7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Activity group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DA4F94" w14:textId="3003951C" w:rsidR="006922B1" w:rsidRPr="00277050" w:rsidRDefault="00AF7B5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sz w:val="22"/>
                <w:lang w:val="en-GB"/>
              </w:rPr>
              <w:t>Sub-group</w:t>
            </w:r>
          </w:p>
        </w:tc>
      </w:tr>
      <w:tr w:rsidR="006922B1" w:rsidRPr="00277050" w14:paraId="38E52878" w14:textId="77777777" w:rsidTr="00277050">
        <w:trPr>
          <w:trHeight w:val="20"/>
        </w:trPr>
        <w:tc>
          <w:tcPr>
            <w:tcW w:w="1913" w:type="dxa"/>
            <w:shd w:val="clear" w:color="auto" w:fill="auto"/>
            <w:vAlign w:val="center"/>
          </w:tcPr>
          <w:p w14:paraId="533794E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657327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2A36BD18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101035C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shd w:val="clear" w:color="auto" w:fill="auto"/>
            <w:vAlign w:val="center"/>
          </w:tcPr>
          <w:p w14:paraId="6EEA9864" w14:textId="77777777" w:rsidR="006922B1" w:rsidRPr="00277050" w:rsidRDefault="006922B1" w:rsidP="00277050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  <w:lang w:val="en-GB"/>
              </w:rPr>
            </w:pPr>
          </w:p>
        </w:tc>
      </w:tr>
      <w:tr w:rsidR="006922B1" w:rsidRPr="00277050" w14:paraId="1D8311B7" w14:textId="77777777" w:rsidTr="00277050">
        <w:trPr>
          <w:trHeight w:val="20"/>
        </w:trPr>
        <w:tc>
          <w:tcPr>
            <w:tcW w:w="1913" w:type="dxa"/>
            <w:shd w:val="clear" w:color="auto" w:fill="auto"/>
            <w:vAlign w:val="center"/>
          </w:tcPr>
          <w:p w14:paraId="4A4E4C0D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38C85B0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7957E564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shd w:val="clear" w:color="auto" w:fill="auto"/>
            <w:vAlign w:val="center"/>
          </w:tcPr>
          <w:p w14:paraId="3C0817BA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</w:tr>
      <w:tr w:rsidR="006922B1" w:rsidRPr="00277050" w14:paraId="4CAF8D94" w14:textId="77777777" w:rsidTr="00277050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4B5679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413441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97E625B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8FEE24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05D750F1" w14:textId="77777777" w:rsidR="008A2E62" w:rsidRPr="00277050" w:rsidRDefault="008A2E62" w:rsidP="00277050">
      <w:pPr>
        <w:rPr>
          <w:rFonts w:asciiTheme="majorHAnsi" w:hAnsiTheme="majorHAnsi"/>
          <w:sz w:val="10"/>
          <w:lang w:val="en-GB"/>
        </w:rPr>
      </w:pPr>
    </w:p>
    <w:p w14:paraId="59418314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bookmarkStart w:id="5" w:name="_Hlk166165321"/>
    </w:p>
    <w:p w14:paraId="1497F228" w14:textId="69C56BE7" w:rsidR="000A090D" w:rsidRPr="00277050" w:rsidRDefault="008A2E62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2</w:t>
      </w:r>
      <w:r w:rsidR="00DC57C8" w:rsidRPr="00277050">
        <w:rPr>
          <w:rFonts w:asciiTheme="majorHAnsi" w:hAnsiTheme="majorHAnsi"/>
          <w:b/>
          <w:sz w:val="22"/>
          <w:szCs w:val="22"/>
          <w:lang w:val="en-GB"/>
        </w:rPr>
        <w:t xml:space="preserve"> – </w:t>
      </w:r>
      <w:bookmarkStart w:id="6" w:name="_Hlk167714326"/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14064-1: 2019</w:t>
      </w:r>
      <w:bookmarkEnd w:id="6"/>
    </w:p>
    <w:p w14:paraId="7C3A374E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DC57C8" w:rsidRPr="00277050" w14:paraId="47B85C70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CFB2C0" w14:textId="1E359D16" w:rsidR="00DC57C8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bookmarkStart w:id="7" w:name="_Hlk159432455"/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093D3A" w14:textId="16E88A5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DC57C8" w:rsidRPr="00277050" w14:paraId="13DBCAB0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06BA8F7A" w14:textId="13758B62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3E1EF218" w14:textId="2365CCFB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DC57C8" w:rsidRPr="00277050" w14:paraId="4652122E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09154D60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146059D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DC57C8" w:rsidRPr="00277050" w14:paraId="0CE6FEEA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623313BC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5C88F334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bookmarkEnd w:id="5"/>
      <w:bookmarkEnd w:id="7"/>
    </w:tbl>
    <w:p w14:paraId="5E13A356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398C680F" w14:textId="6CCC58C8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3a – 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14064-2: 2019</w:t>
      </w:r>
    </w:p>
    <w:p w14:paraId="5A80D18D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277050" w14:paraId="3E17A777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F400B7" w14:textId="59957624" w:rsidR="000A090D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CC34F0" w14:textId="17E6A718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0A090D" w:rsidRPr="00277050" w14:paraId="45E18809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2C8056A0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5287FC29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1A308A0D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82CA49F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63B4626B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579F9F3F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532CCCC5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78B8764F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7A6F0663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11A035A8" w14:textId="6E9F1C85" w:rsidR="000A090D" w:rsidRPr="00277050" w:rsidRDefault="000A090D" w:rsidP="00277050">
      <w:pPr>
        <w:keepNext/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lastRenderedPageBreak/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3b – 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validation according to EN ISO 14064-2: 2019</w:t>
      </w:r>
    </w:p>
    <w:p w14:paraId="4A372B8C" w14:textId="77777777" w:rsidR="000A090D" w:rsidRPr="00277050" w:rsidRDefault="000A090D" w:rsidP="00277050">
      <w:pPr>
        <w:keepNext/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277050" w14:paraId="4B866E4F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8E7892" w14:textId="7AFFA62F" w:rsidR="000A090D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B4434C" w14:textId="7B03F33A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0A090D" w:rsidRPr="00277050" w14:paraId="23D582A4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F42B346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3CE477D2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7011E8DB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51018EC4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43CED017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7D276AC9" w14:textId="77777777" w:rsidTr="00277050">
        <w:trPr>
          <w:cantSplit/>
          <w:trHeight w:val="579"/>
        </w:trPr>
        <w:tc>
          <w:tcPr>
            <w:tcW w:w="1843" w:type="dxa"/>
            <w:shd w:val="clear" w:color="auto" w:fill="auto"/>
            <w:vAlign w:val="center"/>
          </w:tcPr>
          <w:p w14:paraId="7A1F05FA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33541BB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64D7A0B4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69DEA361" w14:textId="091BD6EE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4 – </w:t>
      </w:r>
      <w:r w:rsidR="00990F8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14067: 2018</w:t>
      </w:r>
    </w:p>
    <w:p w14:paraId="1D2EB461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6096"/>
      </w:tblGrid>
      <w:tr w:rsidR="00452F3A" w:rsidRPr="00277050" w14:paraId="6822155D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809FF4" w14:textId="4D2442EC" w:rsidR="00452F3A" w:rsidRPr="00277050" w:rsidRDefault="00990F8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856049" w14:textId="6A970434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990F8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CB81BF" w14:textId="1828FC2D" w:rsidR="00452F3A" w:rsidRPr="00277050" w:rsidRDefault="00990F8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Activities</w:t>
            </w:r>
          </w:p>
        </w:tc>
      </w:tr>
      <w:tr w:rsidR="00452F3A" w:rsidRPr="00277050" w14:paraId="2B0E343B" w14:textId="77777777" w:rsidTr="00277050">
        <w:trPr>
          <w:cantSplit/>
          <w:trHeight w:val="922"/>
        </w:trPr>
        <w:tc>
          <w:tcPr>
            <w:tcW w:w="1843" w:type="dxa"/>
            <w:shd w:val="clear" w:color="auto" w:fill="auto"/>
            <w:vAlign w:val="center"/>
          </w:tcPr>
          <w:p w14:paraId="1F130A5F" w14:textId="5EBF11F1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881A180" w14:textId="259FAD75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601D6DCF" w14:textId="416D2971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452F3A" w:rsidRPr="00277050" w14:paraId="2700C628" w14:textId="77777777" w:rsidTr="00277050">
        <w:trPr>
          <w:cantSplit/>
          <w:trHeight w:val="922"/>
        </w:trPr>
        <w:tc>
          <w:tcPr>
            <w:tcW w:w="1843" w:type="dxa"/>
            <w:shd w:val="clear" w:color="auto" w:fill="auto"/>
            <w:vAlign w:val="center"/>
          </w:tcPr>
          <w:p w14:paraId="5051F7A0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395A0A5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4E40CCE2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4862359D" w14:textId="77777777" w:rsidR="00452F3A" w:rsidRPr="00277050" w:rsidRDefault="00452F3A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39481A89" w14:textId="77777777" w:rsidR="006922B1" w:rsidRPr="00277050" w:rsidRDefault="006922B1" w:rsidP="00277050">
      <w:pPr>
        <w:rPr>
          <w:rFonts w:asciiTheme="majorHAnsi" w:hAnsiTheme="majorHAnsi"/>
          <w:sz w:val="10"/>
          <w:lang w:val="en-GB"/>
        </w:rPr>
      </w:pPr>
    </w:p>
    <w:p w14:paraId="1E2ED27D" w14:textId="77777777" w:rsidR="006922B1" w:rsidRPr="00277050" w:rsidRDefault="006922B1" w:rsidP="00277050">
      <w:pPr>
        <w:rPr>
          <w:rFonts w:asciiTheme="majorHAnsi" w:hAnsiTheme="majorHAnsi"/>
          <w:lang w:val="en-GB"/>
        </w:rPr>
        <w:sectPr w:rsidR="006922B1" w:rsidRPr="00277050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54DBB4A" w14:textId="29A91D50" w:rsidR="008011E3" w:rsidRPr="00277050" w:rsidRDefault="00275CA7" w:rsidP="00277050">
      <w:pPr>
        <w:rPr>
          <w:rFonts w:asciiTheme="majorHAnsi" w:hAnsiTheme="majorHAnsi"/>
          <w:i/>
          <w:sz w:val="20"/>
          <w:lang w:val="en-GB"/>
        </w:rPr>
      </w:pPr>
      <w:r w:rsidRPr="00277050">
        <w:rPr>
          <w:rFonts w:asciiTheme="majorHAnsi" w:hAnsiTheme="majorHAnsi"/>
          <w:i/>
          <w:sz w:val="20"/>
          <w:lang w:val="en-GB"/>
        </w:rPr>
        <w:t>Fill in the tables according to</w:t>
      </w:r>
      <w:r w:rsidR="00942D9E" w:rsidRPr="00277050">
        <w:rPr>
          <w:rFonts w:asciiTheme="majorHAnsi" w:hAnsiTheme="majorHAnsi"/>
          <w:i/>
          <w:sz w:val="20"/>
          <w:lang w:val="en-GB"/>
        </w:rPr>
        <w:t> MSA-V</w:t>
      </w:r>
      <w:r w:rsidR="008011E3" w:rsidRPr="00277050">
        <w:rPr>
          <w:rFonts w:asciiTheme="majorHAnsi" w:hAnsiTheme="majorHAnsi"/>
          <w:i/>
          <w:sz w:val="20"/>
          <w:lang w:val="en-GB"/>
        </w:rPr>
        <w:t>/01.</w:t>
      </w:r>
    </w:p>
    <w:p w14:paraId="1216AA00" w14:textId="77777777" w:rsidR="000C2451" w:rsidRPr="00277050" w:rsidRDefault="000C2451" w:rsidP="00277050">
      <w:pPr>
        <w:pBdr>
          <w:bottom w:val="single" w:sz="4" w:space="1" w:color="auto"/>
        </w:pBdr>
        <w:rPr>
          <w:rFonts w:asciiTheme="majorHAnsi" w:hAnsiTheme="majorHAnsi"/>
          <w:b/>
          <w:lang w:val="en-GB"/>
        </w:rPr>
      </w:pPr>
    </w:p>
    <w:p w14:paraId="0A848A9C" w14:textId="57421E33" w:rsidR="00EA0459" w:rsidRPr="00277050" w:rsidRDefault="00EA0459" w:rsidP="00277050">
      <w:pPr>
        <w:rPr>
          <w:rFonts w:asciiTheme="majorHAnsi" w:hAnsiTheme="majorHAnsi"/>
          <w:lang w:val="en-GB"/>
        </w:rPr>
      </w:pPr>
    </w:p>
    <w:p w14:paraId="19C63686" w14:textId="749C21FE" w:rsidR="008011E3" w:rsidRPr="00277050" w:rsidRDefault="00275CA7" w:rsidP="00277050">
      <w:pPr>
        <w:keepLines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Statement</w:t>
      </w:r>
      <w:r w:rsidR="008011E3" w:rsidRPr="00277050">
        <w:rPr>
          <w:rFonts w:asciiTheme="majorHAnsi" w:hAnsiTheme="majorHAnsi"/>
          <w:lang w:val="en-GB"/>
        </w:rPr>
        <w:t>:</w:t>
      </w:r>
    </w:p>
    <w:p w14:paraId="642680D4" w14:textId="77777777" w:rsidR="003B42F8" w:rsidRPr="00277050" w:rsidRDefault="003B42F8" w:rsidP="00277050">
      <w:pPr>
        <w:keepLines/>
        <w:rPr>
          <w:rFonts w:asciiTheme="majorHAnsi" w:hAnsiTheme="majorHAnsi"/>
          <w:i/>
          <w:lang w:val="en-GB"/>
        </w:rPr>
      </w:pPr>
    </w:p>
    <w:p w14:paraId="49F1CEDB" w14:textId="7763CF27" w:rsidR="00820BAC" w:rsidRPr="00277050" w:rsidRDefault="00275CA7" w:rsidP="00277050">
      <w:pPr>
        <w:keepLines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I hereby state that I am authorized to submit this application in the name of the organization I represent and that information mentioned in it is true and correct.</w:t>
      </w:r>
    </w:p>
    <w:p w14:paraId="194E4331" w14:textId="77777777" w:rsidR="00275CA7" w:rsidRPr="00277050" w:rsidRDefault="00275CA7" w:rsidP="00277050">
      <w:pPr>
        <w:keepLines/>
        <w:rPr>
          <w:rFonts w:asciiTheme="majorHAnsi" w:hAnsiTheme="majorHAnsi"/>
          <w:lang w:val="en-GB"/>
        </w:rPr>
      </w:pPr>
    </w:p>
    <w:tbl>
      <w:tblPr>
        <w:tblStyle w:val="Mriekatabuky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8356"/>
      </w:tblGrid>
      <w:tr w:rsidR="00820BAC" w:rsidRPr="00277050" w14:paraId="3533A0BC" w14:textId="77777777" w:rsidTr="003026DD">
        <w:trPr>
          <w:trHeight w:val="399"/>
        </w:trPr>
        <w:tc>
          <w:tcPr>
            <w:tcW w:w="2694" w:type="dxa"/>
          </w:tcPr>
          <w:p w14:paraId="10929CEA" w14:textId="49EBD030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bookmarkStart w:id="8" w:name="_Hlk167279626"/>
            <w:r w:rsidRPr="00277050">
              <w:rPr>
                <w:rFonts w:asciiTheme="majorHAnsi" w:hAnsiTheme="majorHAnsi"/>
                <w:lang w:val="en-GB"/>
              </w:rPr>
              <w:t>D</w:t>
            </w:r>
            <w:r w:rsidR="00275CA7" w:rsidRPr="00277050">
              <w:rPr>
                <w:rFonts w:asciiTheme="majorHAnsi" w:hAnsiTheme="majorHAnsi"/>
                <w:lang w:val="en-GB"/>
              </w:rPr>
              <w:t>ate</w:t>
            </w:r>
            <w:r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639A6578" w14:textId="04B50167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820BAC" w:rsidRPr="00277050" w14:paraId="28548AF1" w14:textId="77777777" w:rsidTr="003026DD">
        <w:trPr>
          <w:trHeight w:val="399"/>
        </w:trPr>
        <w:tc>
          <w:tcPr>
            <w:tcW w:w="2694" w:type="dxa"/>
          </w:tcPr>
          <w:p w14:paraId="18AA149B" w14:textId="140DB66D" w:rsidR="00820BAC" w:rsidRPr="00277050" w:rsidRDefault="00275CA7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t>Name and surname</w:t>
            </w:r>
            <w:r w:rsidR="00820BAC"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4FE53CA6" w14:textId="25098125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820BAC" w:rsidRPr="00277050" w14:paraId="4833CF4D" w14:textId="77777777" w:rsidTr="003026DD">
        <w:trPr>
          <w:trHeight w:val="399"/>
        </w:trPr>
        <w:tc>
          <w:tcPr>
            <w:tcW w:w="2694" w:type="dxa"/>
          </w:tcPr>
          <w:p w14:paraId="4E6302D6" w14:textId="021B491A" w:rsidR="00820BAC" w:rsidRPr="00277050" w:rsidRDefault="00275CA7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t>Position</w:t>
            </w:r>
            <w:r w:rsidR="00820BAC"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4770A9ED" w14:textId="32328C16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bookmarkEnd w:id="8"/>
    </w:tbl>
    <w:p w14:paraId="2CB09EF6" w14:textId="77777777" w:rsidR="00820BAC" w:rsidRPr="00277050" w:rsidRDefault="00820BAC" w:rsidP="00277050">
      <w:pPr>
        <w:keepLines/>
        <w:rPr>
          <w:rFonts w:asciiTheme="majorHAnsi" w:hAnsiTheme="majorHAnsi"/>
          <w:spacing w:val="-2"/>
          <w:sz w:val="28"/>
        </w:rPr>
      </w:pPr>
    </w:p>
    <w:p w14:paraId="1A61F87E" w14:textId="77777777" w:rsidR="00EA0459" w:rsidRPr="00277050" w:rsidRDefault="00EA0459" w:rsidP="00277050">
      <w:pPr>
        <w:pStyle w:val="Pta"/>
        <w:keepLines/>
        <w:tabs>
          <w:tab w:val="clear" w:pos="4153"/>
          <w:tab w:val="clear" w:pos="8306"/>
        </w:tabs>
        <w:rPr>
          <w:rFonts w:asciiTheme="majorHAnsi" w:hAnsiTheme="majorHAnsi"/>
          <w:noProof/>
          <w:sz w:val="2"/>
        </w:rPr>
      </w:pPr>
    </w:p>
    <w:sectPr w:rsidR="00EA0459" w:rsidRPr="00277050" w:rsidSect="008B461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E91E" w14:textId="77777777" w:rsidR="00867960" w:rsidRDefault="00867960">
      <w:r>
        <w:separator/>
      </w:r>
    </w:p>
  </w:endnote>
  <w:endnote w:type="continuationSeparator" w:id="0">
    <w:p w14:paraId="16D96478" w14:textId="77777777" w:rsidR="00867960" w:rsidRDefault="0086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A355" w14:textId="37AE9AB5" w:rsidR="00541A37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  <w:sz w:val="20"/>
        <w:szCs w:val="20"/>
      </w:rPr>
    </w:pPr>
    <w:r w:rsidRPr="003026DD">
      <w:rPr>
        <w:rFonts w:ascii="Cambria" w:hAnsi="Cambria"/>
        <w:b/>
        <w:sz w:val="20"/>
        <w:szCs w:val="20"/>
      </w:rPr>
      <w:t>TL 05/OA</w:t>
    </w:r>
    <w:r w:rsidR="003026DD">
      <w:rPr>
        <w:rFonts w:ascii="Cambria" w:hAnsi="Cambria"/>
        <w:b/>
        <w:sz w:val="20"/>
        <w:szCs w:val="20"/>
      </w:rPr>
      <w:t xml:space="preserve"> </w:t>
    </w:r>
    <w:r w:rsidRPr="003026DD">
      <w:rPr>
        <w:rFonts w:ascii="Cambria" w:hAnsi="Cambria"/>
        <w:b/>
        <w:sz w:val="20"/>
        <w:szCs w:val="20"/>
      </w:rPr>
      <w:t>10/1</w:t>
    </w:r>
    <w:r w:rsidR="00E224B5" w:rsidRPr="003026DD">
      <w:rPr>
        <w:rFonts w:ascii="Cambria" w:hAnsi="Cambria"/>
        <w:b/>
        <w:sz w:val="20"/>
        <w:szCs w:val="20"/>
      </w:rPr>
      <w:t xml:space="preserve"> [A]</w:t>
    </w:r>
  </w:p>
  <w:p w14:paraId="77BBB73D" w14:textId="6ACE88F4" w:rsidR="00C94F8D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</w:rPr>
    </w:pPr>
    <w:r w:rsidRPr="003026DD">
      <w:rPr>
        <w:rFonts w:ascii="Cambria" w:hAnsi="Cambria"/>
        <w:sz w:val="20"/>
        <w:szCs w:val="20"/>
      </w:rPr>
      <w:t>Verzia:</w:t>
    </w:r>
    <w:r w:rsidRPr="003026DD">
      <w:rPr>
        <w:rFonts w:ascii="Cambria" w:hAnsi="Cambria"/>
        <w:b/>
        <w:sz w:val="20"/>
        <w:szCs w:val="20"/>
      </w:rPr>
      <w:t xml:space="preserve"> </w:t>
    </w:r>
    <w:r w:rsidR="009A0086" w:rsidRPr="003026DD">
      <w:rPr>
        <w:rFonts w:ascii="Cambria" w:hAnsi="Cambria"/>
        <w:b/>
        <w:sz w:val="20"/>
        <w:szCs w:val="20"/>
      </w:rPr>
      <w:t>2</w:t>
    </w:r>
    <w:r w:rsidR="00277050" w:rsidRPr="003026DD">
      <w:rPr>
        <w:rFonts w:ascii="Cambria" w:hAnsi="Cambria"/>
        <w:b/>
        <w:sz w:val="20"/>
        <w:szCs w:val="20"/>
      </w:rPr>
      <w:t>1.10</w:t>
    </w:r>
    <w:r w:rsidR="009A0086" w:rsidRPr="003026DD">
      <w:rPr>
        <w:rFonts w:ascii="Cambria" w:hAnsi="Cambria"/>
        <w:b/>
        <w:sz w:val="20"/>
        <w:szCs w:val="20"/>
      </w:rPr>
      <w:t>.24</w:t>
    </w:r>
    <w:r w:rsidR="00C94F8D" w:rsidRPr="003026DD">
      <w:rPr>
        <w:rFonts w:ascii="Cambria" w:hAnsi="Cambria"/>
        <w:b/>
      </w:rPr>
      <w:tab/>
    </w:r>
    <w:r w:rsidR="00277050" w:rsidRPr="003026DD">
      <w:rPr>
        <w:rFonts w:ascii="Cambria" w:hAnsi="Cambria"/>
        <w:sz w:val="20"/>
        <w:szCs w:val="20"/>
      </w:rPr>
      <w:t>Page</w:t>
    </w:r>
    <w:r w:rsidR="00C94F8D" w:rsidRPr="003026DD">
      <w:rPr>
        <w:rFonts w:ascii="Cambria" w:hAnsi="Cambria"/>
        <w:sz w:val="20"/>
        <w:szCs w:val="20"/>
      </w:rPr>
      <w:t xml:space="preserve">: </w: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begin"/>
    </w:r>
    <w:r w:rsidR="00C94F8D" w:rsidRPr="003026DD">
      <w:rPr>
        <w:rStyle w:val="slostrany"/>
        <w:rFonts w:ascii="Cambria" w:hAnsi="Cambria"/>
        <w:b/>
        <w:sz w:val="20"/>
        <w:szCs w:val="20"/>
      </w:rPr>
      <w:instrText xml:space="preserve"> PAGE </w:instrTex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3026DD">
      <w:rPr>
        <w:rStyle w:val="slostrany"/>
        <w:rFonts w:ascii="Cambria" w:hAnsi="Cambria"/>
        <w:b/>
        <w:noProof/>
        <w:sz w:val="20"/>
        <w:szCs w:val="20"/>
      </w:rPr>
      <w:t>2</w: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end"/>
    </w:r>
    <w:r w:rsidR="00C94F8D" w:rsidRPr="003026DD">
      <w:rPr>
        <w:rStyle w:val="slostrany"/>
        <w:rFonts w:ascii="Cambria" w:hAnsi="Cambria"/>
        <w:b/>
        <w:sz w:val="20"/>
        <w:szCs w:val="20"/>
      </w:rPr>
      <w:t xml:space="preserve"> / </w: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begin"/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instrText xml:space="preserve"> NUMPAGES   \* MERGEFORMAT </w:instrTex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separate"/>
    </w:r>
    <w:r w:rsidR="000C2451" w:rsidRPr="003026DD">
      <w:rPr>
        <w:rStyle w:val="slostrany"/>
        <w:rFonts w:ascii="Cambria" w:hAnsi="Cambria"/>
        <w:b/>
        <w:noProof/>
        <w:sz w:val="20"/>
        <w:szCs w:val="20"/>
      </w:rPr>
      <w:t>2</w: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DD34B" w14:textId="550459E0" w:rsidR="00541A37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  <w:sz w:val="20"/>
        <w:szCs w:val="20"/>
      </w:rPr>
    </w:pPr>
    <w:r w:rsidRPr="003026DD">
      <w:rPr>
        <w:rFonts w:asciiTheme="majorHAnsi" w:hAnsiTheme="majorHAnsi"/>
        <w:b/>
        <w:sz w:val="20"/>
        <w:szCs w:val="20"/>
      </w:rPr>
      <w:t>TL 05/OA</w:t>
    </w:r>
    <w:r w:rsidR="003026DD">
      <w:rPr>
        <w:rFonts w:asciiTheme="majorHAnsi" w:hAnsiTheme="majorHAnsi"/>
        <w:b/>
        <w:sz w:val="20"/>
        <w:szCs w:val="20"/>
      </w:rPr>
      <w:t xml:space="preserve"> </w:t>
    </w:r>
    <w:r w:rsidRPr="003026DD">
      <w:rPr>
        <w:rFonts w:asciiTheme="majorHAnsi" w:hAnsiTheme="majorHAnsi"/>
        <w:b/>
        <w:sz w:val="20"/>
        <w:szCs w:val="20"/>
      </w:rPr>
      <w:t>10/1</w:t>
    </w:r>
    <w:r w:rsidR="008F35BA" w:rsidRPr="003026DD">
      <w:rPr>
        <w:rFonts w:asciiTheme="majorHAnsi" w:hAnsiTheme="majorHAnsi"/>
        <w:b/>
        <w:sz w:val="20"/>
        <w:szCs w:val="20"/>
      </w:rPr>
      <w:t xml:space="preserve"> [A]</w:t>
    </w:r>
  </w:p>
  <w:p w14:paraId="36CFC32E" w14:textId="1DE97600" w:rsidR="00C94F8D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sz w:val="20"/>
        <w:szCs w:val="20"/>
      </w:rPr>
    </w:pPr>
    <w:r w:rsidRPr="003026DD">
      <w:rPr>
        <w:rFonts w:asciiTheme="majorHAnsi" w:hAnsiTheme="majorHAnsi"/>
        <w:sz w:val="20"/>
        <w:szCs w:val="20"/>
      </w:rPr>
      <w:t>Verzia:</w:t>
    </w:r>
    <w:r w:rsidRPr="003026DD">
      <w:rPr>
        <w:rFonts w:asciiTheme="majorHAnsi" w:hAnsiTheme="majorHAnsi"/>
        <w:b/>
        <w:sz w:val="20"/>
        <w:szCs w:val="20"/>
      </w:rPr>
      <w:t xml:space="preserve"> </w:t>
    </w:r>
    <w:r w:rsidR="003026DD" w:rsidRPr="003026DD">
      <w:rPr>
        <w:rFonts w:asciiTheme="majorHAnsi" w:hAnsiTheme="majorHAnsi"/>
        <w:b/>
        <w:sz w:val="20"/>
        <w:szCs w:val="20"/>
      </w:rPr>
      <w:t>21.10</w:t>
    </w:r>
    <w:r w:rsidR="009A0086" w:rsidRPr="003026DD">
      <w:rPr>
        <w:rFonts w:asciiTheme="majorHAnsi" w:hAnsiTheme="majorHAnsi"/>
        <w:b/>
        <w:sz w:val="20"/>
        <w:szCs w:val="20"/>
      </w:rPr>
      <w:t>.24</w:t>
    </w:r>
    <w:r w:rsidR="00C94F8D" w:rsidRPr="003026DD">
      <w:rPr>
        <w:rFonts w:asciiTheme="majorHAnsi" w:hAnsiTheme="majorHAnsi"/>
        <w:b/>
        <w:sz w:val="20"/>
        <w:szCs w:val="20"/>
      </w:rPr>
      <w:tab/>
    </w:r>
    <w:r w:rsidR="00277050" w:rsidRPr="003026DD">
      <w:rPr>
        <w:rFonts w:asciiTheme="majorHAnsi" w:hAnsiTheme="majorHAnsi"/>
        <w:sz w:val="20"/>
        <w:szCs w:val="20"/>
      </w:rPr>
      <w:t>Page</w:t>
    </w:r>
    <w:r w:rsidR="00C94F8D" w:rsidRPr="003026DD">
      <w:rPr>
        <w:rFonts w:asciiTheme="majorHAnsi" w:hAnsiTheme="majorHAnsi"/>
        <w:sz w:val="20"/>
        <w:szCs w:val="20"/>
      </w:rPr>
      <w:t xml:space="preserve">: </w: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instrText xml:space="preserve"> PAGE </w:instrTex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3026DD">
      <w:rPr>
        <w:rStyle w:val="slostrany"/>
        <w:rFonts w:asciiTheme="majorHAnsi" w:hAnsiTheme="majorHAnsi"/>
        <w:b/>
        <w:noProof/>
        <w:sz w:val="20"/>
        <w:szCs w:val="20"/>
      </w:rPr>
      <w:t>1</w: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end"/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t xml:space="preserve"> / </w: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Pr="003026DD">
      <w:rPr>
        <w:rStyle w:val="slostrany"/>
        <w:rFonts w:asciiTheme="majorHAnsi" w:hAnsiTheme="majorHAnsi"/>
        <w:b/>
        <w:sz w:val="20"/>
        <w:szCs w:val="20"/>
      </w:rPr>
      <w:instrText xml:space="preserve"> NUMPAGES   \* MERGEFORMAT </w:instrTex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3026DD">
      <w:rPr>
        <w:rStyle w:val="slostrany"/>
        <w:rFonts w:asciiTheme="majorHAnsi" w:hAnsiTheme="majorHAnsi"/>
        <w:b/>
        <w:noProof/>
        <w:sz w:val="20"/>
        <w:szCs w:val="20"/>
      </w:rPr>
      <w:t>1</w: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6251D" w14:textId="77777777" w:rsidR="00867960" w:rsidRDefault="00867960">
      <w:r>
        <w:separator/>
      </w:r>
    </w:p>
  </w:footnote>
  <w:footnote w:type="continuationSeparator" w:id="0">
    <w:p w14:paraId="5BC9EAEA" w14:textId="77777777" w:rsidR="00867960" w:rsidRDefault="00867960">
      <w:r>
        <w:continuationSeparator/>
      </w:r>
    </w:p>
  </w:footnote>
  <w:footnote w:id="1">
    <w:p w14:paraId="13804977" w14:textId="0CBCBCB7" w:rsidR="003026DD" w:rsidRDefault="003026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876F0">
        <w:rPr>
          <w:rFonts w:asciiTheme="majorHAnsi" w:hAnsiTheme="majorHAnsi"/>
          <w:lang w:val="en-US"/>
        </w:rPr>
        <w:t xml:space="preserve">Workplaces of </w:t>
      </w:r>
      <w:r>
        <w:rPr>
          <w:rFonts w:asciiTheme="majorHAnsi" w:hAnsiTheme="majorHAnsi"/>
          <w:lang w:val="en-US"/>
        </w:rPr>
        <w:t>Validation and Verifications</w:t>
      </w:r>
      <w:r w:rsidRPr="00C876F0">
        <w:rPr>
          <w:rFonts w:asciiTheme="majorHAnsi" w:hAnsiTheme="majorHAnsi"/>
          <w:lang w:val="en-US"/>
        </w:rPr>
        <w:t xml:space="preserve"> Body, where activities are exercised (workplaces, where key activities are exercised, are marked with star)</w:t>
      </w:r>
    </w:p>
  </w:footnote>
  <w:footnote w:id="2">
    <w:p w14:paraId="14B89EB4" w14:textId="77777777" w:rsidR="003026DD" w:rsidRPr="0016637A" w:rsidRDefault="003026DD" w:rsidP="003026DD">
      <w:pPr>
        <w:pStyle w:val="Podtitul"/>
        <w:jc w:val="left"/>
        <w:rPr>
          <w:rFonts w:asciiTheme="majorHAnsi" w:hAnsiTheme="majorHAnsi"/>
          <w:b/>
          <w:sz w:val="20"/>
          <w:szCs w:val="20"/>
          <w:lang w:val="en-GB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16637A">
        <w:rPr>
          <w:rFonts w:asciiTheme="majorHAnsi" w:hAnsiTheme="majorHAnsi"/>
          <w:i/>
          <w:sz w:val="20"/>
          <w:szCs w:val="20"/>
          <w:vertAlign w:val="superscript"/>
          <w:lang w:val="en-GB"/>
        </w:rPr>
        <w:t xml:space="preserve">  </w:t>
      </w:r>
      <w:r w:rsidRPr="003026DD">
        <w:rPr>
          <w:rFonts w:asciiTheme="majorHAnsi" w:hAnsiTheme="majorHAnsi"/>
          <w:iCs/>
          <w:sz w:val="20"/>
          <w:szCs w:val="20"/>
          <w:lang w:val="en-GB"/>
        </w:rPr>
        <w:t>Fill in only in the case of the application for reaccreditation or extension of accreditation</w:t>
      </w:r>
      <w:r w:rsidRPr="0016637A">
        <w:rPr>
          <w:rFonts w:asciiTheme="majorHAnsi" w:hAnsiTheme="majorHAnsi"/>
          <w:i/>
          <w:sz w:val="20"/>
          <w:szCs w:val="20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277050" w:rsidRPr="00277050" w14:paraId="3FF933E6" w14:textId="77777777" w:rsidTr="00464EDA">
      <w:trPr>
        <w:trHeight w:val="1020"/>
      </w:trPr>
      <w:tc>
        <w:tcPr>
          <w:tcW w:w="2520" w:type="dxa"/>
        </w:tcPr>
        <w:p w14:paraId="5D347143" w14:textId="027A6484" w:rsidR="00277050" w:rsidRPr="00277050" w:rsidRDefault="004B1F4F" w:rsidP="00277050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277050">
            <w:object w:dxaOrig="2390" w:dyaOrig="830" w14:anchorId="25738EA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go SNAS Annex OA 10-1: Validation and Verification Body" style="width:119.25pt;height:41.25pt" fillcolor="window">
                <v:imagedata r:id="rId1" o:title=""/>
              </v:shape>
              <o:OLEObject Type="Embed" ProgID="Word.Picture.8" ShapeID="_x0000_i1025" DrawAspect="Content" ObjectID="_1791009806" r:id="rId2"/>
            </w:object>
          </w:r>
        </w:p>
      </w:tc>
      <w:tc>
        <w:tcPr>
          <w:tcW w:w="7380" w:type="dxa"/>
        </w:tcPr>
        <w:p w14:paraId="3FE9F3F4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0D409E9A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3112DF3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451C7900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705AD7E8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819C721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27705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182A66D6" w14:textId="300F4351" w:rsidR="00277050" w:rsidRPr="00277050" w:rsidRDefault="00277050" w:rsidP="00277050">
    <w:pPr>
      <w:pStyle w:val="Hlavika"/>
      <w:rPr>
        <w:rFonts w:ascii="Cambria" w:hAnsi="Cambria"/>
        <w:sz w:val="28"/>
        <w:lang w:val="en-GB"/>
      </w:rPr>
    </w:pPr>
    <w:r w:rsidRPr="00277050">
      <w:rPr>
        <w:rFonts w:ascii="Cambria" w:hAnsi="Cambria"/>
        <w:b/>
        <w:bCs/>
        <w:sz w:val="28"/>
        <w:szCs w:val="32"/>
        <w:lang w:val="en-GB"/>
      </w:rPr>
      <w:t xml:space="preserve">Annex OA 10-1: 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Validation and Verification Body</w:t>
    </w:r>
  </w:p>
  <w:p w14:paraId="3357173D" w14:textId="77777777" w:rsidR="00277050" w:rsidRPr="00277050" w:rsidRDefault="00277050">
    <w:pPr>
      <w:pStyle w:val="Hlavika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277050" w:rsidRPr="00277050" w14:paraId="4719449B" w14:textId="77777777" w:rsidTr="00464EDA">
      <w:trPr>
        <w:trHeight w:val="1020"/>
      </w:trPr>
      <w:tc>
        <w:tcPr>
          <w:tcW w:w="2520" w:type="dxa"/>
        </w:tcPr>
        <w:bookmarkStart w:id="3" w:name="_Hlk180005489"/>
        <w:bookmarkStart w:id="4" w:name="_MON_1259059107"/>
        <w:bookmarkEnd w:id="4"/>
        <w:p w14:paraId="0A1A4A8D" w14:textId="67217D3B" w:rsidR="00277050" w:rsidRPr="00277050" w:rsidRDefault="004B1F4F" w:rsidP="00277050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277050">
            <w:object w:dxaOrig="2390" w:dyaOrig="830" w14:anchorId="354DF0C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Annex OA 10-1: Validation and Verification Body" style="width:119.25pt;height:41.25pt" fillcolor="window">
                <v:imagedata r:id="rId1" o:title=""/>
              </v:shape>
              <o:OLEObject Type="Embed" ProgID="Word.Picture.8" ShapeID="_x0000_i1026" DrawAspect="Content" ObjectID="_1791009807" r:id="rId2"/>
            </w:object>
          </w:r>
        </w:p>
      </w:tc>
      <w:tc>
        <w:tcPr>
          <w:tcW w:w="7380" w:type="dxa"/>
        </w:tcPr>
        <w:p w14:paraId="2DAAB14E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0860CC04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47F5E4B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25511680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32D8E945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4679BB75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27705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22BE3CD5" w14:textId="430ABDE1" w:rsidR="009A0086" w:rsidRPr="00277050" w:rsidRDefault="00FE609B">
    <w:pPr>
      <w:pStyle w:val="Hlavika"/>
      <w:rPr>
        <w:rFonts w:ascii="Cambria" w:hAnsi="Cambria"/>
        <w:sz w:val="28"/>
        <w:lang w:val="en-GB"/>
      </w:rPr>
    </w:pPr>
    <w:r w:rsidRPr="00277050">
      <w:rPr>
        <w:rFonts w:ascii="Cambria" w:hAnsi="Cambria"/>
        <w:b/>
        <w:bCs/>
        <w:sz w:val="28"/>
        <w:szCs w:val="32"/>
        <w:lang w:val="en-GB"/>
      </w:rPr>
      <w:t>Annex</w:t>
    </w:r>
    <w:r w:rsidR="009A0086" w:rsidRPr="00277050">
      <w:rPr>
        <w:rFonts w:ascii="Cambria" w:hAnsi="Cambria"/>
        <w:b/>
        <w:bCs/>
        <w:sz w:val="28"/>
        <w:szCs w:val="32"/>
        <w:lang w:val="en-GB"/>
      </w:rPr>
      <w:t xml:space="preserve"> OA 10-1: 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Valida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tion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 xml:space="preserve"> a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nd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 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V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erif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ication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 xml:space="preserve"> 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Body</w:t>
    </w:r>
  </w:p>
  <w:bookmarkEnd w:id="3"/>
  <w:p w14:paraId="4F58F510" w14:textId="77777777" w:rsidR="009A0086" w:rsidRDefault="009A00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106168">
    <w:abstractNumId w:val="4"/>
  </w:num>
  <w:num w:numId="2" w16cid:durableId="57361448">
    <w:abstractNumId w:val="5"/>
  </w:num>
  <w:num w:numId="3" w16cid:durableId="524900488">
    <w:abstractNumId w:val="12"/>
  </w:num>
  <w:num w:numId="4" w16cid:durableId="1125199239">
    <w:abstractNumId w:val="3"/>
  </w:num>
  <w:num w:numId="5" w16cid:durableId="1684935558">
    <w:abstractNumId w:val="11"/>
  </w:num>
  <w:num w:numId="6" w16cid:durableId="270162378">
    <w:abstractNumId w:val="2"/>
  </w:num>
  <w:num w:numId="7" w16cid:durableId="1422532383">
    <w:abstractNumId w:val="8"/>
  </w:num>
  <w:num w:numId="8" w16cid:durableId="1497307099">
    <w:abstractNumId w:val="7"/>
  </w:num>
  <w:num w:numId="9" w16cid:durableId="577520152">
    <w:abstractNumId w:val="10"/>
  </w:num>
  <w:num w:numId="10" w16cid:durableId="871185661">
    <w:abstractNumId w:val="9"/>
  </w:num>
  <w:num w:numId="11" w16cid:durableId="1993369069">
    <w:abstractNumId w:val="1"/>
  </w:num>
  <w:num w:numId="12" w16cid:durableId="1943339347">
    <w:abstractNumId w:val="6"/>
  </w:num>
  <w:num w:numId="13" w16cid:durableId="1975022534">
    <w:abstractNumId w:val="13"/>
  </w:num>
  <w:num w:numId="14" w16cid:durableId="57543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t0U2fpjYcgxA1HkNKKOMdj9wHd3PauJoJGGk0cy+lMUA0Qx9Dc3OaD4l7bi2uogD4L8uHXRKnnVHYsW2jkx1A==" w:salt="DO/1pYhfjDlV32C8XmSPI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F63"/>
    <w:rsid w:val="00015E9C"/>
    <w:rsid w:val="00024E3C"/>
    <w:rsid w:val="000271F0"/>
    <w:rsid w:val="000310CB"/>
    <w:rsid w:val="00034DB9"/>
    <w:rsid w:val="000414A4"/>
    <w:rsid w:val="000543E5"/>
    <w:rsid w:val="000558FC"/>
    <w:rsid w:val="0006729B"/>
    <w:rsid w:val="000826B2"/>
    <w:rsid w:val="00097D51"/>
    <w:rsid w:val="000A090D"/>
    <w:rsid w:val="000C2451"/>
    <w:rsid w:val="000C456F"/>
    <w:rsid w:val="000E2426"/>
    <w:rsid w:val="000F3DEC"/>
    <w:rsid w:val="001319FD"/>
    <w:rsid w:val="00135C7B"/>
    <w:rsid w:val="00137845"/>
    <w:rsid w:val="001446CB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4CD7"/>
    <w:rsid w:val="00271823"/>
    <w:rsid w:val="00275CA7"/>
    <w:rsid w:val="00277050"/>
    <w:rsid w:val="002A0504"/>
    <w:rsid w:val="002B1F59"/>
    <w:rsid w:val="002B54F8"/>
    <w:rsid w:val="002C6558"/>
    <w:rsid w:val="003026DD"/>
    <w:rsid w:val="003217DD"/>
    <w:rsid w:val="003271E4"/>
    <w:rsid w:val="00332147"/>
    <w:rsid w:val="00360F84"/>
    <w:rsid w:val="00361CAC"/>
    <w:rsid w:val="003830A8"/>
    <w:rsid w:val="00393B72"/>
    <w:rsid w:val="003967BF"/>
    <w:rsid w:val="0039790D"/>
    <w:rsid w:val="003B42F8"/>
    <w:rsid w:val="003B7F86"/>
    <w:rsid w:val="003D3B13"/>
    <w:rsid w:val="003D7819"/>
    <w:rsid w:val="003D7C04"/>
    <w:rsid w:val="003F22A7"/>
    <w:rsid w:val="004040A2"/>
    <w:rsid w:val="00450D25"/>
    <w:rsid w:val="00452F3A"/>
    <w:rsid w:val="00461C6D"/>
    <w:rsid w:val="004651E5"/>
    <w:rsid w:val="004709B3"/>
    <w:rsid w:val="00471EB8"/>
    <w:rsid w:val="0049012E"/>
    <w:rsid w:val="004956A9"/>
    <w:rsid w:val="004B1F4F"/>
    <w:rsid w:val="004B71AD"/>
    <w:rsid w:val="004E5973"/>
    <w:rsid w:val="00511C92"/>
    <w:rsid w:val="00541A37"/>
    <w:rsid w:val="005650A6"/>
    <w:rsid w:val="005655A4"/>
    <w:rsid w:val="00584D81"/>
    <w:rsid w:val="005B41B1"/>
    <w:rsid w:val="005F0FBD"/>
    <w:rsid w:val="005F5DEC"/>
    <w:rsid w:val="006211C5"/>
    <w:rsid w:val="0065683D"/>
    <w:rsid w:val="00667773"/>
    <w:rsid w:val="006678B4"/>
    <w:rsid w:val="006922B1"/>
    <w:rsid w:val="00697F18"/>
    <w:rsid w:val="006A1280"/>
    <w:rsid w:val="006A7871"/>
    <w:rsid w:val="006B52BF"/>
    <w:rsid w:val="006B72B7"/>
    <w:rsid w:val="006C1433"/>
    <w:rsid w:val="006E3A14"/>
    <w:rsid w:val="00706193"/>
    <w:rsid w:val="007167AE"/>
    <w:rsid w:val="00717680"/>
    <w:rsid w:val="0072502E"/>
    <w:rsid w:val="007409FB"/>
    <w:rsid w:val="00744088"/>
    <w:rsid w:val="00765223"/>
    <w:rsid w:val="007837B7"/>
    <w:rsid w:val="007B0BDD"/>
    <w:rsid w:val="007B295E"/>
    <w:rsid w:val="007B4692"/>
    <w:rsid w:val="007F18B7"/>
    <w:rsid w:val="008011E3"/>
    <w:rsid w:val="00804077"/>
    <w:rsid w:val="00810AE9"/>
    <w:rsid w:val="00820BAC"/>
    <w:rsid w:val="00820F86"/>
    <w:rsid w:val="008348D1"/>
    <w:rsid w:val="00834981"/>
    <w:rsid w:val="008371BB"/>
    <w:rsid w:val="00843840"/>
    <w:rsid w:val="00867960"/>
    <w:rsid w:val="00870C1B"/>
    <w:rsid w:val="008A2E62"/>
    <w:rsid w:val="008B3E7F"/>
    <w:rsid w:val="008B4617"/>
    <w:rsid w:val="008B57A1"/>
    <w:rsid w:val="008D14FE"/>
    <w:rsid w:val="008E7B7B"/>
    <w:rsid w:val="008F35BA"/>
    <w:rsid w:val="00917380"/>
    <w:rsid w:val="009312FA"/>
    <w:rsid w:val="00942D9E"/>
    <w:rsid w:val="009519CD"/>
    <w:rsid w:val="00973A14"/>
    <w:rsid w:val="00990F89"/>
    <w:rsid w:val="00997854"/>
    <w:rsid w:val="009A0086"/>
    <w:rsid w:val="009A2CFA"/>
    <w:rsid w:val="009A2E5F"/>
    <w:rsid w:val="009A64FA"/>
    <w:rsid w:val="009A750E"/>
    <w:rsid w:val="009B5F2B"/>
    <w:rsid w:val="009B72D7"/>
    <w:rsid w:val="009B7433"/>
    <w:rsid w:val="009D2EC4"/>
    <w:rsid w:val="009E7E1E"/>
    <w:rsid w:val="00A37057"/>
    <w:rsid w:val="00A50D2A"/>
    <w:rsid w:val="00A719BF"/>
    <w:rsid w:val="00A81E56"/>
    <w:rsid w:val="00A90786"/>
    <w:rsid w:val="00A96486"/>
    <w:rsid w:val="00AA2952"/>
    <w:rsid w:val="00AB5145"/>
    <w:rsid w:val="00AE50D8"/>
    <w:rsid w:val="00AF7B59"/>
    <w:rsid w:val="00B0793F"/>
    <w:rsid w:val="00B145F8"/>
    <w:rsid w:val="00B31140"/>
    <w:rsid w:val="00B34609"/>
    <w:rsid w:val="00B4192D"/>
    <w:rsid w:val="00B51599"/>
    <w:rsid w:val="00B55B62"/>
    <w:rsid w:val="00B6343C"/>
    <w:rsid w:val="00BA7DB3"/>
    <w:rsid w:val="00BD337B"/>
    <w:rsid w:val="00BF161D"/>
    <w:rsid w:val="00C02B0D"/>
    <w:rsid w:val="00C03094"/>
    <w:rsid w:val="00C150C8"/>
    <w:rsid w:val="00C17A30"/>
    <w:rsid w:val="00C22923"/>
    <w:rsid w:val="00C336AD"/>
    <w:rsid w:val="00C37910"/>
    <w:rsid w:val="00C72757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E3A61"/>
    <w:rsid w:val="00CF135B"/>
    <w:rsid w:val="00D237CD"/>
    <w:rsid w:val="00D272FB"/>
    <w:rsid w:val="00D37975"/>
    <w:rsid w:val="00DB2276"/>
    <w:rsid w:val="00DB5589"/>
    <w:rsid w:val="00DC57C8"/>
    <w:rsid w:val="00DD019E"/>
    <w:rsid w:val="00DF39F4"/>
    <w:rsid w:val="00DF3BB4"/>
    <w:rsid w:val="00E11BEB"/>
    <w:rsid w:val="00E224B5"/>
    <w:rsid w:val="00E3196D"/>
    <w:rsid w:val="00E84344"/>
    <w:rsid w:val="00E86ED2"/>
    <w:rsid w:val="00EA0459"/>
    <w:rsid w:val="00EA5AA9"/>
    <w:rsid w:val="00EB4A69"/>
    <w:rsid w:val="00EC5EFF"/>
    <w:rsid w:val="00EE60C2"/>
    <w:rsid w:val="00EF1416"/>
    <w:rsid w:val="00EF5A98"/>
    <w:rsid w:val="00F12ACB"/>
    <w:rsid w:val="00F139A3"/>
    <w:rsid w:val="00F37760"/>
    <w:rsid w:val="00F45FAF"/>
    <w:rsid w:val="00F55D03"/>
    <w:rsid w:val="00F82442"/>
    <w:rsid w:val="00FA2B1C"/>
    <w:rsid w:val="00FC4247"/>
    <w:rsid w:val="00FD1FDE"/>
    <w:rsid w:val="00FE13F9"/>
    <w:rsid w:val="00FE609B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E28DC1"/>
  <w15:docId w15:val="{1A0CA94A-3B05-49FF-8E6D-76FCFCD9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1433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834981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82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locked/>
    <w:rsid w:val="003026D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26DD"/>
    <w:rPr>
      <w:lang w:val="sk-SK" w:eastAsia="sk-SK"/>
    </w:rPr>
  </w:style>
  <w:style w:type="character" w:styleId="Odkaznapoznmkupodiarou">
    <w:name w:val="footnote reference"/>
    <w:basedOn w:val="Predvolenpsmoodseku"/>
    <w:semiHidden/>
    <w:unhideWhenUsed/>
    <w:locked/>
    <w:rsid w:val="00302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63C35-69C0-4C13-BD49-2ADB161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2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Manager>Ing. Juraj Randus</Manager>
  <Company>SNAS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OA 10-1: Validation and Verification Body - TL05OA10_V</dc:title>
  <dc:subject>Overovateľ EMAS/osv. o odbor. spôsobilosti EMAS_ Annex OA 10-1: Validation and Verification Body</dc:subject>
  <dc:creator>Lukáš Warner</dc:creator>
  <cp:keywords>Slovenská národná akreditačná služba</cp:keywords>
  <dc:description>Príloha 1 k žiadosti o akreditáciu SNAS ver. 22.0524, TL 05 SNAS</dc:description>
  <cp:lastModifiedBy>Lukáš Warner</cp:lastModifiedBy>
  <cp:revision>2</cp:revision>
  <cp:lastPrinted>2013-10-16T08:41:00Z</cp:lastPrinted>
  <dcterms:created xsi:type="dcterms:W3CDTF">2024-10-21T07:57:00Z</dcterms:created>
  <dcterms:modified xsi:type="dcterms:W3CDTF">2024-10-21T07:57:00Z</dcterms:modified>
</cp:coreProperties>
</file>