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074BB" w14:textId="77777777" w:rsidR="00674C47" w:rsidRPr="0071129D" w:rsidRDefault="00674C47">
      <w:pPr>
        <w:pStyle w:val="Pta"/>
        <w:tabs>
          <w:tab w:val="clear" w:pos="4153"/>
          <w:tab w:val="clear" w:pos="8306"/>
        </w:tabs>
        <w:rPr>
          <w:rFonts w:ascii="Cambria" w:hAnsi="Cambria"/>
        </w:rPr>
      </w:pPr>
    </w:p>
    <w:p w14:paraId="2583399D" w14:textId="77777777" w:rsidR="00674C47" w:rsidRPr="0071129D" w:rsidRDefault="00674C47">
      <w:pPr>
        <w:rPr>
          <w:rFonts w:ascii="Cambria" w:hAnsi="Cambria"/>
        </w:rPr>
      </w:pPr>
    </w:p>
    <w:p w14:paraId="6D5DB765" w14:textId="77777777" w:rsidR="0071129D" w:rsidRPr="0071129D" w:rsidRDefault="0071129D" w:rsidP="0071129D">
      <w:pPr>
        <w:tabs>
          <w:tab w:val="left" w:pos="2410"/>
        </w:tabs>
        <w:rPr>
          <w:rFonts w:ascii="Cambria" w:hAnsi="Cambria"/>
        </w:rPr>
      </w:pPr>
      <w:r w:rsidRPr="00E51658">
        <w:rPr>
          <w:rFonts w:ascii="Cambria" w:hAnsi="Cambria"/>
          <w:b/>
          <w:bCs/>
        </w:rPr>
        <w:t>Žiadateľ:</w:t>
      </w:r>
      <w:r w:rsidRPr="0071129D">
        <w:rPr>
          <w:rFonts w:ascii="Cambria" w:hAnsi="Cambria"/>
        </w:rPr>
        <w:tab/>
        <w:t>Názov</w:t>
      </w:r>
    </w:p>
    <w:p w14:paraId="3F518C23" w14:textId="77777777" w:rsidR="0071129D" w:rsidRPr="0071129D" w:rsidRDefault="0071129D" w:rsidP="0071129D">
      <w:pPr>
        <w:tabs>
          <w:tab w:val="left" w:pos="2410"/>
        </w:tabs>
        <w:rPr>
          <w:rFonts w:ascii="Cambria" w:hAnsi="Cambria"/>
          <w:b/>
        </w:rPr>
      </w:pPr>
      <w:r w:rsidRPr="0071129D">
        <w:rPr>
          <w:rFonts w:ascii="Cambria" w:hAnsi="Cambria"/>
        </w:rPr>
        <w:tab/>
        <w:t>Adresa, PSČ, Sídlo, IČO</w:t>
      </w:r>
    </w:p>
    <w:p w14:paraId="3679EAAA" w14:textId="134B82BC" w:rsidR="0071129D" w:rsidRPr="0071129D" w:rsidRDefault="0071129D" w:rsidP="0071129D">
      <w:pPr>
        <w:tabs>
          <w:tab w:val="left" w:pos="2410"/>
        </w:tabs>
        <w:rPr>
          <w:rFonts w:ascii="Cambria" w:hAnsi="Cambria"/>
          <w:b/>
        </w:rPr>
      </w:pPr>
      <w:r w:rsidRPr="0071129D">
        <w:rPr>
          <w:rFonts w:ascii="Cambria" w:hAnsi="Cambria"/>
        </w:rPr>
        <w:tab/>
        <w:t>Názov pracoviska1, Adresa, PSČ, Sídlo</w:t>
      </w:r>
      <w:r w:rsidR="00673F05">
        <w:rPr>
          <w:rFonts w:ascii="Cambria" w:hAnsi="Cambria"/>
        </w:rPr>
        <w:t xml:space="preserve"> </w:t>
      </w:r>
      <w:r w:rsidR="00141F39">
        <w:rPr>
          <w:rStyle w:val="Odkaznavysvetlivku"/>
          <w:rFonts w:ascii="Cambria" w:hAnsi="Cambria"/>
        </w:rPr>
        <w:endnoteReference w:id="1"/>
      </w:r>
    </w:p>
    <w:p w14:paraId="7E2C4E53" w14:textId="77777777" w:rsidR="0071129D" w:rsidRPr="0071129D" w:rsidRDefault="0071129D" w:rsidP="0071129D">
      <w:pPr>
        <w:tabs>
          <w:tab w:val="left" w:pos="2410"/>
        </w:tabs>
        <w:rPr>
          <w:rFonts w:ascii="Cambria" w:hAnsi="Cambria"/>
        </w:rPr>
      </w:pPr>
      <w:r w:rsidRPr="0071129D">
        <w:rPr>
          <w:rFonts w:ascii="Cambria" w:hAnsi="Cambria"/>
        </w:rPr>
        <w:tab/>
        <w:t>Názov pracoviska2, Adresa, PSČ, Sídlo</w:t>
      </w:r>
    </w:p>
    <w:p w14:paraId="04C5CCCD" w14:textId="77777777" w:rsidR="0071129D" w:rsidRPr="0071129D" w:rsidRDefault="0071129D" w:rsidP="0071129D">
      <w:pPr>
        <w:rPr>
          <w:rFonts w:ascii="Cambria" w:hAnsi="Cambria"/>
          <w:b/>
          <w:sz w:val="12"/>
        </w:rPr>
      </w:pPr>
    </w:p>
    <w:p w14:paraId="766775CF" w14:textId="77777777" w:rsidR="00FD7AB0" w:rsidRPr="0071129D" w:rsidRDefault="00FD7AB0" w:rsidP="00FD7AB0">
      <w:pPr>
        <w:rPr>
          <w:rFonts w:ascii="Cambria" w:hAnsi="Cambria" w:cs="Arial"/>
          <w:b/>
          <w:bCs/>
          <w:iCs/>
          <w:sz w:val="28"/>
          <w:szCs w:val="28"/>
        </w:rPr>
        <w:sectPr w:rsidR="00FD7AB0" w:rsidRPr="0071129D" w:rsidSect="00FD7AB0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334E97AF" w14:textId="77777777" w:rsidR="0071129D" w:rsidRPr="00673F05" w:rsidRDefault="0071129D" w:rsidP="0071129D">
      <w:pPr>
        <w:rPr>
          <w:rFonts w:ascii="Cambria" w:hAnsi="Cambria"/>
          <w:b/>
          <w:szCs w:val="48"/>
        </w:rPr>
      </w:pPr>
    </w:p>
    <w:p w14:paraId="28274B00" w14:textId="77777777" w:rsidR="00673F05" w:rsidRPr="00673F05" w:rsidRDefault="00673F05" w:rsidP="0071129D">
      <w:pPr>
        <w:rPr>
          <w:rFonts w:ascii="Cambria" w:hAnsi="Cambria"/>
          <w:b/>
          <w:szCs w:val="48"/>
        </w:rPr>
      </w:pPr>
    </w:p>
    <w:p w14:paraId="2DB412E9" w14:textId="4BEDC44C" w:rsidR="00141F39" w:rsidRDefault="0071129D" w:rsidP="0071129D">
      <w:pPr>
        <w:keepLines/>
        <w:rPr>
          <w:rFonts w:ascii="Cambria" w:hAnsi="Cambria"/>
          <w:i/>
          <w:iCs/>
          <w:sz w:val="16"/>
          <w:szCs w:val="16"/>
        </w:rPr>
        <w:sectPr w:rsidR="00141F39" w:rsidSect="002C4604"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  <w:r w:rsidRPr="0071129D">
        <w:rPr>
          <w:rFonts w:ascii="Cambria" w:hAnsi="Cambria"/>
        </w:rPr>
        <w:t xml:space="preserve">Číslo </w:t>
      </w:r>
      <w:r w:rsidR="008F11EE" w:rsidRPr="0071129D">
        <w:rPr>
          <w:rFonts w:ascii="Cambria" w:hAnsi="Cambria"/>
        </w:rPr>
        <w:t>osvedčeni</w:t>
      </w:r>
      <w:r w:rsidR="008F11EE">
        <w:rPr>
          <w:rFonts w:ascii="Cambria" w:hAnsi="Cambria"/>
        </w:rPr>
        <w:t>a</w:t>
      </w:r>
      <w:r w:rsidR="00141F39">
        <w:rPr>
          <w:rStyle w:val="Odkaznavysvetlivku"/>
          <w:rFonts w:ascii="Cambria" w:hAnsi="Cambria"/>
        </w:rPr>
        <w:endnoteReference w:id="2"/>
      </w:r>
      <w:r w:rsidRPr="0071129D">
        <w:rPr>
          <w:rFonts w:ascii="Cambria" w:hAnsi="Cambria"/>
        </w:rPr>
        <w:t xml:space="preserve"> o akreditácii:</w:t>
      </w:r>
      <w:r w:rsidRPr="0071129D">
        <w:rPr>
          <w:rFonts w:ascii="Cambria" w:hAnsi="Cambria"/>
        </w:rPr>
        <w:tab/>
      </w:r>
      <w:bookmarkStart w:id="2" w:name="CO"/>
      <w:r w:rsidRPr="0071129D">
        <w:rPr>
          <w:rFonts w:ascii="Cambria" w:hAnsi="Cambria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71129D">
        <w:rPr>
          <w:rFonts w:ascii="Cambria" w:hAnsi="Cambria"/>
          <w:b/>
        </w:rPr>
        <w:instrText xml:space="preserve"> FORMTEXT </w:instrText>
      </w:r>
      <w:r w:rsidRPr="0071129D">
        <w:rPr>
          <w:rFonts w:ascii="Cambria" w:hAnsi="Cambria"/>
        </w:rPr>
      </w:r>
      <w:r w:rsidRPr="0071129D">
        <w:rPr>
          <w:rFonts w:ascii="Cambria" w:hAnsi="Cambria"/>
        </w:rPr>
        <w:fldChar w:fldCharType="separate"/>
      </w:r>
      <w:r w:rsidRPr="0071129D">
        <w:rPr>
          <w:rFonts w:ascii="Cambria" w:hAnsi="Cambria"/>
          <w:b/>
        </w:rPr>
        <w:t> </w:t>
      </w:r>
      <w:r w:rsidRPr="0071129D">
        <w:rPr>
          <w:rFonts w:ascii="Cambria" w:hAnsi="Cambria"/>
          <w:b/>
        </w:rPr>
        <w:t> </w:t>
      </w:r>
      <w:r w:rsidRPr="0071129D">
        <w:rPr>
          <w:rFonts w:ascii="Cambria" w:hAnsi="Cambria"/>
          <w:b/>
        </w:rPr>
        <w:t> </w:t>
      </w:r>
      <w:r w:rsidRPr="0071129D">
        <w:rPr>
          <w:rFonts w:ascii="Cambria" w:hAnsi="Cambria"/>
          <w:b/>
        </w:rPr>
        <w:t> </w:t>
      </w:r>
      <w:r w:rsidRPr="0071129D">
        <w:rPr>
          <w:rFonts w:ascii="Cambria" w:hAnsi="Cambria"/>
          <w:b/>
        </w:rPr>
        <w:t> </w:t>
      </w:r>
      <w:r w:rsidRPr="0071129D">
        <w:rPr>
          <w:rFonts w:ascii="Cambria" w:hAnsi="Cambria"/>
        </w:rPr>
        <w:fldChar w:fldCharType="end"/>
      </w:r>
      <w:bookmarkEnd w:id="2"/>
    </w:p>
    <w:p w14:paraId="691DEBCA" w14:textId="0846C505" w:rsidR="0071129D" w:rsidRPr="0071129D" w:rsidRDefault="0071129D" w:rsidP="0071129D">
      <w:pPr>
        <w:keepLines/>
        <w:rPr>
          <w:rFonts w:ascii="Cambria" w:hAnsi="Cambria"/>
          <w:i/>
          <w:iCs/>
          <w:sz w:val="16"/>
          <w:szCs w:val="16"/>
        </w:rPr>
      </w:pPr>
    </w:p>
    <w:p w14:paraId="52087E88" w14:textId="562B303D" w:rsidR="001975A5" w:rsidRDefault="002A64F0" w:rsidP="008F11EE">
      <w:pPr>
        <w:rPr>
          <w:rFonts w:asciiTheme="majorHAnsi" w:hAnsiTheme="majorHAnsi"/>
        </w:rPr>
      </w:pPr>
      <w:r w:rsidRPr="008F11EE">
        <w:rPr>
          <w:rFonts w:asciiTheme="majorHAnsi" w:hAnsiTheme="majorHAnsi"/>
        </w:rPr>
        <w:t xml:space="preserve">Poznámka: </w:t>
      </w:r>
      <w:r w:rsidR="008F11EE">
        <w:rPr>
          <w:rFonts w:asciiTheme="majorHAnsi" w:hAnsiTheme="majorHAnsi"/>
        </w:rPr>
        <w:t>Ž</w:t>
      </w:r>
      <w:r w:rsidRPr="008F11EE">
        <w:rPr>
          <w:rFonts w:asciiTheme="majorHAnsi" w:hAnsiTheme="majorHAnsi"/>
        </w:rPr>
        <w:t>iadatelia o akreditáciu systémov manažérstva vyplnia oddiel A, žiadatelia o akreditáciu systémov manažérstva vyhradených stavieb vyplnia oddiel B!</w:t>
      </w:r>
    </w:p>
    <w:p w14:paraId="3174BBF4" w14:textId="77777777" w:rsidR="001F07F3" w:rsidRPr="00246A27" w:rsidRDefault="001F07F3" w:rsidP="001975A5">
      <w:pPr>
        <w:rPr>
          <w:rFonts w:ascii="Cambria" w:hAnsi="Cambria" w:cs="Arial"/>
          <w:b/>
          <w:bCs/>
          <w:iCs/>
        </w:rPr>
      </w:pPr>
    </w:p>
    <w:p w14:paraId="3639681C" w14:textId="77777777" w:rsidR="009802C5" w:rsidRPr="008F11EE" w:rsidRDefault="009802C5" w:rsidP="008F11EE">
      <w:pPr>
        <w:pStyle w:val="Nadpis1"/>
      </w:pPr>
      <w:r w:rsidRPr="008F11EE">
        <w:t>Oddiel A</w:t>
      </w:r>
    </w:p>
    <w:p w14:paraId="4E0B25BE" w14:textId="77777777" w:rsidR="009802C5" w:rsidRPr="0071129D" w:rsidRDefault="009802C5" w:rsidP="001975A5">
      <w:pPr>
        <w:rPr>
          <w:rFonts w:ascii="Cambria" w:hAnsi="Cambria" w:cs="Arial"/>
          <w:b/>
          <w:bCs/>
          <w:iCs/>
          <w:sz w:val="28"/>
          <w:szCs w:val="28"/>
        </w:rPr>
      </w:pPr>
    </w:p>
    <w:p w14:paraId="16FD0425" w14:textId="6487EFE6" w:rsidR="005D3EE4" w:rsidRPr="0071129D" w:rsidRDefault="00CB58F4" w:rsidP="001975A5">
      <w:pPr>
        <w:rPr>
          <w:rFonts w:ascii="Cambria" w:hAnsi="Cambria"/>
          <w:sz w:val="10"/>
          <w:szCs w:val="10"/>
        </w:rPr>
      </w:pPr>
      <w:r w:rsidRPr="0071129D">
        <w:rPr>
          <w:rFonts w:ascii="Cambria" w:hAnsi="Cambria" w:cs="Arial"/>
          <w:b/>
          <w:bCs/>
          <w:iCs/>
          <w:sz w:val="28"/>
          <w:szCs w:val="28"/>
        </w:rPr>
        <w:t>Deklarovanie plnenia požiadaviek normy ISO/IEC 1702</w:t>
      </w:r>
      <w:r w:rsidR="00300B76" w:rsidRPr="0071129D">
        <w:rPr>
          <w:rFonts w:ascii="Cambria" w:hAnsi="Cambria" w:cs="Arial"/>
          <w:b/>
          <w:bCs/>
          <w:iCs/>
          <w:sz w:val="28"/>
          <w:szCs w:val="28"/>
        </w:rPr>
        <w:t>1-1</w:t>
      </w:r>
    </w:p>
    <w:tbl>
      <w:tblPr>
        <w:tblW w:w="10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71129D" w14:paraId="14B65804" w14:textId="77777777" w:rsidTr="00046863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DCE4D0" w14:textId="77777777" w:rsidR="00130946" w:rsidRPr="0071129D" w:rsidRDefault="00130946" w:rsidP="006D4256">
            <w:pPr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443065B" w14:textId="77777777" w:rsidR="00130946" w:rsidRPr="0071129D" w:rsidRDefault="00130946" w:rsidP="006D4256">
            <w:pPr>
              <w:ind w:left="105"/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vAlign w:val="center"/>
          </w:tcPr>
          <w:p w14:paraId="7A57C891" w14:textId="2CFCCB3D" w:rsidR="00130946" w:rsidRPr="0071129D" w:rsidRDefault="00130946" w:rsidP="00300B76">
            <w:pPr>
              <w:jc w:val="center"/>
              <w:rPr>
                <w:rFonts w:ascii="Cambria" w:hAnsi="Cambria"/>
              </w:rPr>
            </w:pPr>
            <w:r w:rsidRPr="0071129D">
              <w:rPr>
                <w:rFonts w:ascii="Cambria" w:hAnsi="Cambria"/>
                <w:b/>
                <w:color w:val="000000"/>
              </w:rPr>
              <w:t xml:space="preserve">Popis plnenia požiadavky </w:t>
            </w:r>
            <w:r w:rsidR="00300B76" w:rsidRPr="0071129D">
              <w:rPr>
                <w:rFonts w:ascii="Cambria" w:hAnsi="Cambria"/>
                <w:b/>
                <w:color w:val="000000"/>
              </w:rPr>
              <w:t xml:space="preserve">– </w:t>
            </w:r>
            <w:r w:rsidRPr="0071129D">
              <w:rPr>
                <w:rFonts w:ascii="Cambria" w:hAnsi="Cambria"/>
                <w:b/>
                <w:color w:val="000000"/>
              </w:rPr>
              <w:t xml:space="preserve">odkazy na </w:t>
            </w:r>
            <w:r w:rsidR="00300B76" w:rsidRPr="0071129D">
              <w:rPr>
                <w:rFonts w:ascii="Cambria" w:hAnsi="Cambria"/>
                <w:b/>
                <w:color w:val="000000"/>
              </w:rPr>
              <w:t xml:space="preserve">články Príručky kvality alebo iných relevantných </w:t>
            </w:r>
            <w:r w:rsidRPr="0071129D">
              <w:rPr>
                <w:rFonts w:ascii="Cambria" w:hAnsi="Cambria"/>
                <w:b/>
                <w:color w:val="000000"/>
              </w:rPr>
              <w:t>dokument</w:t>
            </w:r>
            <w:r w:rsidR="00300B76" w:rsidRPr="0071129D">
              <w:rPr>
                <w:rFonts w:ascii="Cambria" w:hAnsi="Cambria"/>
                <w:b/>
                <w:color w:val="000000"/>
              </w:rPr>
              <w:t>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3"/>
            </w:r>
          </w:p>
        </w:tc>
      </w:tr>
      <w:tr w:rsidR="00130946" w:rsidRPr="0071129D" w14:paraId="1522335E" w14:textId="77777777" w:rsidTr="00046863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5B5650" w14:textId="77777777" w:rsidR="00130946" w:rsidRPr="0071129D" w:rsidRDefault="00300B76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5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0B1220" w14:textId="77777777" w:rsidR="00130946" w:rsidRPr="0071129D" w:rsidRDefault="00130946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Všeobecné požiadavky</w:t>
            </w:r>
          </w:p>
        </w:tc>
        <w:tc>
          <w:tcPr>
            <w:tcW w:w="5435" w:type="dxa"/>
            <w:vMerge/>
          </w:tcPr>
          <w:p w14:paraId="44C35860" w14:textId="77777777" w:rsidR="00130946" w:rsidRPr="0071129D" w:rsidRDefault="00130946" w:rsidP="006D4256">
            <w:pPr>
              <w:jc w:val="center"/>
              <w:rPr>
                <w:rFonts w:ascii="Cambria" w:hAnsi="Cambria"/>
              </w:rPr>
            </w:pPr>
          </w:p>
        </w:tc>
      </w:tr>
      <w:tr w:rsidR="00CB58F4" w:rsidRPr="0071129D" w14:paraId="4787D475" w14:textId="77777777" w:rsidTr="00046863">
        <w:trPr>
          <w:trHeight w:val="44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19647B" w14:textId="77777777" w:rsidR="00CB58F4" w:rsidRPr="0071129D" w:rsidRDefault="00300B76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5</w:t>
            </w:r>
            <w:r w:rsidR="00CB58F4" w:rsidRPr="0071129D">
              <w:rPr>
                <w:rFonts w:ascii="Cambria" w:hAnsi="Cambria"/>
                <w:b/>
                <w:color w:val="000000"/>
              </w:rPr>
              <w:t>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309986" w14:textId="77777777" w:rsidR="00CB58F4" w:rsidRPr="0071129D" w:rsidRDefault="00300B76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Zákonné a zmluvné aspekty</w:t>
            </w:r>
          </w:p>
        </w:tc>
        <w:tc>
          <w:tcPr>
            <w:tcW w:w="5435" w:type="dxa"/>
          </w:tcPr>
          <w:p w14:paraId="447E9786" w14:textId="77777777" w:rsidR="00CB58F4" w:rsidRPr="0071129D" w:rsidRDefault="00CB58F4" w:rsidP="006D4256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CB58F4" w:rsidRPr="0071129D" w14:paraId="5B1F2B27" w14:textId="77777777" w:rsidTr="00046863">
        <w:trPr>
          <w:trHeight w:val="479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EE721B" w14:textId="77777777" w:rsidR="00CB58F4" w:rsidRPr="0071129D" w:rsidRDefault="00300B76" w:rsidP="006D4256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5</w:t>
            </w:r>
            <w:r w:rsidR="00CB58F4" w:rsidRPr="0071129D">
              <w:rPr>
                <w:rFonts w:ascii="Cambria" w:hAnsi="Cambria"/>
                <w:b/>
                <w:color w:val="000000"/>
              </w:rPr>
              <w:t>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9C5B57" w14:textId="77777777" w:rsidR="00CB58F4" w:rsidRPr="0071129D" w:rsidRDefault="00300B76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Certifikačná dohoda</w:t>
            </w:r>
          </w:p>
        </w:tc>
        <w:tc>
          <w:tcPr>
            <w:tcW w:w="5435" w:type="dxa"/>
          </w:tcPr>
          <w:p w14:paraId="0768D0CE" w14:textId="7B6A2DCB" w:rsidR="00CB58F4" w:rsidRPr="0071129D" w:rsidRDefault="00CB58F4" w:rsidP="006D4256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CB58F4" w:rsidRPr="0071129D" w14:paraId="0BB0C78E" w14:textId="77777777" w:rsidTr="00046863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C75979" w14:textId="77777777" w:rsidR="00CB58F4" w:rsidRPr="0071129D" w:rsidRDefault="00300B76" w:rsidP="006D4256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5</w:t>
            </w:r>
            <w:r w:rsidR="00CB58F4" w:rsidRPr="0071129D">
              <w:rPr>
                <w:rFonts w:ascii="Cambria" w:hAnsi="Cambria"/>
                <w:b/>
                <w:color w:val="000000"/>
              </w:rPr>
              <w:t>.3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C05CC9" w14:textId="77777777" w:rsidR="00CB58F4" w:rsidRPr="0071129D" w:rsidRDefault="00300B76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Zákonná zodpovednosť a financovanie</w:t>
            </w:r>
          </w:p>
        </w:tc>
        <w:tc>
          <w:tcPr>
            <w:tcW w:w="5435" w:type="dxa"/>
          </w:tcPr>
          <w:p w14:paraId="7DB45F16" w14:textId="77777777" w:rsidR="00CB58F4" w:rsidRPr="0071129D" w:rsidRDefault="00CB58F4" w:rsidP="006D4256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</w:tbl>
    <w:p w14:paraId="110DE58E" w14:textId="77777777" w:rsidR="00141F39" w:rsidRPr="00141F39" w:rsidRDefault="00141F39">
      <w:pPr>
        <w:rPr>
          <w:rFonts w:ascii="Cambria" w:hAnsi="Cambria"/>
          <w:sz w:val="12"/>
          <w:szCs w:val="12"/>
        </w:rPr>
        <w:sectPr w:rsidR="00141F39" w:rsidRPr="00141F39" w:rsidSect="002C4604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435A0E3E" w14:textId="77777777" w:rsidR="00FD7AB0" w:rsidRDefault="00FD7AB0">
      <w:pPr>
        <w:rPr>
          <w:rFonts w:ascii="Cambria" w:hAnsi="Cambria"/>
        </w:rPr>
      </w:pPr>
    </w:p>
    <w:p w14:paraId="0DE54EB2" w14:textId="77777777" w:rsidR="00673F05" w:rsidRPr="00FD7AB0" w:rsidRDefault="00673F05">
      <w:pPr>
        <w:rPr>
          <w:rFonts w:ascii="Cambria" w:hAnsi="Cambria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71129D" w14:paraId="2A1600D2" w14:textId="77777777" w:rsidTr="00046863">
        <w:trPr>
          <w:trHeight w:val="262"/>
        </w:trPr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12AD5B" w14:textId="77777777" w:rsidR="00130946" w:rsidRPr="0071129D" w:rsidRDefault="0013094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915706" w14:textId="77777777" w:rsidR="00130946" w:rsidRPr="0071129D" w:rsidRDefault="00130946" w:rsidP="00130946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9C44849" w14:textId="790DAD30" w:rsidR="00130946" w:rsidRPr="0071129D" w:rsidRDefault="00300B7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4"/>
            </w:r>
          </w:p>
        </w:tc>
      </w:tr>
      <w:tr w:rsidR="00130946" w:rsidRPr="0071129D" w14:paraId="69848E05" w14:textId="77777777" w:rsidTr="00046863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2A4C23" w14:textId="77777777" w:rsidR="00130946" w:rsidRPr="0071129D" w:rsidRDefault="00130946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B79801" w14:textId="77777777" w:rsidR="00130946" w:rsidRPr="0071129D" w:rsidRDefault="00300B76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Štrukturálne požiadavky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5C4F4E88" w14:textId="77777777" w:rsidR="00130946" w:rsidRPr="0071129D" w:rsidRDefault="00130946" w:rsidP="006D4256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CB58F4" w:rsidRPr="0071129D" w14:paraId="2E5B0F44" w14:textId="77777777" w:rsidTr="00046863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49551F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6.1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53510B" w14:textId="77777777" w:rsidR="00CB58F4" w:rsidRPr="0071129D" w:rsidRDefault="00300B76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Organizačná štruktúra a vrcholový manažment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458D11D" w14:textId="77777777" w:rsidR="00CB58F4" w:rsidRPr="0071129D" w:rsidRDefault="00CB58F4" w:rsidP="006D4256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CB58F4" w:rsidRPr="0071129D" w14:paraId="2D496B7B" w14:textId="77777777" w:rsidTr="00046863">
        <w:trPr>
          <w:trHeight w:val="571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657359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>6.2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0720C2" w14:textId="77777777" w:rsidR="00CB58F4" w:rsidRPr="0071129D" w:rsidRDefault="00300B76" w:rsidP="006D4256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Riadenie činností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07D09" w14:textId="77777777" w:rsidR="00CB58F4" w:rsidRPr="0071129D" w:rsidRDefault="00CB58F4" w:rsidP="006D4256">
            <w:pPr>
              <w:jc w:val="center"/>
              <w:rPr>
                <w:rFonts w:ascii="Cambria" w:hAnsi="Cambria"/>
              </w:rPr>
            </w:pPr>
          </w:p>
        </w:tc>
      </w:tr>
    </w:tbl>
    <w:p w14:paraId="5D2C265E" w14:textId="77777777" w:rsidR="00141F39" w:rsidRPr="00141F39" w:rsidRDefault="00141F39">
      <w:pPr>
        <w:rPr>
          <w:rFonts w:asciiTheme="majorHAnsi" w:hAnsiTheme="majorHAnsi"/>
          <w:sz w:val="12"/>
          <w:szCs w:val="12"/>
        </w:rPr>
        <w:sectPr w:rsidR="00141F39" w:rsidRPr="00141F39" w:rsidSect="002C4604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24DA2023" w14:textId="77777777" w:rsidR="00FD7AB0" w:rsidRDefault="00FD7AB0">
      <w:pPr>
        <w:rPr>
          <w:rFonts w:asciiTheme="majorHAnsi" w:hAnsiTheme="majorHAnsi"/>
        </w:rPr>
      </w:pPr>
    </w:p>
    <w:p w14:paraId="38E6B63B" w14:textId="77777777" w:rsidR="00673F05" w:rsidRPr="00FD7AB0" w:rsidRDefault="00673F05">
      <w:pPr>
        <w:rPr>
          <w:rFonts w:asciiTheme="majorHAnsi" w:hAnsiTheme="majorHAnsi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A4B89" w:rsidRPr="0071129D" w14:paraId="1DBACDCF" w14:textId="77777777" w:rsidTr="001A4B89">
        <w:trPr>
          <w:trHeight w:val="262"/>
        </w:trPr>
        <w:tc>
          <w:tcPr>
            <w:tcW w:w="11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CAE2BD" w14:textId="77777777" w:rsidR="001A4B89" w:rsidRPr="0071129D" w:rsidRDefault="001A4B89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lastRenderedPageBreak/>
              <w:t>Článok normy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693C9D" w14:textId="06B077DF" w:rsidR="001A4B89" w:rsidRPr="0071129D" w:rsidRDefault="001A4B89" w:rsidP="00130946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6B46FF3E" w14:textId="1CB9F5F6" w:rsidR="001A4B89" w:rsidRPr="0071129D" w:rsidRDefault="001A4B89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5"/>
            </w:r>
          </w:p>
        </w:tc>
      </w:tr>
      <w:tr w:rsidR="001A4B89" w:rsidRPr="0071129D" w14:paraId="1B7C2690" w14:textId="77777777" w:rsidTr="001A4B89">
        <w:trPr>
          <w:trHeight w:val="262"/>
        </w:trPr>
        <w:tc>
          <w:tcPr>
            <w:tcW w:w="11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764169" w14:textId="77777777" w:rsidR="001A4B89" w:rsidRPr="0071129D" w:rsidRDefault="001A4B89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B8305D" w14:textId="22757355" w:rsidR="001A4B89" w:rsidRPr="0071129D" w:rsidRDefault="001A4B89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Požiadavky na ľudské zdroje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2423C0" w14:textId="77777777" w:rsidR="001A4B89" w:rsidRPr="0071129D" w:rsidRDefault="001A4B89" w:rsidP="006D4256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1A4B89" w:rsidRPr="0071129D" w14:paraId="45527D73" w14:textId="77777777" w:rsidTr="001A4B89">
        <w:trPr>
          <w:trHeight w:val="491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E0236E" w14:textId="77777777" w:rsidR="001A4B89" w:rsidRPr="0071129D" w:rsidRDefault="001A4B89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BBE085" w14:textId="4C022520" w:rsidR="001A4B89" w:rsidRPr="0071129D" w:rsidRDefault="001A4B89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Kompetentnosť pracovníkov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11294" w14:textId="77777777" w:rsidR="001A4B89" w:rsidRPr="0071129D" w:rsidRDefault="001A4B89" w:rsidP="006D4256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4B89" w:rsidRPr="0071129D" w14:paraId="03303CFD" w14:textId="77777777" w:rsidTr="001A4B89">
        <w:trPr>
          <w:trHeight w:val="433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A37BC6" w14:textId="77777777" w:rsidR="001A4B89" w:rsidRPr="0071129D" w:rsidRDefault="001A4B89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D009FD" w14:textId="6E0E1900" w:rsidR="001A4B89" w:rsidRPr="0071129D" w:rsidRDefault="001A4B89" w:rsidP="006D4256">
            <w:pPr>
              <w:ind w:left="105"/>
              <w:rPr>
                <w:rFonts w:ascii="Cambria" w:hAnsi="Cambria"/>
                <w:b/>
                <w:i/>
                <w:iCs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Pracovníci zapojení do certifikačných činností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BE516" w14:textId="77777777" w:rsidR="001A4B89" w:rsidRPr="0071129D" w:rsidRDefault="001A4B89" w:rsidP="006D4256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4B89" w:rsidRPr="0071129D" w14:paraId="0BDC26C1" w14:textId="77777777" w:rsidTr="001A4B8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A05EAA" w14:textId="77777777" w:rsidR="001A4B89" w:rsidRPr="0071129D" w:rsidRDefault="001A4B89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5C9124" w14:textId="55EF76A7" w:rsidR="001A4B89" w:rsidRPr="0071129D" w:rsidRDefault="001A4B89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Využívanie jednotlivých externých audítorov a externých technických expertov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38ECAA" w14:textId="77777777" w:rsidR="001A4B89" w:rsidRPr="0071129D" w:rsidRDefault="001A4B89" w:rsidP="006D4256">
            <w:pPr>
              <w:jc w:val="center"/>
              <w:rPr>
                <w:rFonts w:ascii="Cambria" w:hAnsi="Cambria"/>
              </w:rPr>
            </w:pPr>
          </w:p>
        </w:tc>
      </w:tr>
      <w:tr w:rsidR="001A4B89" w:rsidRPr="0071129D" w14:paraId="71078EA0" w14:textId="77777777" w:rsidTr="001A4B89">
        <w:trPr>
          <w:trHeight w:val="465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C76A4C" w14:textId="77777777" w:rsidR="001A4B89" w:rsidRPr="0071129D" w:rsidRDefault="001A4B89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459137" w14:textId="66639A74" w:rsidR="001A4B89" w:rsidRPr="0071129D" w:rsidRDefault="001A4B89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Osobné záznamy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E0E03D" w14:textId="77777777" w:rsidR="001A4B89" w:rsidRPr="0071129D" w:rsidRDefault="001A4B89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1A4B89" w:rsidRPr="0071129D" w14:paraId="5A327511" w14:textId="77777777" w:rsidTr="001A4B89">
        <w:trPr>
          <w:trHeight w:val="615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F783BD" w14:textId="77777777" w:rsidR="001A4B89" w:rsidRPr="0071129D" w:rsidRDefault="001A4B89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 xml:space="preserve">7.5 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85CDFD" w14:textId="48C6BA76" w:rsidR="001A4B89" w:rsidRPr="0071129D" w:rsidRDefault="001A4B89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Externé zaobstarávanie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3C4511" w14:textId="77777777" w:rsidR="001A4B89" w:rsidRPr="0071129D" w:rsidRDefault="001A4B89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</w:tbl>
    <w:p w14:paraId="01C8BD51" w14:textId="77777777" w:rsidR="00141F39" w:rsidRPr="00141F39" w:rsidRDefault="00141F39">
      <w:pPr>
        <w:rPr>
          <w:rFonts w:ascii="Cambria" w:hAnsi="Cambria"/>
          <w:sz w:val="12"/>
          <w:szCs w:val="12"/>
        </w:rPr>
        <w:sectPr w:rsidR="00141F39" w:rsidRPr="00141F39" w:rsidSect="002C4604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62731DC" w14:textId="77777777" w:rsidR="00130946" w:rsidRDefault="00130946">
      <w:pPr>
        <w:rPr>
          <w:rFonts w:ascii="Cambria" w:hAnsi="Cambria"/>
        </w:rPr>
      </w:pPr>
    </w:p>
    <w:p w14:paraId="73AADA27" w14:textId="77777777" w:rsidR="00673F05" w:rsidRPr="0071129D" w:rsidRDefault="00673F05">
      <w:pPr>
        <w:rPr>
          <w:rFonts w:ascii="Cambria" w:hAnsi="Cambria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71129D" w14:paraId="006F437F" w14:textId="77777777" w:rsidTr="00046863">
        <w:trPr>
          <w:trHeight w:val="262"/>
        </w:trPr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B08967" w14:textId="77777777" w:rsidR="00130946" w:rsidRPr="0071129D" w:rsidRDefault="0013094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94355F" w14:textId="77777777" w:rsidR="00130946" w:rsidRPr="0071129D" w:rsidRDefault="00130946" w:rsidP="00130946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BD04836" w14:textId="251DAB05" w:rsidR="00130946" w:rsidRPr="0071129D" w:rsidRDefault="00300B7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6"/>
            </w:r>
          </w:p>
        </w:tc>
      </w:tr>
      <w:tr w:rsidR="00130946" w:rsidRPr="0071129D" w14:paraId="1795EC71" w14:textId="77777777" w:rsidTr="00046863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77D06A0" w14:textId="77777777" w:rsidR="00130946" w:rsidRPr="0071129D" w:rsidRDefault="00130946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73F767" w14:textId="77777777" w:rsidR="00130946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Informačné požiadavky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55E6F01A" w14:textId="77777777" w:rsidR="00130946" w:rsidRPr="0071129D" w:rsidRDefault="00130946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1EC5F026" w14:textId="77777777" w:rsidTr="00046863">
        <w:trPr>
          <w:trHeight w:val="49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9C5A1A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399A59" w14:textId="77777777" w:rsidR="00CB58F4" w:rsidRPr="0071129D" w:rsidRDefault="005D5FF1" w:rsidP="005D5FF1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Informovanie verejnosti</w:t>
            </w:r>
            <w:r w:rsidRPr="0071129D">
              <w:rPr>
                <w:rFonts w:ascii="Cambria" w:hAnsi="Cambria"/>
                <w:i/>
                <w:color w:val="000000"/>
              </w:rPr>
              <w:t xml:space="preserve">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6E30866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7738FFEC" w14:textId="77777777" w:rsidTr="00046863">
        <w:trPr>
          <w:trHeight w:val="465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9A9309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0780B6" w14:textId="77777777" w:rsidR="00CB58F4" w:rsidRPr="0071129D" w:rsidRDefault="005D5FF1" w:rsidP="006D4256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Certifikačné dokumenty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45E181AF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5B1FCA82" w14:textId="77777777" w:rsidTr="00046863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BEE968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0D318C" w14:textId="77777777" w:rsidR="00CB58F4" w:rsidRPr="0071129D" w:rsidRDefault="005D5FF1" w:rsidP="006D4256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Odkaz na certifikáciu a používanie značiek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0327783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1012076A" w14:textId="77777777" w:rsidTr="00046863">
        <w:trPr>
          <w:trHeight w:val="53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A8C90C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35B9CE" w14:textId="77777777" w:rsidR="00CB58F4" w:rsidRPr="0071129D" w:rsidRDefault="005D5FF1" w:rsidP="006D4256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Dôvernosť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4B261C21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20E4EB87" w14:textId="77777777" w:rsidTr="00046863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B336CA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49AF95" w14:textId="77777777" w:rsidR="00CB58F4" w:rsidRPr="0071129D" w:rsidRDefault="005D5FF1" w:rsidP="006D4256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Výmena informácií medzi certifikačným orgánom a jeho klientmi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1DCEB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</w:tbl>
    <w:p w14:paraId="51B7FADD" w14:textId="77777777" w:rsidR="00141F39" w:rsidRDefault="00141F39" w:rsidP="00CB58F4">
      <w:pPr>
        <w:ind w:firstLine="232"/>
        <w:rPr>
          <w:rFonts w:ascii="Cambria" w:hAnsi="Cambria"/>
          <w:sz w:val="12"/>
          <w:szCs w:val="12"/>
        </w:rPr>
        <w:sectPr w:rsidR="00141F39" w:rsidSect="002C4604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066D6C0" w14:textId="77777777" w:rsidR="001A4B89" w:rsidRDefault="001A4B89" w:rsidP="00CB58F4">
      <w:pPr>
        <w:ind w:firstLine="232"/>
        <w:rPr>
          <w:rFonts w:ascii="Cambria" w:hAnsi="Cambria"/>
        </w:rPr>
      </w:pPr>
    </w:p>
    <w:p w14:paraId="56ECB254" w14:textId="77777777" w:rsidR="00673F05" w:rsidRPr="0071129D" w:rsidRDefault="00673F05" w:rsidP="00CB58F4">
      <w:pPr>
        <w:ind w:firstLine="232"/>
        <w:rPr>
          <w:rFonts w:ascii="Cambria" w:hAnsi="Cambria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71129D" w14:paraId="0DBC5A15" w14:textId="77777777" w:rsidTr="005A6EEB">
        <w:trPr>
          <w:trHeight w:val="262"/>
        </w:trPr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F09C14" w14:textId="77777777" w:rsidR="00130946" w:rsidRPr="0071129D" w:rsidRDefault="0013094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A06DCE" w14:textId="77777777" w:rsidR="00130946" w:rsidRPr="0071129D" w:rsidRDefault="00130946" w:rsidP="00130946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2A136B3" w14:textId="7E36B1AF" w:rsidR="00130946" w:rsidRPr="0071129D" w:rsidRDefault="00300B7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7"/>
            </w:r>
          </w:p>
        </w:tc>
      </w:tr>
      <w:tr w:rsidR="00130946" w:rsidRPr="0071129D" w14:paraId="757787D8" w14:textId="77777777" w:rsidTr="005A6EEB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D87E12" w14:textId="77777777" w:rsidR="00130946" w:rsidRPr="0071129D" w:rsidRDefault="00130946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6932FC" w14:textId="77777777" w:rsidR="00130946" w:rsidRPr="0071129D" w:rsidRDefault="00130946" w:rsidP="005D5FF1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Požiadavky na proces</w:t>
            </w:r>
            <w:r w:rsidR="005D5FF1" w:rsidRPr="0071129D">
              <w:rPr>
                <w:rFonts w:ascii="Cambria" w:hAnsi="Cambria"/>
                <w:b/>
                <w:color w:val="000000"/>
              </w:rPr>
              <w:t>y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6FD5BB18" w14:textId="77777777" w:rsidR="00130946" w:rsidRPr="0071129D" w:rsidRDefault="00130946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20586D4D" w14:textId="77777777" w:rsidTr="005A6EEB">
        <w:trPr>
          <w:trHeight w:val="50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A35AB0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DAD718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Predcertifikačné činnosti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47AA6A8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7A15E440" w14:textId="77777777" w:rsidTr="005A6EEB">
        <w:trPr>
          <w:trHeight w:val="475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65D698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E68B32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Plánovanie auditov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0376A7F4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0F5E0594" w14:textId="77777777" w:rsidTr="005A6EEB">
        <w:trPr>
          <w:trHeight w:val="46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E25653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lastRenderedPageBreak/>
              <w:t>9.3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16775B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Prvotná certifikácia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AEDC9A7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2CC85DF7" w14:textId="77777777" w:rsidTr="005A6EEB">
        <w:trPr>
          <w:trHeight w:val="463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08C6A0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B8A304" w14:textId="77777777" w:rsidR="00CB58F4" w:rsidRPr="0071129D" w:rsidRDefault="005D5FF1" w:rsidP="006D4256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  <w:b/>
                <w:bCs/>
              </w:rPr>
              <w:t>Vykonávanie auditov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3252C7D1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604FA993" w14:textId="77777777" w:rsidTr="005A6EEB">
        <w:trPr>
          <w:trHeight w:val="485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C999AF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1996F4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Rozhodnutie o certifikácii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22C0FA51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425F765A" w14:textId="77777777" w:rsidTr="005A6EEB">
        <w:trPr>
          <w:trHeight w:val="465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29566C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E56E43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Udržiavanie certifikácie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BC3D217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54067FC5" w14:textId="77777777" w:rsidTr="005A6EEB">
        <w:trPr>
          <w:trHeight w:val="473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34C24CC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9.7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2C9899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Odvolania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8E71466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2FF8115E" w14:textId="77777777" w:rsidTr="005A6EEB">
        <w:trPr>
          <w:trHeight w:val="481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608601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019B3F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Sťažnosti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3AAD9348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11096453" w14:textId="77777777" w:rsidTr="005A6EEB">
        <w:trPr>
          <w:trHeight w:val="475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BEFF51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9.9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559ACB" w14:textId="77777777" w:rsidR="00CB58F4" w:rsidRPr="0071129D" w:rsidRDefault="005D5FF1" w:rsidP="006D4256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Záznamy o klientoch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04BD1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</w:tbl>
    <w:p w14:paraId="29D2B345" w14:textId="77777777" w:rsidR="00141F39" w:rsidRDefault="00141F39">
      <w:pPr>
        <w:rPr>
          <w:rFonts w:asciiTheme="majorHAnsi" w:hAnsiTheme="majorHAnsi"/>
          <w:sz w:val="12"/>
          <w:szCs w:val="12"/>
        </w:rPr>
        <w:sectPr w:rsidR="00141F39" w:rsidSect="002C4604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99A9A7C" w14:textId="77777777" w:rsidR="001A4B89" w:rsidRDefault="001A4B89">
      <w:pPr>
        <w:rPr>
          <w:rFonts w:asciiTheme="majorHAnsi" w:hAnsiTheme="majorHAnsi"/>
        </w:rPr>
      </w:pPr>
    </w:p>
    <w:p w14:paraId="0698EDFA" w14:textId="77777777" w:rsidR="00673F05" w:rsidRPr="001A4B89" w:rsidRDefault="00673F05">
      <w:pPr>
        <w:rPr>
          <w:rFonts w:asciiTheme="majorHAnsi" w:hAnsiTheme="majorHAnsi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71129D" w14:paraId="41FB1714" w14:textId="77777777" w:rsidTr="005A6EEB">
        <w:trPr>
          <w:trHeight w:val="262"/>
        </w:trPr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594282" w14:textId="77777777" w:rsidR="00130946" w:rsidRPr="0071129D" w:rsidRDefault="0013094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59281A" w14:textId="77777777" w:rsidR="00130946" w:rsidRPr="0071129D" w:rsidRDefault="00130946" w:rsidP="00130946">
            <w:pPr>
              <w:ind w:left="105" w:right="3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36645419" w14:textId="52E31906" w:rsidR="00130946" w:rsidRPr="0071129D" w:rsidRDefault="00300B76" w:rsidP="00130946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8"/>
            </w:r>
          </w:p>
        </w:tc>
      </w:tr>
      <w:tr w:rsidR="00130946" w:rsidRPr="0071129D" w14:paraId="35784097" w14:textId="77777777" w:rsidTr="005A6EEB">
        <w:trPr>
          <w:trHeight w:val="262"/>
        </w:trPr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B1257E" w14:textId="77777777" w:rsidR="00130946" w:rsidRPr="0071129D" w:rsidRDefault="00130946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F83AB4" w14:textId="77777777" w:rsidR="00130946" w:rsidRPr="0071129D" w:rsidRDefault="005D5FF1" w:rsidP="006D4256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Požiadavky na systém manažérstva certifikačných orgánov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33F0BC65" w14:textId="77777777" w:rsidR="00130946" w:rsidRPr="0071129D" w:rsidRDefault="00130946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031D109F" w14:textId="77777777" w:rsidTr="005A6EEB">
        <w:trPr>
          <w:trHeight w:val="47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152A8C9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220F3F" w14:textId="77777777" w:rsidR="00CB58F4" w:rsidRPr="0071129D" w:rsidRDefault="005D5FF1" w:rsidP="006D4256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Možnosti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24AFB0C4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5D5FF1" w:rsidRPr="0071129D" w14:paraId="282617AC" w14:textId="77777777" w:rsidTr="005A6EEB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1346D5" w14:textId="77777777" w:rsidR="005D5FF1" w:rsidRPr="0071129D" w:rsidRDefault="005D5FF1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910D28" w14:textId="77777777" w:rsidR="005D5FF1" w:rsidRPr="0071129D" w:rsidRDefault="005D5FF1" w:rsidP="006D4256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Možnosť A: Požiadavky všeobecného  systému manažérstva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14:paraId="52B295B5" w14:textId="77777777" w:rsidR="005D5FF1" w:rsidRPr="0071129D" w:rsidRDefault="005D5FF1" w:rsidP="005D5FF1">
            <w:pPr>
              <w:jc w:val="center"/>
              <w:rPr>
                <w:rFonts w:ascii="Cambria" w:eastAsia="Wingdings" w:hAnsi="Cambria"/>
                <w:color w:val="000000"/>
              </w:rPr>
            </w:pPr>
            <w:r w:rsidRPr="0071129D">
              <w:rPr>
                <w:rFonts w:ascii="Cambria" w:eastAsia="Wingdings" w:hAnsi="Cambria"/>
                <w:color w:val="000000"/>
              </w:rPr>
              <w:t>----------</w:t>
            </w:r>
          </w:p>
        </w:tc>
      </w:tr>
      <w:tr w:rsidR="00CB58F4" w:rsidRPr="0071129D" w14:paraId="18A25D68" w14:textId="77777777" w:rsidTr="005A6EEB">
        <w:trPr>
          <w:trHeight w:val="53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66EFEF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eastAsia="Arial" w:hAnsi="Cambria"/>
                <w:b/>
                <w:color w:val="000000"/>
              </w:rPr>
              <w:t>10.2.1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0F847C" w14:textId="77777777" w:rsidR="00CB58F4" w:rsidRPr="0071129D" w:rsidRDefault="005D5FF1" w:rsidP="006D4256">
            <w:pPr>
              <w:ind w:left="105" w:right="35"/>
              <w:rPr>
                <w:rFonts w:ascii="Cambria" w:hAnsi="Cambria"/>
                <w:b/>
                <w:iCs/>
              </w:rPr>
            </w:pPr>
            <w:r w:rsidRPr="0071129D">
              <w:rPr>
                <w:rFonts w:ascii="Cambria" w:hAnsi="Cambria"/>
              </w:rPr>
              <w:t>Všeobecne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6E5A48A9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23FC6137" w14:textId="77777777" w:rsidTr="005A6EEB">
        <w:trPr>
          <w:trHeight w:val="527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E61029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eastAsia="Arial" w:hAnsi="Cambria"/>
                <w:b/>
                <w:color w:val="000000"/>
              </w:rPr>
              <w:t>10.2.2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06C345" w14:textId="77777777" w:rsidR="00CB58F4" w:rsidRPr="0071129D" w:rsidRDefault="005D5FF1" w:rsidP="006D4256">
            <w:pPr>
              <w:ind w:left="105" w:right="35"/>
              <w:rPr>
                <w:rFonts w:ascii="Cambria" w:hAnsi="Cambria"/>
                <w:b/>
                <w:iCs/>
              </w:rPr>
            </w:pPr>
            <w:r w:rsidRPr="0071129D">
              <w:rPr>
                <w:rFonts w:ascii="Cambria" w:hAnsi="Cambria"/>
              </w:rPr>
              <w:t>Príručka systému manažérstva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5E7E07C1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1CBB20FA" w14:textId="77777777" w:rsidTr="005A6EEB">
        <w:trPr>
          <w:trHeight w:val="47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2A3640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eastAsia="Arial" w:hAnsi="Cambria"/>
                <w:b/>
                <w:color w:val="000000"/>
              </w:rPr>
              <w:t>10.2.3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7002BB" w14:textId="77777777" w:rsidR="00CB58F4" w:rsidRPr="0071129D" w:rsidRDefault="005D5FF1" w:rsidP="006D4256">
            <w:pPr>
              <w:ind w:left="105" w:right="35"/>
              <w:rPr>
                <w:rFonts w:ascii="Cambria" w:hAnsi="Cambria"/>
                <w:b/>
                <w:iCs/>
              </w:rPr>
            </w:pPr>
            <w:r w:rsidRPr="0071129D">
              <w:rPr>
                <w:rFonts w:ascii="Cambria" w:hAnsi="Cambria"/>
              </w:rPr>
              <w:t>Riadenie dokumentov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E256C5E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401E8641" w14:textId="77777777" w:rsidTr="005A6EEB">
        <w:trPr>
          <w:trHeight w:val="45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ECE498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10.2.4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0A89E4" w14:textId="77777777" w:rsidR="00CB58F4" w:rsidRPr="0071129D" w:rsidRDefault="005D5FF1" w:rsidP="006D4256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</w:rPr>
              <w:t>Riadenie záznamov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758AE2C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614B3185" w14:textId="77777777" w:rsidTr="005A6EEB">
        <w:trPr>
          <w:trHeight w:val="467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115542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10.2.5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00C987" w14:textId="77777777" w:rsidR="00CB58F4" w:rsidRPr="0071129D" w:rsidRDefault="005D5FF1" w:rsidP="006D4256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</w:rPr>
              <w:t>Preskúmanie manažmentom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B3FFFF4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2A1B759B" w14:textId="77777777" w:rsidTr="005A6EEB">
        <w:trPr>
          <w:trHeight w:val="48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B79B27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10.2.6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C7E6DB" w14:textId="77777777" w:rsidR="00CB58F4" w:rsidRPr="0071129D" w:rsidRDefault="005D5FF1" w:rsidP="006D4256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</w:rPr>
              <w:t>Interné audity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1F04888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CB58F4" w:rsidRPr="0071129D" w14:paraId="4CF28B5A" w14:textId="77777777" w:rsidTr="005A6EEB">
        <w:trPr>
          <w:trHeight w:val="46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7B79DF" w14:textId="77777777" w:rsidR="00CB58F4" w:rsidRPr="0071129D" w:rsidRDefault="00CB58F4" w:rsidP="006D4256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10.2.7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FF538C" w14:textId="77777777" w:rsidR="00CB58F4" w:rsidRPr="0071129D" w:rsidRDefault="00332B3B" w:rsidP="006D4256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</w:rPr>
              <w:t>Nápravné opatrenia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73525A8" w14:textId="77777777" w:rsidR="00CB58F4" w:rsidRPr="0071129D" w:rsidRDefault="00CB58F4" w:rsidP="006D4256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332B3B" w:rsidRPr="0071129D" w14:paraId="1289F0E7" w14:textId="77777777" w:rsidTr="005A6EEB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D8D623" w14:textId="77777777" w:rsidR="00332B3B" w:rsidRPr="0071129D" w:rsidRDefault="00332B3B" w:rsidP="00597325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9BB969" w14:textId="77777777" w:rsidR="00332B3B" w:rsidRPr="0071129D" w:rsidRDefault="00332B3B" w:rsidP="00332B3B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Možnosť B: Požiadavky systému  manažérstva v súlade s ISO 9001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14:paraId="4D24A991" w14:textId="77777777" w:rsidR="00332B3B" w:rsidRPr="0071129D" w:rsidRDefault="00332B3B" w:rsidP="00597325">
            <w:pPr>
              <w:jc w:val="center"/>
              <w:rPr>
                <w:rFonts w:ascii="Cambria" w:eastAsia="Wingdings" w:hAnsi="Cambria"/>
                <w:color w:val="000000"/>
              </w:rPr>
            </w:pPr>
            <w:r w:rsidRPr="0071129D">
              <w:rPr>
                <w:rFonts w:ascii="Cambria" w:eastAsia="Wingdings" w:hAnsi="Cambria"/>
                <w:color w:val="000000"/>
              </w:rPr>
              <w:t>----------</w:t>
            </w:r>
          </w:p>
        </w:tc>
      </w:tr>
      <w:tr w:rsidR="00332B3B" w:rsidRPr="0071129D" w14:paraId="1E9C601B" w14:textId="77777777" w:rsidTr="005A6EEB">
        <w:trPr>
          <w:trHeight w:val="52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EB7D7F" w14:textId="77777777" w:rsidR="00332B3B" w:rsidRPr="0071129D" w:rsidRDefault="00332B3B" w:rsidP="00597325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eastAsia="Arial" w:hAnsi="Cambria"/>
                <w:b/>
                <w:color w:val="000000"/>
              </w:rPr>
              <w:t>10.3.1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3A5816" w14:textId="77777777" w:rsidR="00332B3B" w:rsidRPr="0071129D" w:rsidRDefault="00332B3B" w:rsidP="00332B3B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</w:rPr>
              <w:t>Všeobecne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14:paraId="5A5233DC" w14:textId="77777777" w:rsidR="00332B3B" w:rsidRPr="0071129D" w:rsidRDefault="00332B3B" w:rsidP="00597325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332B3B" w:rsidRPr="0071129D" w14:paraId="51248CEE" w14:textId="77777777" w:rsidTr="005A6EEB">
        <w:trPr>
          <w:trHeight w:val="609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1FB5D6" w14:textId="77777777" w:rsidR="00332B3B" w:rsidRPr="0071129D" w:rsidRDefault="00332B3B" w:rsidP="00332B3B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eastAsia="Arial" w:hAnsi="Cambria"/>
                <w:b/>
                <w:color w:val="000000"/>
              </w:rPr>
              <w:lastRenderedPageBreak/>
              <w:t>10.3.2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8FBE45" w14:textId="77777777" w:rsidR="00332B3B" w:rsidRPr="0071129D" w:rsidRDefault="00332B3B" w:rsidP="00332B3B">
            <w:pPr>
              <w:ind w:left="105" w:right="3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</w:rPr>
              <w:t>Rozsah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14:paraId="2483035B" w14:textId="77777777" w:rsidR="00332B3B" w:rsidRPr="0071129D" w:rsidRDefault="00332B3B" w:rsidP="00597325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332B3B" w:rsidRPr="0071129D" w14:paraId="2E047129" w14:textId="77777777" w:rsidTr="005A6EEB">
        <w:trPr>
          <w:trHeight w:val="477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3F5C42" w14:textId="77777777" w:rsidR="00332B3B" w:rsidRPr="0071129D" w:rsidRDefault="00332B3B" w:rsidP="00597325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eastAsia="Arial" w:hAnsi="Cambria"/>
                <w:b/>
                <w:color w:val="000000"/>
              </w:rPr>
              <w:t>10.3.3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C302A1" w14:textId="77777777" w:rsidR="00332B3B" w:rsidRPr="0071129D" w:rsidRDefault="00332B3B" w:rsidP="00332B3B">
            <w:pPr>
              <w:ind w:left="105" w:right="3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Sústredenie sa na zákazníka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14:paraId="7B48AC3C" w14:textId="77777777" w:rsidR="00332B3B" w:rsidRPr="0071129D" w:rsidRDefault="00332B3B" w:rsidP="00597325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332B3B" w:rsidRPr="0071129D" w14:paraId="343AF36F" w14:textId="77777777" w:rsidTr="005A6EEB">
        <w:trPr>
          <w:trHeight w:val="471"/>
        </w:trPr>
        <w:tc>
          <w:tcPr>
            <w:tcW w:w="112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75F301" w14:textId="77777777" w:rsidR="00332B3B" w:rsidRPr="0071129D" w:rsidRDefault="00332B3B" w:rsidP="00597325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10.3.4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F867A5" w14:textId="77777777" w:rsidR="00332B3B" w:rsidRPr="0071129D" w:rsidRDefault="00332B3B" w:rsidP="00332B3B">
            <w:pPr>
              <w:ind w:left="105" w:right="3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Preskúmanie manažmentom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D0F91" w14:textId="77777777" w:rsidR="00332B3B" w:rsidRPr="0071129D" w:rsidRDefault="00332B3B" w:rsidP="00597325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</w:tbl>
    <w:p w14:paraId="699DCE5E" w14:textId="77777777" w:rsidR="00141F39" w:rsidRDefault="00141F39" w:rsidP="00141F39">
      <w:pPr>
        <w:pStyle w:val="Hlavika"/>
        <w:tabs>
          <w:tab w:val="clear" w:pos="4536"/>
          <w:tab w:val="clear" w:pos="9072"/>
        </w:tabs>
        <w:rPr>
          <w:rFonts w:ascii="Cambria" w:hAnsi="Cambria"/>
          <w:sz w:val="12"/>
          <w:szCs w:val="12"/>
        </w:rPr>
        <w:sectPr w:rsidR="00141F39" w:rsidSect="002C4604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69E4C06" w14:textId="77777777" w:rsidR="00673F05" w:rsidRPr="0071129D" w:rsidRDefault="00673F05" w:rsidP="00141F39">
      <w:pPr>
        <w:pStyle w:val="Hlavika"/>
        <w:tabs>
          <w:tab w:val="clear" w:pos="4536"/>
          <w:tab w:val="clear" w:pos="9072"/>
        </w:tabs>
        <w:rPr>
          <w:rFonts w:ascii="Cambria" w:hAnsi="Cambria"/>
        </w:rPr>
      </w:pPr>
    </w:p>
    <w:p w14:paraId="2A7F0CD2" w14:textId="77777777" w:rsidR="00332B3B" w:rsidRPr="0071129D" w:rsidRDefault="00332B3B" w:rsidP="00141F39">
      <w:pPr>
        <w:rPr>
          <w:rFonts w:ascii="Cambria" w:hAnsi="Cambria" w:cs="Arial"/>
          <w:b/>
          <w:bCs/>
          <w:iCs/>
          <w:sz w:val="28"/>
          <w:szCs w:val="28"/>
        </w:rPr>
      </w:pPr>
      <w:r w:rsidRPr="0071129D">
        <w:rPr>
          <w:rFonts w:ascii="Cambria" w:hAnsi="Cambria" w:cs="Arial"/>
          <w:b/>
          <w:bCs/>
          <w:iCs/>
          <w:sz w:val="28"/>
          <w:szCs w:val="28"/>
        </w:rPr>
        <w:t xml:space="preserve">Deklarovanie plnenia požiadaviek ďalších akreditačných </w:t>
      </w:r>
      <w:r w:rsidR="00B23805" w:rsidRPr="0071129D">
        <w:rPr>
          <w:rFonts w:ascii="Cambria" w:hAnsi="Cambria" w:cs="Arial"/>
          <w:b/>
          <w:bCs/>
          <w:iCs/>
          <w:sz w:val="28"/>
          <w:szCs w:val="28"/>
        </w:rPr>
        <w:t>noriem</w:t>
      </w:r>
      <w:r w:rsidRPr="0071129D">
        <w:rPr>
          <w:rFonts w:ascii="Cambria" w:hAnsi="Cambria" w:cs="Arial"/>
          <w:b/>
          <w:bCs/>
          <w:iCs/>
          <w:sz w:val="28"/>
          <w:szCs w:val="28"/>
        </w:rPr>
        <w:t>:</w:t>
      </w:r>
    </w:p>
    <w:p w14:paraId="671B8AD6" w14:textId="5E6643CD" w:rsidR="00332B3B" w:rsidRPr="0071129D" w:rsidRDefault="00332B3B" w:rsidP="00141F39">
      <w:pPr>
        <w:rPr>
          <w:rFonts w:ascii="Cambria" w:hAnsi="Cambria"/>
          <w:sz w:val="10"/>
          <w:szCs w:val="10"/>
        </w:rPr>
      </w:pPr>
      <w:r w:rsidRPr="0071129D">
        <w:rPr>
          <w:rFonts w:ascii="Cambria" w:hAnsi="Cambria" w:cs="Arial"/>
          <w:bCs/>
          <w:iCs/>
          <w:sz w:val="28"/>
          <w:szCs w:val="28"/>
        </w:rPr>
        <w:t>(Vyplňte len relevantné riadky)</w:t>
      </w:r>
      <w:r w:rsidR="002A64F0" w:rsidRPr="0071129D">
        <w:rPr>
          <w:rFonts w:ascii="Cambria" w:hAnsi="Cambria" w:cs="Arial"/>
          <w:bCs/>
          <w:iCs/>
          <w:sz w:val="28"/>
          <w:szCs w:val="28"/>
        </w:rPr>
        <w:t xml:space="preserve">    </w:t>
      </w:r>
    </w:p>
    <w:p w14:paraId="26AA1693" w14:textId="77777777" w:rsidR="00332B3B" w:rsidRPr="0071129D" w:rsidRDefault="00332B3B" w:rsidP="00141F39">
      <w:pPr>
        <w:pStyle w:val="Hlavika"/>
        <w:tabs>
          <w:tab w:val="clear" w:pos="4536"/>
          <w:tab w:val="clear" w:pos="9072"/>
        </w:tabs>
        <w:rPr>
          <w:rFonts w:ascii="Cambria" w:hAnsi="Cambria"/>
          <w:sz w:val="16"/>
          <w:szCs w:val="16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3543"/>
        <w:gridCol w:w="5435"/>
      </w:tblGrid>
      <w:tr w:rsidR="00332B3B" w:rsidRPr="0071129D" w14:paraId="2D254CA0" w14:textId="77777777" w:rsidTr="001A4B89">
        <w:trPr>
          <w:trHeight w:val="828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30CF48" w14:textId="77777777" w:rsidR="00332B3B" w:rsidRPr="0071129D" w:rsidRDefault="00332B3B" w:rsidP="005723AE">
            <w:pPr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>Systém manažérstva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8CDABD" w14:textId="77777777" w:rsidR="00332B3B" w:rsidRPr="0071129D" w:rsidRDefault="00332B3B" w:rsidP="00D4184F">
            <w:pPr>
              <w:ind w:left="105"/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 xml:space="preserve">Označenie </w:t>
            </w:r>
            <w:r w:rsidR="00D4184F" w:rsidRPr="0071129D">
              <w:rPr>
                <w:rFonts w:ascii="Cambria" w:hAnsi="Cambria"/>
                <w:b/>
                <w:color w:val="000000"/>
              </w:rPr>
              <w:t>dokumentu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2BB07FD8" w14:textId="03BB28DF" w:rsidR="00332B3B" w:rsidRPr="0071129D" w:rsidRDefault="00332B3B" w:rsidP="00597325">
            <w:pPr>
              <w:jc w:val="center"/>
              <w:rPr>
                <w:rFonts w:ascii="Cambria" w:hAnsi="Cambria"/>
              </w:rPr>
            </w:pPr>
            <w:r w:rsidRPr="0071129D">
              <w:rPr>
                <w:rFonts w:ascii="Cambria" w:hAnsi="Cambria"/>
                <w:b/>
                <w:color w:val="000000"/>
              </w:rPr>
              <w:t xml:space="preserve">Popis plnenia požiadavky – odkazy na články Príručky kvality alebo iných relevantných dokumentov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9"/>
            </w:r>
          </w:p>
        </w:tc>
      </w:tr>
      <w:tr w:rsidR="00332B3B" w:rsidRPr="0071129D" w14:paraId="69CBBEDE" w14:textId="77777777" w:rsidTr="001A4B89">
        <w:trPr>
          <w:trHeight w:val="443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F950B9" w14:textId="77777777" w:rsidR="00332B3B" w:rsidRPr="0071129D" w:rsidRDefault="00332B3B" w:rsidP="005723A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EMS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9A7E55" w14:textId="77777777" w:rsidR="00332B3B" w:rsidRPr="0071129D" w:rsidRDefault="00332B3B" w:rsidP="00D4184F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ISO/IEC 17021-2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ED5466" w14:textId="77777777" w:rsidR="00332B3B" w:rsidRPr="0071129D" w:rsidRDefault="00332B3B" w:rsidP="00D4184F">
            <w:pPr>
              <w:rPr>
                <w:rFonts w:ascii="Cambria" w:hAnsi="Cambria"/>
                <w:color w:val="000000"/>
              </w:rPr>
            </w:pPr>
          </w:p>
        </w:tc>
      </w:tr>
      <w:tr w:rsidR="005723AE" w:rsidRPr="0071129D" w14:paraId="7FEAE8BB" w14:textId="77777777" w:rsidTr="001A4B89">
        <w:trPr>
          <w:trHeight w:val="479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66477B" w14:textId="77777777" w:rsidR="005723AE" w:rsidRPr="0071129D" w:rsidRDefault="005723AE" w:rsidP="005723A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QMS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D104B1" w14:textId="77777777" w:rsidR="005723AE" w:rsidRPr="0071129D" w:rsidRDefault="005723AE" w:rsidP="00D4184F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ISO/IEC 17021-3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ADA6F5" w14:textId="77777777" w:rsidR="005723AE" w:rsidRPr="0071129D" w:rsidRDefault="005723AE" w:rsidP="00D4184F">
            <w:pPr>
              <w:rPr>
                <w:rFonts w:ascii="Cambria" w:hAnsi="Cambria"/>
                <w:color w:val="000000"/>
              </w:rPr>
            </w:pPr>
          </w:p>
        </w:tc>
      </w:tr>
      <w:tr w:rsidR="00332B3B" w:rsidRPr="0071129D" w14:paraId="7241CBB6" w14:textId="77777777" w:rsidTr="001A4B89">
        <w:trPr>
          <w:trHeight w:val="501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EF4524" w14:textId="77777777" w:rsidR="00332B3B" w:rsidRPr="0071129D" w:rsidRDefault="005723AE" w:rsidP="005723A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ABMS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3C75FC" w14:textId="77777777" w:rsidR="00332B3B" w:rsidRPr="0071129D" w:rsidRDefault="005723AE" w:rsidP="00D4184F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ISO/IEC TS 17021-9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86FA6C" w14:textId="77777777" w:rsidR="00332B3B" w:rsidRPr="0071129D" w:rsidRDefault="00332B3B" w:rsidP="00D4184F">
            <w:pPr>
              <w:rPr>
                <w:rFonts w:ascii="Cambria" w:hAnsi="Cambria"/>
                <w:color w:val="000000"/>
              </w:rPr>
            </w:pPr>
          </w:p>
        </w:tc>
      </w:tr>
      <w:tr w:rsidR="005723AE" w:rsidRPr="0071129D" w14:paraId="40D485D1" w14:textId="77777777" w:rsidTr="001A4B89">
        <w:trPr>
          <w:trHeight w:val="467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1310B16" w14:textId="77777777" w:rsidR="005723AE" w:rsidRPr="0071129D" w:rsidRDefault="005723AE" w:rsidP="005723A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OH&amp;SMS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834281" w14:textId="77777777" w:rsidR="005723AE" w:rsidRPr="0071129D" w:rsidRDefault="005723AE" w:rsidP="00D4184F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ISO/IEC TS 17021-10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9B1DD7" w14:textId="77777777" w:rsidR="005723AE" w:rsidRPr="0071129D" w:rsidRDefault="005723AE" w:rsidP="00D4184F">
            <w:pPr>
              <w:rPr>
                <w:rFonts w:ascii="Cambria" w:hAnsi="Cambria"/>
                <w:color w:val="000000"/>
              </w:rPr>
            </w:pPr>
          </w:p>
        </w:tc>
      </w:tr>
      <w:tr w:rsidR="005723AE" w:rsidRPr="0071129D" w14:paraId="5250EE36" w14:textId="77777777" w:rsidTr="001A4B89">
        <w:trPr>
          <w:trHeight w:val="475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1E6C0F" w14:textId="77777777" w:rsidR="005723AE" w:rsidRPr="0071129D" w:rsidRDefault="005723AE" w:rsidP="005723A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ISMS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2439B8" w14:textId="77777777" w:rsidR="005723AE" w:rsidRPr="0071129D" w:rsidRDefault="005723AE" w:rsidP="00D4184F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ISO/IEC 27006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C6F926" w14:textId="77777777" w:rsidR="005723AE" w:rsidRPr="0071129D" w:rsidRDefault="005723AE" w:rsidP="00D4184F">
            <w:pPr>
              <w:rPr>
                <w:rFonts w:ascii="Cambria" w:hAnsi="Cambria"/>
                <w:color w:val="000000"/>
              </w:rPr>
            </w:pPr>
          </w:p>
        </w:tc>
      </w:tr>
      <w:tr w:rsidR="005723AE" w:rsidRPr="0071129D" w14:paraId="6C4943A1" w14:textId="77777777" w:rsidTr="001A4B89">
        <w:trPr>
          <w:trHeight w:val="455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CF6B6E" w14:textId="77777777" w:rsidR="005723AE" w:rsidRPr="0071129D" w:rsidRDefault="005723AE" w:rsidP="005723A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EnMS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591E53" w14:textId="77777777" w:rsidR="005723AE" w:rsidRPr="0071129D" w:rsidRDefault="005723AE" w:rsidP="00D4184F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ISO 50003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ED14F1" w14:textId="77777777" w:rsidR="005723AE" w:rsidRPr="0071129D" w:rsidRDefault="005723AE" w:rsidP="00D4184F">
            <w:pPr>
              <w:rPr>
                <w:rFonts w:ascii="Cambria" w:hAnsi="Cambria"/>
                <w:color w:val="000000"/>
              </w:rPr>
            </w:pPr>
          </w:p>
        </w:tc>
      </w:tr>
      <w:tr w:rsidR="005723AE" w:rsidRPr="0071129D" w14:paraId="3D81EAD8" w14:textId="77777777" w:rsidTr="001A4B89">
        <w:trPr>
          <w:trHeight w:val="491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B47A3D" w14:textId="77777777" w:rsidR="005723AE" w:rsidRPr="0071129D" w:rsidRDefault="005723AE" w:rsidP="005723A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FSMS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C24EA7" w14:textId="10C02F11" w:rsidR="005723AE" w:rsidRPr="0071129D" w:rsidRDefault="005723AE" w:rsidP="00D4184F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ISO</w:t>
            </w:r>
            <w:r w:rsidR="00005634">
              <w:rPr>
                <w:rFonts w:ascii="Cambria" w:hAnsi="Cambria"/>
                <w:b/>
              </w:rPr>
              <w:t xml:space="preserve"> 2</w:t>
            </w:r>
            <w:r w:rsidRPr="0071129D">
              <w:rPr>
                <w:rFonts w:ascii="Cambria" w:hAnsi="Cambria"/>
                <w:b/>
              </w:rPr>
              <w:t>2003</w:t>
            </w:r>
            <w:r w:rsidR="00005634">
              <w:rPr>
                <w:rFonts w:ascii="Cambria" w:hAnsi="Cambria"/>
                <w:b/>
              </w:rPr>
              <w:t>-1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502401" w14:textId="77777777" w:rsidR="005723AE" w:rsidRPr="0071129D" w:rsidRDefault="005723AE" w:rsidP="00D4184F">
            <w:pPr>
              <w:rPr>
                <w:rFonts w:ascii="Cambria" w:hAnsi="Cambria"/>
                <w:color w:val="000000"/>
              </w:rPr>
            </w:pPr>
          </w:p>
        </w:tc>
      </w:tr>
      <w:tr w:rsidR="00994DA9" w:rsidRPr="0071129D" w14:paraId="40A53DDA" w14:textId="77777777" w:rsidTr="001A4B89">
        <w:trPr>
          <w:trHeight w:val="491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E572DE" w14:textId="2D433F6D" w:rsidR="00994DA9" w:rsidRPr="0071129D" w:rsidRDefault="00994DA9" w:rsidP="005723AE">
            <w:pPr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BCMS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745743" w14:textId="5A78BB8F" w:rsidR="00994DA9" w:rsidRPr="0071129D" w:rsidRDefault="00994DA9" w:rsidP="00D4184F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ISO/IEC TS 17021-</w:t>
            </w:r>
            <w:r w:rsidR="00196785" w:rsidRPr="0071129D">
              <w:rPr>
                <w:rFonts w:ascii="Cambria" w:hAnsi="Cambria"/>
                <w:b/>
              </w:rPr>
              <w:t>6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446A0D" w14:textId="16F5F8A4" w:rsidR="00994DA9" w:rsidRPr="000B154D" w:rsidRDefault="00994DA9" w:rsidP="00D4184F">
            <w:pPr>
              <w:rPr>
                <w:rFonts w:ascii="Cambria" w:hAnsi="Cambria"/>
              </w:rPr>
            </w:pPr>
          </w:p>
        </w:tc>
      </w:tr>
      <w:tr w:rsidR="00994DA9" w:rsidRPr="0071129D" w14:paraId="082BB6A5" w14:textId="77777777" w:rsidTr="001A4B89">
        <w:trPr>
          <w:trHeight w:val="491"/>
        </w:trPr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C9C6FA" w14:textId="781CBD48" w:rsidR="00994DA9" w:rsidRPr="0071129D" w:rsidRDefault="00994DA9" w:rsidP="005723AE">
            <w:pPr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ITSMS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E333A6" w14:textId="6A9FBF1C" w:rsidR="00994DA9" w:rsidRPr="0071129D" w:rsidRDefault="00994DA9" w:rsidP="00D4184F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ISO/IEC 20000-6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411E14" w14:textId="77777777" w:rsidR="00994DA9" w:rsidRPr="000B154D" w:rsidRDefault="00994DA9" w:rsidP="00D4184F">
            <w:pPr>
              <w:rPr>
                <w:rFonts w:ascii="Cambria" w:hAnsi="Cambria"/>
              </w:rPr>
            </w:pPr>
          </w:p>
        </w:tc>
      </w:tr>
    </w:tbl>
    <w:p w14:paraId="23CF50B1" w14:textId="02FF7943" w:rsidR="001F07F3" w:rsidRPr="00141F39" w:rsidRDefault="001F07F3" w:rsidP="001A4B89">
      <w:pPr>
        <w:pStyle w:val="Hlavika"/>
        <w:tabs>
          <w:tab w:val="clear" w:pos="4536"/>
          <w:tab w:val="clear" w:pos="9072"/>
        </w:tabs>
        <w:rPr>
          <w:rFonts w:ascii="Cambria" w:hAnsi="Cambria"/>
          <w:b/>
          <w:color w:val="000000"/>
          <w:sz w:val="12"/>
          <w:szCs w:val="12"/>
        </w:rPr>
        <w:sectPr w:rsidR="001F07F3" w:rsidRPr="00141F39" w:rsidSect="002C4604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3575577" w14:textId="77777777" w:rsidR="00332B3B" w:rsidRDefault="00332B3B" w:rsidP="001A4B89">
      <w:pPr>
        <w:pStyle w:val="Hlavika"/>
        <w:tabs>
          <w:tab w:val="clear" w:pos="4536"/>
          <w:tab w:val="clear" w:pos="9072"/>
        </w:tabs>
        <w:rPr>
          <w:rFonts w:ascii="Cambria" w:hAnsi="Cambria"/>
        </w:rPr>
      </w:pPr>
    </w:p>
    <w:p w14:paraId="6AEB33E4" w14:textId="77777777" w:rsidR="001A4B89" w:rsidRDefault="001A4B89" w:rsidP="001A4B89">
      <w:pPr>
        <w:pStyle w:val="Hlavika"/>
        <w:tabs>
          <w:tab w:val="clear" w:pos="4536"/>
          <w:tab w:val="clear" w:pos="9072"/>
        </w:tabs>
        <w:rPr>
          <w:rFonts w:ascii="Cambria" w:hAnsi="Cambria"/>
        </w:rPr>
      </w:pPr>
    </w:p>
    <w:p w14:paraId="1E71D671" w14:textId="77777777" w:rsidR="008F11EE" w:rsidRDefault="008F11EE" w:rsidP="001A4B89">
      <w:pPr>
        <w:pStyle w:val="Hlavika"/>
        <w:tabs>
          <w:tab w:val="clear" w:pos="4536"/>
          <w:tab w:val="clear" w:pos="9072"/>
        </w:tabs>
        <w:rPr>
          <w:rFonts w:ascii="Cambria" w:hAnsi="Cambria"/>
        </w:rPr>
      </w:pPr>
    </w:p>
    <w:p w14:paraId="78E0F9FC" w14:textId="77777777" w:rsidR="00E51658" w:rsidRDefault="00E51658" w:rsidP="001A4B89">
      <w:pPr>
        <w:pStyle w:val="Hlavika"/>
        <w:tabs>
          <w:tab w:val="clear" w:pos="4536"/>
          <w:tab w:val="clear" w:pos="9072"/>
        </w:tabs>
        <w:rPr>
          <w:rFonts w:ascii="Cambria" w:hAnsi="Cambria"/>
        </w:rPr>
      </w:pPr>
    </w:p>
    <w:p w14:paraId="1F8DDC64" w14:textId="77777777" w:rsidR="00FC60D5" w:rsidRDefault="00FC60D5" w:rsidP="001A4B89">
      <w:pPr>
        <w:pStyle w:val="Hlavika"/>
        <w:tabs>
          <w:tab w:val="clear" w:pos="4536"/>
          <w:tab w:val="clear" w:pos="9072"/>
        </w:tabs>
        <w:rPr>
          <w:rFonts w:ascii="Cambria" w:hAnsi="Cambria"/>
        </w:rPr>
      </w:pPr>
    </w:p>
    <w:p w14:paraId="4C2EA0FB" w14:textId="27D90D6C" w:rsidR="009802C5" w:rsidRPr="0071129D" w:rsidRDefault="009802C5" w:rsidP="000B154D">
      <w:pPr>
        <w:pStyle w:val="Nadpis1"/>
        <w:keepNext/>
        <w:keepLines/>
      </w:pPr>
      <w:r w:rsidRPr="0071129D">
        <w:lastRenderedPageBreak/>
        <w:t>Oddiel B</w:t>
      </w:r>
    </w:p>
    <w:p w14:paraId="33E2A0B0" w14:textId="77777777" w:rsidR="009802C5" w:rsidRPr="0071129D" w:rsidRDefault="009802C5" w:rsidP="000B154D">
      <w:pPr>
        <w:keepNext/>
        <w:keepLines/>
        <w:rPr>
          <w:rFonts w:ascii="Cambria" w:hAnsi="Cambria" w:cs="Arial"/>
          <w:b/>
          <w:bCs/>
          <w:iCs/>
          <w:sz w:val="28"/>
          <w:szCs w:val="28"/>
        </w:rPr>
      </w:pPr>
    </w:p>
    <w:p w14:paraId="183B622C" w14:textId="271CF560" w:rsidR="009802C5" w:rsidRPr="0071129D" w:rsidRDefault="009802C5" w:rsidP="000B154D">
      <w:pPr>
        <w:keepNext/>
        <w:keepLines/>
        <w:rPr>
          <w:rFonts w:ascii="Cambria" w:hAnsi="Cambria" w:cs="Arial"/>
          <w:b/>
          <w:color w:val="000000"/>
          <w:sz w:val="28"/>
          <w:szCs w:val="28"/>
        </w:rPr>
      </w:pPr>
      <w:r w:rsidRPr="0071129D">
        <w:rPr>
          <w:rFonts w:ascii="Cambria" w:hAnsi="Cambria" w:cs="Arial"/>
          <w:b/>
          <w:bCs/>
          <w:iCs/>
          <w:sz w:val="28"/>
          <w:szCs w:val="28"/>
        </w:rPr>
        <w:t xml:space="preserve">Deklarovanie plnenia požiadaviek </w:t>
      </w:r>
      <w:r w:rsidR="004A7F27" w:rsidRPr="0071129D">
        <w:rPr>
          <w:rFonts w:ascii="Cambria" w:hAnsi="Cambria" w:cs="Arial"/>
          <w:b/>
          <w:color w:val="000000"/>
          <w:sz w:val="28"/>
          <w:szCs w:val="28"/>
        </w:rPr>
        <w:t>ZSPS 01: 2024, Rev. (0) „Požiadavky na orgány vykonávajúce audit a certifikáciu systému manažérstva zhotoviteľa vyhradených stavieb. Požiadavky na systém manažérstva Rev. (0)“</w:t>
      </w:r>
    </w:p>
    <w:p w14:paraId="585D2595" w14:textId="77777777" w:rsidR="004A7F27" w:rsidRPr="0071129D" w:rsidRDefault="004A7F27" w:rsidP="001A4B89">
      <w:pPr>
        <w:keepLines/>
        <w:rPr>
          <w:rFonts w:ascii="Cambria" w:hAnsi="Cambria" w:cs="Arial"/>
          <w:b/>
          <w:color w:val="000000"/>
          <w:sz w:val="28"/>
          <w:szCs w:val="28"/>
        </w:rPr>
      </w:pPr>
    </w:p>
    <w:tbl>
      <w:tblPr>
        <w:tblW w:w="10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4A7F27" w:rsidRPr="0071129D" w14:paraId="33A00AF7" w14:textId="77777777" w:rsidTr="005A6EEB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11E732" w14:textId="77777777" w:rsidR="004A7F27" w:rsidRPr="0071129D" w:rsidRDefault="004A7F27" w:rsidP="001A4B89">
            <w:pPr>
              <w:keepLines/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DF2EED" w14:textId="77777777" w:rsidR="004A7F27" w:rsidRPr="0071129D" w:rsidRDefault="004A7F27" w:rsidP="001A4B89">
            <w:pPr>
              <w:keepLines/>
              <w:ind w:left="105"/>
              <w:jc w:val="center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vAlign w:val="center"/>
          </w:tcPr>
          <w:p w14:paraId="6A17F1B1" w14:textId="6D43D3E4" w:rsidR="004A7F27" w:rsidRPr="0071129D" w:rsidRDefault="004A7F27" w:rsidP="001A4B89">
            <w:pPr>
              <w:keepLines/>
              <w:jc w:val="center"/>
              <w:rPr>
                <w:rFonts w:ascii="Cambria" w:hAnsi="Cambria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10"/>
            </w:r>
          </w:p>
        </w:tc>
      </w:tr>
      <w:tr w:rsidR="004A7F27" w:rsidRPr="0071129D" w14:paraId="77616832" w14:textId="77777777" w:rsidTr="005A6EEB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D17349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4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406AED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Všeobecné požiadavky</w:t>
            </w:r>
          </w:p>
        </w:tc>
        <w:tc>
          <w:tcPr>
            <w:tcW w:w="5435" w:type="dxa"/>
            <w:vMerge/>
          </w:tcPr>
          <w:p w14:paraId="4D52AA70" w14:textId="77777777" w:rsidR="004A7F27" w:rsidRPr="0071129D" w:rsidRDefault="004A7F27" w:rsidP="00AE041E">
            <w:pPr>
              <w:jc w:val="center"/>
              <w:rPr>
                <w:rFonts w:ascii="Cambria" w:hAnsi="Cambria"/>
              </w:rPr>
            </w:pPr>
          </w:p>
        </w:tc>
      </w:tr>
      <w:tr w:rsidR="004A7F27" w:rsidRPr="0071129D" w14:paraId="75BC34C0" w14:textId="77777777" w:rsidTr="005A6EEB">
        <w:trPr>
          <w:trHeight w:val="44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E73A60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4.1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B76A97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Zákonné a zmluvné požiadavky</w:t>
            </w:r>
          </w:p>
        </w:tc>
        <w:tc>
          <w:tcPr>
            <w:tcW w:w="5435" w:type="dxa"/>
            <w:vAlign w:val="center"/>
          </w:tcPr>
          <w:p w14:paraId="1280E41F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56954E5F" w14:textId="77777777" w:rsidTr="005A6EEB">
        <w:trPr>
          <w:trHeight w:val="479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40B27E" w14:textId="77777777" w:rsidR="004A7F27" w:rsidRPr="0071129D" w:rsidRDefault="004A7F27" w:rsidP="00AE041E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4.2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0C78A5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Manažérstvo nestrannosti</w:t>
            </w:r>
          </w:p>
        </w:tc>
        <w:tc>
          <w:tcPr>
            <w:tcW w:w="5435" w:type="dxa"/>
            <w:vAlign w:val="center"/>
          </w:tcPr>
          <w:p w14:paraId="427D28DC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59C02BCF" w14:textId="77777777" w:rsidTr="005A6EEB">
        <w:trPr>
          <w:trHeight w:val="47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EC732C" w14:textId="77777777" w:rsidR="004A7F27" w:rsidRPr="0071129D" w:rsidRDefault="004A7F27" w:rsidP="00AE041E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4.3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0B1E99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Záväzky a financovanie</w:t>
            </w:r>
          </w:p>
        </w:tc>
        <w:tc>
          <w:tcPr>
            <w:tcW w:w="5435" w:type="dxa"/>
            <w:vAlign w:val="center"/>
          </w:tcPr>
          <w:p w14:paraId="5FA1B596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40574ECB" w14:textId="77777777" w:rsidTr="005A6EEB">
        <w:trPr>
          <w:trHeight w:val="467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5D88C1" w14:textId="77777777" w:rsidR="004A7F27" w:rsidRPr="0071129D" w:rsidRDefault="004A7F27" w:rsidP="00AE041E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4.4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5424CF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Nediskriminačné podmienky</w:t>
            </w:r>
          </w:p>
        </w:tc>
        <w:tc>
          <w:tcPr>
            <w:tcW w:w="5435" w:type="dxa"/>
            <w:vAlign w:val="center"/>
          </w:tcPr>
          <w:p w14:paraId="16150B18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3445121A" w14:textId="77777777" w:rsidTr="005A6EEB">
        <w:trPr>
          <w:trHeight w:val="467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7688A0" w14:textId="77777777" w:rsidR="004A7F27" w:rsidRPr="0071129D" w:rsidRDefault="004A7F27" w:rsidP="00AE041E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4.5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645BE3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Dôvernosť</w:t>
            </w:r>
          </w:p>
        </w:tc>
        <w:tc>
          <w:tcPr>
            <w:tcW w:w="5435" w:type="dxa"/>
            <w:vAlign w:val="center"/>
          </w:tcPr>
          <w:p w14:paraId="3B25CD63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18969813" w14:textId="77777777" w:rsidTr="005A6EEB">
        <w:trPr>
          <w:trHeight w:val="467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D43FB1" w14:textId="77777777" w:rsidR="004A7F27" w:rsidRPr="0071129D" w:rsidRDefault="004A7F27" w:rsidP="00AE041E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4.6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19C57BE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Verejne dostupné informácie</w:t>
            </w:r>
          </w:p>
        </w:tc>
        <w:tc>
          <w:tcPr>
            <w:tcW w:w="5435" w:type="dxa"/>
            <w:vAlign w:val="center"/>
          </w:tcPr>
          <w:p w14:paraId="45DF0A2F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</w:tbl>
    <w:p w14:paraId="5CE57158" w14:textId="77777777" w:rsidR="00141F39" w:rsidRDefault="00141F39">
      <w:pPr>
        <w:rPr>
          <w:rFonts w:asciiTheme="majorHAnsi" w:hAnsiTheme="majorHAnsi"/>
          <w:sz w:val="12"/>
          <w:szCs w:val="12"/>
        </w:rPr>
        <w:sectPr w:rsidR="00141F39" w:rsidSect="004A7F27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E43F534" w14:textId="77777777" w:rsidR="001A4B89" w:rsidRDefault="001A4B89">
      <w:pPr>
        <w:rPr>
          <w:rFonts w:asciiTheme="majorHAnsi" w:hAnsiTheme="majorHAnsi"/>
        </w:rPr>
      </w:pPr>
    </w:p>
    <w:p w14:paraId="2E54DDB1" w14:textId="77777777" w:rsidR="00673F05" w:rsidRPr="00673F05" w:rsidRDefault="00673F05">
      <w:pPr>
        <w:rPr>
          <w:rFonts w:asciiTheme="majorHAnsi" w:hAnsiTheme="majorHAnsi"/>
        </w:rPr>
      </w:pPr>
    </w:p>
    <w:tbl>
      <w:tblPr>
        <w:tblW w:w="10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4A7F27" w:rsidRPr="0071129D" w14:paraId="4CF03497" w14:textId="77777777" w:rsidTr="005A6EEB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5F403DC" w14:textId="77777777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45072E" w14:textId="77777777" w:rsidR="004A7F27" w:rsidRPr="0071129D" w:rsidRDefault="004A7F27" w:rsidP="00AE041E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vAlign w:val="center"/>
          </w:tcPr>
          <w:p w14:paraId="3C315E02" w14:textId="0C2DD525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 xml:space="preserve">Popis plnenia požiadavky – odkazy na články Príručky kvality alebo iných relevantných dokumentov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11"/>
            </w:r>
          </w:p>
        </w:tc>
      </w:tr>
      <w:tr w:rsidR="004A7F27" w:rsidRPr="0071129D" w14:paraId="48E3F1FF" w14:textId="77777777" w:rsidTr="005A6EEB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1E51BC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5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325AB6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Požiadavky na štruktúru</w:t>
            </w:r>
          </w:p>
        </w:tc>
        <w:tc>
          <w:tcPr>
            <w:tcW w:w="5435" w:type="dxa"/>
            <w:vMerge/>
          </w:tcPr>
          <w:p w14:paraId="5ACEC18C" w14:textId="77777777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4A7F27" w:rsidRPr="0071129D" w14:paraId="4B11E42E" w14:textId="77777777" w:rsidTr="005A6EEB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C7B12E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5.1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E520FA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Organizačná štruktúra a vrcholový manažment</w:t>
            </w:r>
          </w:p>
        </w:tc>
        <w:tc>
          <w:tcPr>
            <w:tcW w:w="5435" w:type="dxa"/>
            <w:vAlign w:val="center"/>
          </w:tcPr>
          <w:p w14:paraId="7F2F0CFB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7769A818" w14:textId="77777777" w:rsidTr="005A6EEB">
        <w:trPr>
          <w:trHeight w:val="571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6BA13D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  <w:color w:val="000000"/>
              </w:rPr>
              <w:t>5.2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15638C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Mechanizmus na zachovanie nestrannosti</w:t>
            </w:r>
          </w:p>
        </w:tc>
        <w:tc>
          <w:tcPr>
            <w:tcW w:w="5435" w:type="dxa"/>
            <w:vAlign w:val="center"/>
          </w:tcPr>
          <w:p w14:paraId="6398C926" w14:textId="77777777" w:rsidR="004A7F27" w:rsidRPr="0071129D" w:rsidRDefault="004A7F27" w:rsidP="00AE041E">
            <w:pPr>
              <w:jc w:val="center"/>
              <w:rPr>
                <w:rFonts w:ascii="Cambria" w:hAnsi="Cambria"/>
              </w:rPr>
            </w:pPr>
          </w:p>
        </w:tc>
      </w:tr>
    </w:tbl>
    <w:p w14:paraId="6994809C" w14:textId="77777777" w:rsidR="00141F39" w:rsidRDefault="00141F39">
      <w:pPr>
        <w:rPr>
          <w:rFonts w:asciiTheme="majorHAnsi" w:hAnsiTheme="majorHAnsi"/>
          <w:sz w:val="12"/>
          <w:szCs w:val="12"/>
        </w:rPr>
        <w:sectPr w:rsidR="00141F39" w:rsidSect="004A7F27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466F1E5C" w14:textId="77777777" w:rsidR="001A4B89" w:rsidRDefault="001A4B89">
      <w:pPr>
        <w:rPr>
          <w:rFonts w:asciiTheme="majorHAnsi" w:hAnsiTheme="majorHAnsi"/>
        </w:rPr>
      </w:pPr>
    </w:p>
    <w:p w14:paraId="65C05E18" w14:textId="77777777" w:rsidR="00673F05" w:rsidRPr="001A4B89" w:rsidRDefault="00673F05">
      <w:pPr>
        <w:rPr>
          <w:rFonts w:asciiTheme="majorHAnsi" w:hAnsiTheme="majorHAnsi"/>
        </w:rPr>
      </w:pPr>
    </w:p>
    <w:tbl>
      <w:tblPr>
        <w:tblW w:w="10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4A7F27" w:rsidRPr="0071129D" w14:paraId="5494C130" w14:textId="77777777" w:rsidTr="005A6EEB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EDD402" w14:textId="77777777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EB05EE" w14:textId="77777777" w:rsidR="004A7F27" w:rsidRPr="0071129D" w:rsidRDefault="004A7F27" w:rsidP="00AE041E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vAlign w:val="center"/>
          </w:tcPr>
          <w:p w14:paraId="0C4F2D97" w14:textId="5E24D46D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12"/>
            </w:r>
          </w:p>
        </w:tc>
      </w:tr>
      <w:tr w:rsidR="004A7F27" w:rsidRPr="0071129D" w14:paraId="2911F4E1" w14:textId="77777777" w:rsidTr="005A6EEB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C42547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6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D702A4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Požiadavky na zdroje a riadenie</w:t>
            </w:r>
          </w:p>
        </w:tc>
        <w:tc>
          <w:tcPr>
            <w:tcW w:w="5435" w:type="dxa"/>
            <w:vMerge/>
          </w:tcPr>
          <w:p w14:paraId="678D0BFE" w14:textId="77777777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4A7F27" w:rsidRPr="0071129D" w14:paraId="57825F61" w14:textId="77777777" w:rsidTr="005A6EEB">
        <w:trPr>
          <w:trHeight w:val="491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0EC1AE7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6.1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D0EE7A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Pracovníci certifikačného orgánu</w:t>
            </w:r>
          </w:p>
        </w:tc>
        <w:tc>
          <w:tcPr>
            <w:tcW w:w="5435" w:type="dxa"/>
            <w:vAlign w:val="center"/>
          </w:tcPr>
          <w:p w14:paraId="2659A101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64AD9D4A" w14:textId="77777777" w:rsidTr="005A6EEB">
        <w:trPr>
          <w:trHeight w:val="579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91F909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6.2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0B9E37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i/>
                <w:iCs/>
                <w:color w:val="000000"/>
              </w:rPr>
            </w:pPr>
            <w:r w:rsidRPr="0071129D">
              <w:rPr>
                <w:rFonts w:ascii="Cambria" w:hAnsi="Cambria"/>
                <w:b/>
              </w:rPr>
              <w:t>Zdroje informácií na hodnotenie</w:t>
            </w:r>
          </w:p>
        </w:tc>
        <w:tc>
          <w:tcPr>
            <w:tcW w:w="5435" w:type="dxa"/>
            <w:vAlign w:val="center"/>
          </w:tcPr>
          <w:p w14:paraId="7EC19CE9" w14:textId="77777777" w:rsidR="004A7F27" w:rsidRPr="0071129D" w:rsidRDefault="004A7F27" w:rsidP="00AE041E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4A7F27" w:rsidRPr="0071129D" w14:paraId="06B26ECC" w14:textId="77777777" w:rsidTr="005A6EEB">
        <w:trPr>
          <w:trHeight w:val="47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780974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lastRenderedPageBreak/>
              <w:t>6.3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0FA4B8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Požiadavky na riadenie</w:t>
            </w:r>
          </w:p>
        </w:tc>
        <w:tc>
          <w:tcPr>
            <w:tcW w:w="5435" w:type="dxa"/>
            <w:vAlign w:val="center"/>
          </w:tcPr>
          <w:p w14:paraId="762F112A" w14:textId="77777777" w:rsidR="004A7F27" w:rsidRPr="0071129D" w:rsidRDefault="004A7F27" w:rsidP="00AE041E">
            <w:pPr>
              <w:jc w:val="center"/>
              <w:rPr>
                <w:rFonts w:ascii="Cambria" w:hAnsi="Cambria"/>
              </w:rPr>
            </w:pPr>
          </w:p>
        </w:tc>
      </w:tr>
    </w:tbl>
    <w:p w14:paraId="5ABC5860" w14:textId="77777777" w:rsidR="00141F39" w:rsidRDefault="00141F39" w:rsidP="004A7F27">
      <w:pPr>
        <w:rPr>
          <w:rFonts w:ascii="Cambria" w:hAnsi="Cambria"/>
          <w:sz w:val="12"/>
          <w:szCs w:val="12"/>
        </w:rPr>
        <w:sectPr w:rsidR="00141F39" w:rsidSect="004A7F27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7778A35D" w14:textId="77777777" w:rsidR="004A7F27" w:rsidRDefault="004A7F27" w:rsidP="004A7F27">
      <w:pPr>
        <w:rPr>
          <w:rFonts w:ascii="Cambria" w:hAnsi="Cambria"/>
        </w:rPr>
      </w:pPr>
    </w:p>
    <w:p w14:paraId="6E9F5ECA" w14:textId="77777777" w:rsidR="00673F05" w:rsidRPr="0071129D" w:rsidRDefault="00673F05" w:rsidP="004A7F27">
      <w:pPr>
        <w:rPr>
          <w:rFonts w:ascii="Cambria" w:hAnsi="Cambria"/>
        </w:rPr>
      </w:pPr>
    </w:p>
    <w:tbl>
      <w:tblPr>
        <w:tblW w:w="10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4A7F27" w:rsidRPr="0071129D" w14:paraId="6C0CC78C" w14:textId="77777777" w:rsidTr="00EA1BD8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202F87" w14:textId="77777777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CC3AE9" w14:textId="77777777" w:rsidR="004A7F27" w:rsidRPr="0071129D" w:rsidRDefault="004A7F27" w:rsidP="00AE041E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vAlign w:val="center"/>
          </w:tcPr>
          <w:p w14:paraId="08FCF9EE" w14:textId="45F64A84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13"/>
            </w:r>
          </w:p>
        </w:tc>
      </w:tr>
      <w:tr w:rsidR="004A7F27" w:rsidRPr="0071129D" w14:paraId="42B80854" w14:textId="77777777" w:rsidTr="00EA1BD8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502684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E27C15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Požiadavky na proces</w:t>
            </w:r>
          </w:p>
        </w:tc>
        <w:tc>
          <w:tcPr>
            <w:tcW w:w="5435" w:type="dxa"/>
            <w:vMerge/>
          </w:tcPr>
          <w:p w14:paraId="1DBEFB36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1886FC8E" w14:textId="77777777" w:rsidTr="00EA1BD8">
        <w:trPr>
          <w:trHeight w:val="499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2463D2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1638F1" w14:textId="77777777" w:rsidR="004A7F27" w:rsidRPr="0071129D" w:rsidRDefault="004A7F27" w:rsidP="00AE041E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Procesy pred certifikáciou</w:t>
            </w:r>
          </w:p>
        </w:tc>
        <w:tc>
          <w:tcPr>
            <w:tcW w:w="5435" w:type="dxa"/>
            <w:vAlign w:val="center"/>
          </w:tcPr>
          <w:p w14:paraId="13936499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1B4F89D9" w14:textId="77777777" w:rsidTr="00EA1BD8">
        <w:trPr>
          <w:trHeight w:val="46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938531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6965B7" w14:textId="77777777" w:rsidR="004A7F27" w:rsidRPr="0071129D" w:rsidRDefault="004A7F27" w:rsidP="00AE041E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Plánovanie auditov</w:t>
            </w:r>
          </w:p>
        </w:tc>
        <w:tc>
          <w:tcPr>
            <w:tcW w:w="5435" w:type="dxa"/>
            <w:vAlign w:val="center"/>
          </w:tcPr>
          <w:p w14:paraId="3970112C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41304EA4" w14:textId="77777777" w:rsidTr="00EA1BD8">
        <w:trPr>
          <w:trHeight w:val="487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67FA89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7.3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033629" w14:textId="77777777" w:rsidR="004A7F27" w:rsidRPr="0071129D" w:rsidRDefault="004A7F27" w:rsidP="00AE041E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Prvotná certifikácia</w:t>
            </w:r>
          </w:p>
        </w:tc>
        <w:tc>
          <w:tcPr>
            <w:tcW w:w="5435" w:type="dxa"/>
            <w:vAlign w:val="center"/>
          </w:tcPr>
          <w:p w14:paraId="434174F2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67E2379A" w14:textId="77777777" w:rsidTr="00EA1BD8">
        <w:trPr>
          <w:trHeight w:val="539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45C48A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7.4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91CF9B" w14:textId="77777777" w:rsidR="004A7F27" w:rsidRPr="0071129D" w:rsidRDefault="004A7F27" w:rsidP="00AE041E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Vykonávanie auditov</w:t>
            </w:r>
          </w:p>
        </w:tc>
        <w:tc>
          <w:tcPr>
            <w:tcW w:w="5435" w:type="dxa"/>
            <w:vAlign w:val="center"/>
          </w:tcPr>
          <w:p w14:paraId="44D62F52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06CE5EAE" w14:textId="77777777" w:rsidTr="00EA1BD8">
        <w:trPr>
          <w:trHeight w:val="53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7BEE7A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7.5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78AEDC" w14:textId="77777777" w:rsidR="004A7F27" w:rsidRPr="0071129D" w:rsidRDefault="004A7F27" w:rsidP="00AE041E">
            <w:pPr>
              <w:ind w:left="105"/>
              <w:rPr>
                <w:rFonts w:ascii="Cambria" w:hAnsi="Cambria"/>
                <w:i/>
                <w:color w:val="000000"/>
              </w:rPr>
            </w:pPr>
            <w:r w:rsidRPr="0071129D">
              <w:rPr>
                <w:rFonts w:ascii="Cambria" w:hAnsi="Cambria"/>
                <w:b/>
              </w:rPr>
              <w:t>Rozhodnutie o certifikácií</w:t>
            </w:r>
          </w:p>
        </w:tc>
        <w:tc>
          <w:tcPr>
            <w:tcW w:w="5435" w:type="dxa"/>
            <w:vAlign w:val="center"/>
          </w:tcPr>
          <w:p w14:paraId="55D92788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6BE428DC" w14:textId="77777777" w:rsidTr="00EA1BD8">
        <w:trPr>
          <w:trHeight w:val="53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12FD9F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7.6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989063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Udržiavanie certifikácie</w:t>
            </w:r>
          </w:p>
        </w:tc>
        <w:tc>
          <w:tcPr>
            <w:tcW w:w="5435" w:type="dxa"/>
            <w:vAlign w:val="center"/>
          </w:tcPr>
          <w:p w14:paraId="24E7CE5A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5AA4FA5B" w14:textId="77777777" w:rsidTr="00EA1BD8">
        <w:trPr>
          <w:trHeight w:val="53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007BC8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7.7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9964DF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Odvolania</w:t>
            </w:r>
          </w:p>
        </w:tc>
        <w:tc>
          <w:tcPr>
            <w:tcW w:w="5435" w:type="dxa"/>
            <w:vAlign w:val="center"/>
          </w:tcPr>
          <w:p w14:paraId="33BFA836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320C22A5" w14:textId="77777777" w:rsidTr="00EA1BD8">
        <w:trPr>
          <w:trHeight w:val="53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254DA1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7.8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1FC16C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Sťažnosti</w:t>
            </w:r>
          </w:p>
        </w:tc>
        <w:tc>
          <w:tcPr>
            <w:tcW w:w="5435" w:type="dxa"/>
            <w:vAlign w:val="center"/>
          </w:tcPr>
          <w:p w14:paraId="3D4C4552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2B4E2495" w14:textId="77777777" w:rsidTr="00EA1BD8">
        <w:trPr>
          <w:trHeight w:val="53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99F534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7.9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607687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  <w:b/>
              </w:rPr>
              <w:t>Záznamy o klientoch</w:t>
            </w:r>
          </w:p>
        </w:tc>
        <w:tc>
          <w:tcPr>
            <w:tcW w:w="5435" w:type="dxa"/>
            <w:vAlign w:val="center"/>
          </w:tcPr>
          <w:p w14:paraId="2EAFDA15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</w:tbl>
    <w:p w14:paraId="686A864A" w14:textId="77777777" w:rsidR="00141F39" w:rsidRDefault="00141F39" w:rsidP="004A7F27">
      <w:pPr>
        <w:ind w:firstLine="232"/>
        <w:rPr>
          <w:rFonts w:ascii="Cambria" w:hAnsi="Cambria"/>
          <w:sz w:val="12"/>
          <w:szCs w:val="12"/>
        </w:rPr>
        <w:sectPr w:rsidR="00141F39" w:rsidSect="004A7F27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28C67AA5" w14:textId="77777777" w:rsidR="008F11EE" w:rsidRDefault="008F11EE" w:rsidP="004A7F27">
      <w:pPr>
        <w:ind w:firstLine="232"/>
        <w:rPr>
          <w:rFonts w:ascii="Cambria" w:hAnsi="Cambria"/>
        </w:rPr>
      </w:pPr>
    </w:p>
    <w:p w14:paraId="07F71567" w14:textId="77777777" w:rsidR="00673F05" w:rsidRDefault="00673F05" w:rsidP="004A7F27">
      <w:pPr>
        <w:ind w:firstLine="232"/>
        <w:rPr>
          <w:rFonts w:ascii="Cambria" w:hAnsi="Cambria"/>
        </w:rPr>
      </w:pPr>
    </w:p>
    <w:tbl>
      <w:tblPr>
        <w:tblW w:w="10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4A7F27" w:rsidRPr="0071129D" w14:paraId="42355715" w14:textId="77777777" w:rsidTr="00EA1BD8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F7D6E6" w14:textId="77777777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FC1024" w14:textId="77777777" w:rsidR="004A7F27" w:rsidRPr="0071129D" w:rsidRDefault="004A7F27" w:rsidP="00AE041E">
            <w:pPr>
              <w:ind w:left="105"/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vAlign w:val="center"/>
          </w:tcPr>
          <w:p w14:paraId="28042612" w14:textId="14957988" w:rsidR="004A7F27" w:rsidRPr="0071129D" w:rsidRDefault="004A7F27" w:rsidP="00AE041E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Popis plnenia požiadavky – odkazy na články Príručky kvality alebo iných relevantných dokumentov</w:t>
            </w:r>
            <w:r w:rsidR="00673F05">
              <w:rPr>
                <w:rFonts w:ascii="Cambria" w:hAnsi="Cambria"/>
                <w:b/>
                <w:color w:val="000000"/>
              </w:rPr>
              <w:t xml:space="preserve"> </w:t>
            </w:r>
            <w:r w:rsidR="00141F39">
              <w:rPr>
                <w:rStyle w:val="Odkaznavysvetlivku"/>
                <w:rFonts w:ascii="Cambria" w:hAnsi="Cambria"/>
                <w:b/>
                <w:color w:val="000000"/>
              </w:rPr>
              <w:endnoteReference w:id="14"/>
            </w:r>
          </w:p>
        </w:tc>
      </w:tr>
      <w:tr w:rsidR="004A7F27" w:rsidRPr="0071129D" w14:paraId="163B1AA8" w14:textId="77777777" w:rsidTr="00EA1BD8">
        <w:trPr>
          <w:trHeight w:val="262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5A929A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B6ECD9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Požiadavky na systém manažérstva certifikačných orgánov</w:t>
            </w:r>
          </w:p>
        </w:tc>
        <w:tc>
          <w:tcPr>
            <w:tcW w:w="5435" w:type="dxa"/>
            <w:vMerge/>
          </w:tcPr>
          <w:p w14:paraId="48A8FE93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109ED433" w14:textId="77777777" w:rsidTr="00EA1BD8">
        <w:trPr>
          <w:trHeight w:val="509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7A5CEB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4BA4ED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Možnosti</w:t>
            </w:r>
          </w:p>
        </w:tc>
        <w:tc>
          <w:tcPr>
            <w:tcW w:w="5435" w:type="dxa"/>
            <w:vAlign w:val="center"/>
          </w:tcPr>
          <w:p w14:paraId="1202CDD3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4458375D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3F5303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60738D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</w:rPr>
              <w:t>Požiadavky všeobecného systému manažérstva</w:t>
            </w:r>
          </w:p>
        </w:tc>
        <w:tc>
          <w:tcPr>
            <w:tcW w:w="5435" w:type="dxa"/>
            <w:vAlign w:val="center"/>
          </w:tcPr>
          <w:p w14:paraId="3F3DE3C8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  <w:r w:rsidRPr="0071129D">
              <w:rPr>
                <w:rFonts w:ascii="Cambria" w:eastAsia="Wingdings" w:hAnsi="Cambria"/>
                <w:color w:val="000000"/>
              </w:rPr>
              <w:t>----------</w:t>
            </w:r>
          </w:p>
        </w:tc>
      </w:tr>
      <w:tr w:rsidR="004A7F27" w:rsidRPr="0071129D" w14:paraId="054ED117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50BE1C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99EB0C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</w:rPr>
            </w:pPr>
            <w:r w:rsidRPr="0071129D">
              <w:rPr>
                <w:rFonts w:ascii="Cambria" w:hAnsi="Cambria"/>
              </w:rPr>
              <w:t>Všeobecne</w:t>
            </w:r>
          </w:p>
        </w:tc>
        <w:tc>
          <w:tcPr>
            <w:tcW w:w="5435" w:type="dxa"/>
            <w:vAlign w:val="center"/>
          </w:tcPr>
          <w:p w14:paraId="0EDB1204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4DE9EA38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B80439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86C046" w14:textId="77777777" w:rsidR="004A7F27" w:rsidRPr="0071129D" w:rsidRDefault="004A7F27" w:rsidP="00AE041E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Príručka systému manažérstva</w:t>
            </w:r>
          </w:p>
        </w:tc>
        <w:tc>
          <w:tcPr>
            <w:tcW w:w="5435" w:type="dxa"/>
            <w:vAlign w:val="center"/>
          </w:tcPr>
          <w:p w14:paraId="558AEE6F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6868BBDF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CB54A4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lastRenderedPageBreak/>
              <w:t>8.2.3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7AD971" w14:textId="77777777" w:rsidR="004A7F27" w:rsidRPr="0071129D" w:rsidRDefault="004A7F27" w:rsidP="00AE041E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Riadenie dokumentov</w:t>
            </w:r>
          </w:p>
        </w:tc>
        <w:tc>
          <w:tcPr>
            <w:tcW w:w="5435" w:type="dxa"/>
            <w:vAlign w:val="center"/>
          </w:tcPr>
          <w:p w14:paraId="53F490ED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02A25A46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FC49CF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8.2.4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A83DFA" w14:textId="77777777" w:rsidR="004A7F27" w:rsidRPr="0071129D" w:rsidRDefault="004A7F27" w:rsidP="00AE041E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Riadenie záznamov</w:t>
            </w:r>
          </w:p>
        </w:tc>
        <w:tc>
          <w:tcPr>
            <w:tcW w:w="5435" w:type="dxa"/>
            <w:vAlign w:val="center"/>
          </w:tcPr>
          <w:p w14:paraId="2A5E6701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2A041722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6DD8CB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8.2.5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22A169" w14:textId="77777777" w:rsidR="004A7F27" w:rsidRPr="0071129D" w:rsidRDefault="004A7F27" w:rsidP="00AE041E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Preskúmanie manažmentom</w:t>
            </w:r>
          </w:p>
        </w:tc>
        <w:tc>
          <w:tcPr>
            <w:tcW w:w="5435" w:type="dxa"/>
            <w:vAlign w:val="center"/>
          </w:tcPr>
          <w:p w14:paraId="29973CCC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08FB2557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F82F97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8.2.6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46B58E" w14:textId="77777777" w:rsidR="004A7F27" w:rsidRPr="0071129D" w:rsidRDefault="004A7F27" w:rsidP="00AE041E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Interné audity</w:t>
            </w:r>
          </w:p>
        </w:tc>
        <w:tc>
          <w:tcPr>
            <w:tcW w:w="5435" w:type="dxa"/>
            <w:vAlign w:val="center"/>
          </w:tcPr>
          <w:p w14:paraId="50AFF29C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63D713B4" w14:textId="77777777" w:rsidTr="00EA1BD8">
        <w:trPr>
          <w:trHeight w:val="47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D425D7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8.2.7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BC7B87" w14:textId="77777777" w:rsidR="004A7F27" w:rsidRPr="0071129D" w:rsidRDefault="004A7F27" w:rsidP="00AE041E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Nápravné opatrenia</w:t>
            </w:r>
          </w:p>
        </w:tc>
        <w:tc>
          <w:tcPr>
            <w:tcW w:w="5435" w:type="dxa"/>
            <w:vAlign w:val="center"/>
          </w:tcPr>
          <w:p w14:paraId="17DBBC64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15542297" w14:textId="77777777" w:rsidTr="00EA1BD8">
        <w:trPr>
          <w:trHeight w:val="469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1BD641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8.3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F74ABD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bCs/>
                <w:color w:val="000000"/>
              </w:rPr>
            </w:pPr>
            <w:r w:rsidRPr="0071129D">
              <w:rPr>
                <w:rFonts w:ascii="Cambria" w:hAnsi="Cambria"/>
                <w:b/>
                <w:bCs/>
              </w:rPr>
              <w:t>Požiadavky systému manažérstva v súlade s ISO 9001</w:t>
            </w:r>
          </w:p>
        </w:tc>
        <w:tc>
          <w:tcPr>
            <w:tcW w:w="5435" w:type="dxa"/>
            <w:vAlign w:val="center"/>
          </w:tcPr>
          <w:p w14:paraId="0CFB074F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  <w:r w:rsidRPr="0071129D">
              <w:rPr>
                <w:rFonts w:ascii="Cambria" w:eastAsia="Wingdings" w:hAnsi="Cambria"/>
                <w:color w:val="000000"/>
              </w:rPr>
              <w:t>----------</w:t>
            </w:r>
          </w:p>
        </w:tc>
      </w:tr>
      <w:tr w:rsidR="004A7F27" w:rsidRPr="0071129D" w14:paraId="75154A8F" w14:textId="77777777" w:rsidTr="00EA1BD8">
        <w:trPr>
          <w:trHeight w:val="46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BFB9DE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8.3.1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4A70A2" w14:textId="77777777" w:rsidR="004A7F27" w:rsidRPr="0071129D" w:rsidRDefault="004A7F27" w:rsidP="00AE041E">
            <w:pPr>
              <w:ind w:left="105"/>
              <w:rPr>
                <w:rFonts w:ascii="Cambria" w:hAnsi="Cambria"/>
              </w:rPr>
            </w:pPr>
            <w:r w:rsidRPr="0071129D">
              <w:rPr>
                <w:rFonts w:ascii="Cambria" w:hAnsi="Cambria"/>
              </w:rPr>
              <w:t>Všeobecne</w:t>
            </w:r>
          </w:p>
        </w:tc>
        <w:tc>
          <w:tcPr>
            <w:tcW w:w="5435" w:type="dxa"/>
            <w:vAlign w:val="center"/>
          </w:tcPr>
          <w:p w14:paraId="4FCFE1C6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059166D7" w14:textId="77777777" w:rsidTr="00EA1BD8">
        <w:trPr>
          <w:trHeight w:val="48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DA43CA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8.3.2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676F53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</w:rPr>
              <w:t>Rozsah</w:t>
            </w:r>
          </w:p>
        </w:tc>
        <w:tc>
          <w:tcPr>
            <w:tcW w:w="5435" w:type="dxa"/>
            <w:vAlign w:val="center"/>
          </w:tcPr>
          <w:p w14:paraId="5726C647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7B658456" w14:textId="77777777" w:rsidTr="00EA1BD8">
        <w:trPr>
          <w:trHeight w:val="465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22FFCD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8.3.3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BC3010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</w:rPr>
              <w:t>Zameranie sa na zákazníka</w:t>
            </w:r>
          </w:p>
        </w:tc>
        <w:tc>
          <w:tcPr>
            <w:tcW w:w="5435" w:type="dxa"/>
            <w:vAlign w:val="center"/>
          </w:tcPr>
          <w:p w14:paraId="098CD8CA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  <w:tr w:rsidR="004A7F27" w:rsidRPr="0071129D" w14:paraId="6FF59187" w14:textId="77777777" w:rsidTr="00EA1BD8">
        <w:trPr>
          <w:trHeight w:val="473"/>
        </w:trPr>
        <w:tc>
          <w:tcPr>
            <w:tcW w:w="1125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92D7F9" w14:textId="77777777" w:rsidR="004A7F27" w:rsidRPr="0071129D" w:rsidRDefault="004A7F27" w:rsidP="00AE041E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  <w:b/>
                <w:color w:val="000000"/>
              </w:rPr>
              <w:t>8.3.4</w:t>
            </w:r>
          </w:p>
        </w:tc>
        <w:tc>
          <w:tcPr>
            <w:tcW w:w="3969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742155" w14:textId="77777777" w:rsidR="004A7F27" w:rsidRPr="0071129D" w:rsidRDefault="004A7F27" w:rsidP="00AE041E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71129D">
              <w:rPr>
                <w:rFonts w:ascii="Cambria" w:hAnsi="Cambria"/>
              </w:rPr>
              <w:t>Preskúmanie manažmentom</w:t>
            </w:r>
          </w:p>
        </w:tc>
        <w:tc>
          <w:tcPr>
            <w:tcW w:w="5435" w:type="dxa"/>
            <w:vAlign w:val="center"/>
          </w:tcPr>
          <w:p w14:paraId="2E2F845C" w14:textId="77777777" w:rsidR="004A7F27" w:rsidRPr="0071129D" w:rsidRDefault="004A7F27" w:rsidP="00AE041E">
            <w:pPr>
              <w:jc w:val="center"/>
              <w:rPr>
                <w:rFonts w:ascii="Cambria" w:eastAsia="Wingdings" w:hAnsi="Cambria"/>
                <w:color w:val="000000"/>
              </w:rPr>
            </w:pPr>
          </w:p>
        </w:tc>
      </w:tr>
    </w:tbl>
    <w:p w14:paraId="506F5BDD" w14:textId="1BA46108" w:rsidR="004A7F27" w:rsidRPr="00141F39" w:rsidRDefault="004A7F27" w:rsidP="001A4B89">
      <w:pPr>
        <w:pStyle w:val="Hlavika"/>
        <w:tabs>
          <w:tab w:val="clear" w:pos="4536"/>
          <w:tab w:val="clear" w:pos="9072"/>
        </w:tabs>
        <w:rPr>
          <w:rFonts w:ascii="Cambria" w:hAnsi="Cambria"/>
          <w:b/>
          <w:color w:val="000000"/>
          <w:sz w:val="12"/>
          <w:szCs w:val="12"/>
        </w:rPr>
        <w:sectPr w:rsidR="004A7F27" w:rsidRPr="00141F39" w:rsidSect="004A7F27">
          <w:endnotePr>
            <w:numFmt w:val="decimal"/>
          </w:endnotePr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4C1E1212" w14:textId="77777777" w:rsidR="00041318" w:rsidRDefault="00041318" w:rsidP="00041318">
      <w:pPr>
        <w:pStyle w:val="Hlavika"/>
        <w:keepLines/>
        <w:widowControl w:val="0"/>
        <w:tabs>
          <w:tab w:val="clear" w:pos="4536"/>
          <w:tab w:val="clear" w:pos="9072"/>
        </w:tabs>
        <w:rPr>
          <w:rFonts w:ascii="Cambria" w:hAnsi="Cambria"/>
        </w:rPr>
        <w:sectPr w:rsidR="00041318" w:rsidSect="002C4604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AC64F78" w14:textId="77777777" w:rsidR="008F11EE" w:rsidRDefault="008F11EE" w:rsidP="00041318">
      <w:pPr>
        <w:pStyle w:val="Hlavika"/>
        <w:keepLines/>
        <w:widowControl w:val="0"/>
        <w:tabs>
          <w:tab w:val="clear" w:pos="4536"/>
          <w:tab w:val="clear" w:pos="9072"/>
        </w:tabs>
        <w:rPr>
          <w:rFonts w:ascii="Cambria" w:hAnsi="Cambria"/>
        </w:rPr>
      </w:pPr>
    </w:p>
    <w:p w14:paraId="665BC9E7" w14:textId="77777777" w:rsidR="008F11EE" w:rsidRDefault="008F11EE" w:rsidP="00041318">
      <w:pPr>
        <w:pStyle w:val="Hlavika"/>
        <w:keepLines/>
        <w:widowControl w:val="0"/>
        <w:tabs>
          <w:tab w:val="clear" w:pos="4536"/>
          <w:tab w:val="clear" w:pos="9072"/>
        </w:tabs>
        <w:rPr>
          <w:rFonts w:ascii="Cambria" w:hAnsi="Cambria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8356"/>
      </w:tblGrid>
      <w:tr w:rsidR="0071129D" w14:paraId="13037960" w14:textId="77777777" w:rsidTr="00041318">
        <w:trPr>
          <w:cantSplit/>
          <w:trHeight w:val="399"/>
        </w:trPr>
        <w:tc>
          <w:tcPr>
            <w:tcW w:w="2122" w:type="dxa"/>
          </w:tcPr>
          <w:p w14:paraId="706EB307" w14:textId="77777777" w:rsidR="0071129D" w:rsidRDefault="0071129D" w:rsidP="00041318">
            <w:pPr>
              <w:keepLines/>
              <w:widowControl w:val="0"/>
              <w:jc w:val="both"/>
              <w:rPr>
                <w:spacing w:val="-2"/>
                <w:sz w:val="28"/>
              </w:rPr>
            </w:pPr>
            <w:bookmarkStart w:id="3" w:name="_Hlk172646454"/>
            <w:r w:rsidRPr="004040A2">
              <w:t>Dátum:</w:t>
            </w:r>
          </w:p>
        </w:tc>
        <w:tc>
          <w:tcPr>
            <w:tcW w:w="8356" w:type="dxa"/>
          </w:tcPr>
          <w:p w14:paraId="61D71312" w14:textId="77777777" w:rsidR="0071129D" w:rsidRDefault="0071129D" w:rsidP="00041318">
            <w:pPr>
              <w:keepLines/>
              <w:widowControl w:val="0"/>
              <w:jc w:val="both"/>
              <w:rPr>
                <w:spacing w:val="-2"/>
                <w:sz w:val="28"/>
              </w:rPr>
            </w:pPr>
            <w:r w:rsidRPr="001D10D1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</w:p>
        </w:tc>
      </w:tr>
      <w:tr w:rsidR="0071129D" w14:paraId="142E54B8" w14:textId="77777777" w:rsidTr="00041318">
        <w:trPr>
          <w:cantSplit/>
          <w:trHeight w:val="399"/>
        </w:trPr>
        <w:tc>
          <w:tcPr>
            <w:tcW w:w="2122" w:type="dxa"/>
          </w:tcPr>
          <w:p w14:paraId="07541791" w14:textId="77777777" w:rsidR="0071129D" w:rsidRDefault="0071129D" w:rsidP="00041318">
            <w:pPr>
              <w:keepLines/>
              <w:widowControl w:val="0"/>
              <w:jc w:val="both"/>
              <w:rPr>
                <w:spacing w:val="-2"/>
                <w:sz w:val="28"/>
              </w:rPr>
            </w:pPr>
            <w:r w:rsidRPr="001D10D1">
              <w:t>Meno a priezvisko:</w:t>
            </w:r>
          </w:p>
        </w:tc>
        <w:tc>
          <w:tcPr>
            <w:tcW w:w="8356" w:type="dxa"/>
          </w:tcPr>
          <w:p w14:paraId="4018D84A" w14:textId="77777777" w:rsidR="0071129D" w:rsidRDefault="0071129D" w:rsidP="00041318">
            <w:pPr>
              <w:keepLines/>
              <w:widowControl w:val="0"/>
              <w:jc w:val="both"/>
              <w:rPr>
                <w:spacing w:val="-2"/>
                <w:sz w:val="28"/>
              </w:rPr>
            </w:pPr>
            <w:r w:rsidRPr="001D10D1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t> </w:t>
            </w:r>
            <w:r w:rsidRPr="001D10D1">
              <w:t> </w:t>
            </w:r>
            <w:r w:rsidRPr="001D10D1">
              <w:t> </w:t>
            </w:r>
            <w:r w:rsidRPr="001D10D1">
              <w:t> </w:t>
            </w:r>
            <w:r w:rsidRPr="001D10D1">
              <w:t> </w:t>
            </w:r>
            <w:r w:rsidRPr="001D10D1">
              <w:fldChar w:fldCharType="end"/>
            </w:r>
          </w:p>
        </w:tc>
      </w:tr>
      <w:tr w:rsidR="0071129D" w14:paraId="08C92914" w14:textId="77777777" w:rsidTr="00041318">
        <w:trPr>
          <w:cantSplit/>
          <w:trHeight w:val="399"/>
        </w:trPr>
        <w:tc>
          <w:tcPr>
            <w:tcW w:w="2122" w:type="dxa"/>
          </w:tcPr>
          <w:p w14:paraId="5074D568" w14:textId="77777777" w:rsidR="0071129D" w:rsidRDefault="0071129D" w:rsidP="00041318">
            <w:pPr>
              <w:keepLines/>
              <w:widowControl w:val="0"/>
              <w:jc w:val="both"/>
              <w:rPr>
                <w:spacing w:val="-2"/>
                <w:sz w:val="28"/>
              </w:rPr>
            </w:pPr>
            <w:r w:rsidRPr="001D10D1">
              <w:t>Funkcia:</w:t>
            </w:r>
          </w:p>
        </w:tc>
        <w:tc>
          <w:tcPr>
            <w:tcW w:w="8356" w:type="dxa"/>
          </w:tcPr>
          <w:p w14:paraId="2D2BEA52" w14:textId="77777777" w:rsidR="0071129D" w:rsidRDefault="0071129D" w:rsidP="00041318">
            <w:pPr>
              <w:keepLines/>
              <w:widowControl w:val="0"/>
              <w:jc w:val="both"/>
              <w:rPr>
                <w:spacing w:val="-2"/>
                <w:sz w:val="28"/>
              </w:rPr>
            </w:pPr>
            <w:r w:rsidRPr="001D10D1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</w:p>
        </w:tc>
      </w:tr>
      <w:bookmarkEnd w:id="3"/>
    </w:tbl>
    <w:p w14:paraId="0E3E805D" w14:textId="77777777" w:rsidR="001A4B89" w:rsidRDefault="001A4B89" w:rsidP="000B154D">
      <w:pPr>
        <w:pStyle w:val="Hlavika"/>
        <w:tabs>
          <w:tab w:val="clear" w:pos="4536"/>
          <w:tab w:val="clear" w:pos="9072"/>
        </w:tabs>
        <w:rPr>
          <w:rFonts w:ascii="Cambria" w:hAnsi="Cambria"/>
          <w:sz w:val="6"/>
        </w:rPr>
      </w:pPr>
    </w:p>
    <w:sectPr w:rsidR="001A4B89" w:rsidSect="002C4604">
      <w:type w:val="continuous"/>
      <w:pgSz w:w="11906" w:h="16838" w:code="9"/>
      <w:pgMar w:top="567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B237F" w14:textId="77777777" w:rsidR="004604EA" w:rsidRDefault="004604EA">
      <w:r>
        <w:separator/>
      </w:r>
    </w:p>
  </w:endnote>
  <w:endnote w:type="continuationSeparator" w:id="0">
    <w:p w14:paraId="66F7A8E5" w14:textId="77777777" w:rsidR="004604EA" w:rsidRDefault="004604EA">
      <w:r>
        <w:continuationSeparator/>
      </w:r>
    </w:p>
  </w:endnote>
  <w:endnote w:id="1">
    <w:p w14:paraId="1DF14C8D" w14:textId="22FA13AE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3F76C5">
        <w:rPr>
          <w:rFonts w:ascii="Cambria" w:hAnsi="Cambria"/>
          <w:i/>
          <w:iCs/>
        </w:rPr>
        <w:t>Pracoviská certifikačného orgánu, kde sa vykonávajú certifikačné činnosti</w:t>
      </w:r>
    </w:p>
  </w:endnote>
  <w:endnote w:id="2">
    <w:p w14:paraId="7B9072B8" w14:textId="5C2A3DE0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="006B6327">
        <w:rPr>
          <w:rFonts w:ascii="Cambria" w:hAnsi="Cambria"/>
          <w:i/>
          <w:iCs/>
        </w:rPr>
        <w:t>U</w:t>
      </w:r>
      <w:r w:rsidRPr="00141F39">
        <w:rPr>
          <w:rFonts w:ascii="Cambria" w:hAnsi="Cambria"/>
          <w:i/>
          <w:iCs/>
        </w:rPr>
        <w:t>viesť iba v prípade žiadosti o reakreditáciu alebo rozšírenia akreditácie</w:t>
      </w:r>
    </w:p>
  </w:endnote>
  <w:endnote w:id="3">
    <w:p w14:paraId="7C5D11BB" w14:textId="7B8D0B8C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4">
    <w:p w14:paraId="43A5BC30" w14:textId="7CF9675D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5">
    <w:p w14:paraId="20310D00" w14:textId="4D8112C3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6">
    <w:p w14:paraId="49064E18" w14:textId="5F45F99E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7">
    <w:p w14:paraId="687BDD56" w14:textId="2896DDC6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8">
    <w:p w14:paraId="2B5FE018" w14:textId="3A6F45EF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9">
    <w:p w14:paraId="3E1B957B" w14:textId="4F250603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10">
    <w:p w14:paraId="2B2C7FDD" w14:textId="03C46B10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11">
    <w:p w14:paraId="1FA824F0" w14:textId="78EB38E6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  <w:r>
        <w:t xml:space="preserve"> </w:t>
      </w:r>
    </w:p>
  </w:endnote>
  <w:endnote w:id="12">
    <w:p w14:paraId="64BF3A5E" w14:textId="47BD7CB1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13">
    <w:p w14:paraId="4C3E529D" w14:textId="6B70B3DA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  <w:endnote w:id="14">
    <w:p w14:paraId="6E16FD10" w14:textId="00EC86E2" w:rsidR="00141F39" w:rsidRDefault="00141F39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141F39">
        <w:rPr>
          <w:rFonts w:ascii="Cambria" w:hAnsi="Cambria"/>
          <w:bCs/>
          <w:i/>
          <w:iCs/>
          <w:color w:val="000000"/>
        </w:rPr>
        <w:t>Všetky dokumenty, na ktoré sa odvolávate vložte do AIS.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F80DB" w14:textId="77777777" w:rsidR="00FD7AB0" w:rsidRPr="0071129D" w:rsidRDefault="00FD7AB0" w:rsidP="000C0B22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  <w:b/>
      </w:rPr>
    </w:pPr>
    <w:r w:rsidRPr="0071129D">
      <w:rPr>
        <w:rFonts w:asciiTheme="majorHAnsi" w:hAnsiTheme="majorHAnsi"/>
        <w:b/>
      </w:rPr>
      <w:t>TL 05/OA 7/2</w:t>
    </w:r>
  </w:p>
  <w:p w14:paraId="259F38BD" w14:textId="77777777" w:rsidR="00FD7AB0" w:rsidRPr="0071129D" w:rsidRDefault="00FD7AB0" w:rsidP="000C0B22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</w:rPr>
    </w:pPr>
    <w:r w:rsidRPr="0071129D">
      <w:rPr>
        <w:rFonts w:asciiTheme="majorHAnsi" w:hAnsiTheme="majorHAnsi"/>
      </w:rPr>
      <w:t>Verzia:</w:t>
    </w:r>
    <w:r w:rsidRPr="0071129D">
      <w:rPr>
        <w:rFonts w:asciiTheme="majorHAnsi" w:hAnsiTheme="majorHAnsi"/>
        <w:b/>
      </w:rPr>
      <w:t xml:space="preserve"> 15.07.24</w:t>
    </w:r>
    <w:r w:rsidRPr="0071129D">
      <w:rPr>
        <w:rFonts w:asciiTheme="majorHAnsi" w:hAnsiTheme="majorHAnsi"/>
      </w:rPr>
      <w:tab/>
      <w:t xml:space="preserve">Strana: </w:t>
    </w:r>
    <w:r w:rsidRPr="0071129D">
      <w:rPr>
        <w:rStyle w:val="slostrany"/>
        <w:rFonts w:asciiTheme="majorHAnsi" w:hAnsiTheme="majorHAnsi"/>
        <w:b/>
      </w:rPr>
      <w:fldChar w:fldCharType="begin"/>
    </w:r>
    <w:r w:rsidRPr="0071129D">
      <w:rPr>
        <w:rStyle w:val="slostrany"/>
        <w:rFonts w:asciiTheme="majorHAnsi" w:hAnsiTheme="majorHAnsi"/>
        <w:b/>
      </w:rPr>
      <w:instrText xml:space="preserve"> PAGE </w:instrText>
    </w:r>
    <w:r w:rsidRPr="0071129D">
      <w:rPr>
        <w:rStyle w:val="slostrany"/>
        <w:rFonts w:asciiTheme="majorHAnsi" w:hAnsiTheme="majorHAnsi"/>
        <w:b/>
      </w:rPr>
      <w:fldChar w:fldCharType="separate"/>
    </w:r>
    <w:r w:rsidRPr="0071129D">
      <w:rPr>
        <w:rStyle w:val="slostrany"/>
        <w:rFonts w:asciiTheme="majorHAnsi" w:hAnsiTheme="majorHAnsi"/>
        <w:b/>
        <w:noProof/>
      </w:rPr>
      <w:t>2</w:t>
    </w:r>
    <w:r w:rsidRPr="0071129D">
      <w:rPr>
        <w:rStyle w:val="slostrany"/>
        <w:rFonts w:asciiTheme="majorHAnsi" w:hAnsiTheme="majorHAnsi"/>
        <w:b/>
      </w:rPr>
      <w:fldChar w:fldCharType="end"/>
    </w:r>
    <w:r w:rsidRPr="0071129D">
      <w:rPr>
        <w:rStyle w:val="slostrany"/>
        <w:rFonts w:asciiTheme="majorHAnsi" w:hAnsiTheme="majorHAnsi"/>
        <w:b/>
      </w:rPr>
      <w:t xml:space="preserve"> / </w:t>
    </w:r>
    <w:r w:rsidRPr="0071129D">
      <w:rPr>
        <w:rStyle w:val="slostrany"/>
        <w:rFonts w:asciiTheme="majorHAnsi" w:hAnsiTheme="majorHAnsi"/>
        <w:b/>
        <w:noProof/>
      </w:rPr>
      <w:fldChar w:fldCharType="begin"/>
    </w:r>
    <w:r w:rsidRPr="0071129D">
      <w:rPr>
        <w:rStyle w:val="slostrany"/>
        <w:rFonts w:asciiTheme="majorHAnsi" w:hAnsiTheme="majorHAnsi"/>
        <w:b/>
        <w:noProof/>
      </w:rPr>
      <w:instrText xml:space="preserve"> NUMPAGES   \* MERGEFORMAT </w:instrText>
    </w:r>
    <w:r w:rsidRPr="0071129D">
      <w:rPr>
        <w:rStyle w:val="slostrany"/>
        <w:rFonts w:asciiTheme="majorHAnsi" w:hAnsiTheme="majorHAnsi"/>
        <w:b/>
        <w:noProof/>
      </w:rPr>
      <w:fldChar w:fldCharType="separate"/>
    </w:r>
    <w:r w:rsidRPr="0071129D">
      <w:rPr>
        <w:rStyle w:val="slostrany"/>
        <w:rFonts w:asciiTheme="majorHAnsi" w:hAnsiTheme="majorHAnsi"/>
        <w:b/>
        <w:noProof/>
      </w:rPr>
      <w:t>3</w:t>
    </w:r>
    <w:r w:rsidRPr="0071129D">
      <w:rPr>
        <w:rStyle w:val="slostrany"/>
        <w:rFonts w:asciiTheme="majorHAnsi" w:hAnsiTheme="majorHAnsi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ED6EE" w14:textId="77777777" w:rsidR="00FD7AB0" w:rsidRPr="0071129D" w:rsidRDefault="00FD7AB0" w:rsidP="000C0B22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  <w:b/>
      </w:rPr>
    </w:pPr>
    <w:r w:rsidRPr="0071129D">
      <w:rPr>
        <w:rFonts w:asciiTheme="majorHAnsi" w:hAnsiTheme="majorHAnsi"/>
        <w:b/>
      </w:rPr>
      <w:t>TL 05/OA 7/2</w:t>
    </w:r>
  </w:p>
  <w:p w14:paraId="58A84705" w14:textId="0A1E0CFF" w:rsidR="00FD7AB0" w:rsidRPr="00E83EBB" w:rsidRDefault="00FD7AB0" w:rsidP="000C0B22">
    <w:pPr>
      <w:pStyle w:val="Pta"/>
      <w:tabs>
        <w:tab w:val="clear" w:pos="4153"/>
        <w:tab w:val="clear" w:pos="8306"/>
        <w:tab w:val="right" w:pos="10490"/>
      </w:tabs>
    </w:pPr>
    <w:r w:rsidRPr="0071129D">
      <w:rPr>
        <w:rFonts w:asciiTheme="majorHAnsi" w:hAnsiTheme="majorHAnsi"/>
      </w:rPr>
      <w:t>Verzia:</w:t>
    </w:r>
    <w:r w:rsidRPr="0071129D">
      <w:rPr>
        <w:rFonts w:asciiTheme="majorHAnsi" w:hAnsiTheme="majorHAnsi"/>
        <w:b/>
      </w:rPr>
      <w:t xml:space="preserve"> </w:t>
    </w:r>
    <w:r w:rsidR="00C97FA5">
      <w:rPr>
        <w:rFonts w:asciiTheme="majorHAnsi" w:hAnsiTheme="majorHAnsi"/>
        <w:b/>
      </w:rPr>
      <w:t>21</w:t>
    </w:r>
    <w:r w:rsidR="00E51658">
      <w:rPr>
        <w:rFonts w:asciiTheme="majorHAnsi" w:hAnsiTheme="majorHAnsi"/>
        <w:b/>
      </w:rPr>
      <w:t>.10.24</w:t>
    </w:r>
    <w:r w:rsidRPr="0071129D">
      <w:rPr>
        <w:rFonts w:asciiTheme="majorHAnsi" w:hAnsiTheme="majorHAnsi"/>
        <w:b/>
      </w:rPr>
      <w:tab/>
    </w:r>
    <w:r w:rsidRPr="0071129D">
      <w:rPr>
        <w:rFonts w:asciiTheme="majorHAnsi" w:hAnsiTheme="majorHAnsi"/>
      </w:rPr>
      <w:t xml:space="preserve">Strana: </w:t>
    </w:r>
    <w:r w:rsidRPr="0071129D">
      <w:rPr>
        <w:rStyle w:val="slostrany"/>
        <w:rFonts w:asciiTheme="majorHAnsi" w:hAnsiTheme="majorHAnsi"/>
        <w:b/>
      </w:rPr>
      <w:fldChar w:fldCharType="begin"/>
    </w:r>
    <w:r w:rsidRPr="0071129D">
      <w:rPr>
        <w:rStyle w:val="slostrany"/>
        <w:rFonts w:asciiTheme="majorHAnsi" w:hAnsiTheme="majorHAnsi"/>
        <w:b/>
      </w:rPr>
      <w:instrText xml:space="preserve"> PAGE </w:instrText>
    </w:r>
    <w:r w:rsidRPr="0071129D">
      <w:rPr>
        <w:rStyle w:val="slostrany"/>
        <w:rFonts w:asciiTheme="majorHAnsi" w:hAnsiTheme="majorHAnsi"/>
        <w:b/>
      </w:rPr>
      <w:fldChar w:fldCharType="separate"/>
    </w:r>
    <w:r w:rsidRPr="0071129D">
      <w:rPr>
        <w:rStyle w:val="slostrany"/>
        <w:rFonts w:asciiTheme="majorHAnsi" w:hAnsiTheme="majorHAnsi"/>
        <w:b/>
        <w:noProof/>
      </w:rPr>
      <w:t>1</w:t>
    </w:r>
    <w:r w:rsidRPr="0071129D">
      <w:rPr>
        <w:rStyle w:val="slostrany"/>
        <w:rFonts w:asciiTheme="majorHAnsi" w:hAnsiTheme="majorHAnsi"/>
        <w:b/>
      </w:rPr>
      <w:fldChar w:fldCharType="end"/>
    </w:r>
    <w:r w:rsidRPr="0071129D">
      <w:rPr>
        <w:rStyle w:val="slostrany"/>
        <w:rFonts w:asciiTheme="majorHAnsi" w:hAnsiTheme="majorHAnsi"/>
        <w:b/>
      </w:rPr>
      <w:t xml:space="preserve"> / </w:t>
    </w:r>
    <w:r w:rsidRPr="0071129D">
      <w:rPr>
        <w:rStyle w:val="slostrany"/>
        <w:rFonts w:asciiTheme="majorHAnsi" w:hAnsiTheme="majorHAnsi"/>
        <w:b/>
        <w:noProof/>
      </w:rPr>
      <w:fldChar w:fldCharType="begin"/>
    </w:r>
    <w:r w:rsidRPr="0071129D">
      <w:rPr>
        <w:rStyle w:val="slostrany"/>
        <w:rFonts w:asciiTheme="majorHAnsi" w:hAnsiTheme="majorHAnsi"/>
        <w:b/>
        <w:noProof/>
      </w:rPr>
      <w:instrText xml:space="preserve"> NUMPAGES   \* MERGEFORMAT </w:instrText>
    </w:r>
    <w:r w:rsidRPr="0071129D">
      <w:rPr>
        <w:rStyle w:val="slostrany"/>
        <w:rFonts w:asciiTheme="majorHAnsi" w:hAnsiTheme="majorHAnsi"/>
        <w:b/>
        <w:noProof/>
      </w:rPr>
      <w:fldChar w:fldCharType="separate"/>
    </w:r>
    <w:r w:rsidRPr="0071129D">
      <w:rPr>
        <w:rStyle w:val="slostrany"/>
        <w:rFonts w:asciiTheme="majorHAnsi" w:hAnsiTheme="majorHAnsi"/>
        <w:b/>
        <w:noProof/>
      </w:rPr>
      <w:t>3</w:t>
    </w:r>
    <w:r w:rsidRPr="0071129D">
      <w:rPr>
        <w:rStyle w:val="slostrany"/>
        <w:rFonts w:asciiTheme="majorHAnsi" w:hAnsiTheme="majorHAnsi"/>
        <w:b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94066" w14:textId="3EF8AE9E" w:rsidR="000C0B22" w:rsidRPr="0071129D" w:rsidRDefault="000C0B22" w:rsidP="000C0B22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  <w:b/>
      </w:rPr>
    </w:pPr>
    <w:r w:rsidRPr="0071129D">
      <w:rPr>
        <w:rFonts w:asciiTheme="majorHAnsi" w:hAnsiTheme="majorHAnsi"/>
        <w:b/>
      </w:rPr>
      <w:t>TL 05/OA</w:t>
    </w:r>
    <w:r w:rsidR="002A64F0" w:rsidRPr="0071129D">
      <w:rPr>
        <w:rFonts w:asciiTheme="majorHAnsi" w:hAnsiTheme="majorHAnsi"/>
        <w:b/>
      </w:rPr>
      <w:t xml:space="preserve"> </w:t>
    </w:r>
    <w:r w:rsidRPr="0071129D">
      <w:rPr>
        <w:rFonts w:asciiTheme="majorHAnsi" w:hAnsiTheme="majorHAnsi"/>
        <w:b/>
      </w:rPr>
      <w:t>7/2</w:t>
    </w:r>
  </w:p>
  <w:p w14:paraId="001855EF" w14:textId="145E1FC1" w:rsidR="00674C47" w:rsidRPr="0071129D" w:rsidRDefault="000C0B22" w:rsidP="000C0B22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</w:rPr>
    </w:pPr>
    <w:r w:rsidRPr="0071129D">
      <w:rPr>
        <w:rFonts w:asciiTheme="majorHAnsi" w:hAnsiTheme="majorHAnsi"/>
      </w:rPr>
      <w:t>Verzia:</w:t>
    </w:r>
    <w:r w:rsidRPr="0071129D">
      <w:rPr>
        <w:rFonts w:asciiTheme="majorHAnsi" w:hAnsiTheme="majorHAnsi"/>
        <w:b/>
      </w:rPr>
      <w:t xml:space="preserve"> </w:t>
    </w:r>
    <w:r w:rsidR="00C97FA5">
      <w:rPr>
        <w:rFonts w:asciiTheme="majorHAnsi" w:hAnsiTheme="majorHAnsi"/>
        <w:b/>
      </w:rPr>
      <w:t>21</w:t>
    </w:r>
    <w:r w:rsidR="00E51658">
      <w:rPr>
        <w:rFonts w:asciiTheme="majorHAnsi" w:hAnsiTheme="majorHAnsi"/>
        <w:b/>
      </w:rPr>
      <w:t>.10.24</w:t>
    </w:r>
    <w:r w:rsidR="00551382" w:rsidRPr="0071129D">
      <w:rPr>
        <w:rFonts w:asciiTheme="majorHAnsi" w:hAnsiTheme="majorHAnsi"/>
      </w:rPr>
      <w:tab/>
      <w:t xml:space="preserve">Strana: </w:t>
    </w:r>
    <w:r w:rsidR="009B1DA7" w:rsidRPr="0071129D">
      <w:rPr>
        <w:rStyle w:val="slostrany"/>
        <w:rFonts w:asciiTheme="majorHAnsi" w:hAnsiTheme="majorHAnsi"/>
        <w:b/>
      </w:rPr>
      <w:fldChar w:fldCharType="begin"/>
    </w:r>
    <w:r w:rsidR="00551382" w:rsidRPr="0071129D">
      <w:rPr>
        <w:rStyle w:val="slostrany"/>
        <w:rFonts w:asciiTheme="majorHAnsi" w:hAnsiTheme="majorHAnsi"/>
        <w:b/>
      </w:rPr>
      <w:instrText xml:space="preserve"> PAGE </w:instrText>
    </w:r>
    <w:r w:rsidR="009B1DA7" w:rsidRPr="0071129D">
      <w:rPr>
        <w:rStyle w:val="slostrany"/>
        <w:rFonts w:asciiTheme="majorHAnsi" w:hAnsiTheme="majorHAnsi"/>
        <w:b/>
      </w:rPr>
      <w:fldChar w:fldCharType="separate"/>
    </w:r>
    <w:r w:rsidR="00030A5D" w:rsidRPr="0071129D">
      <w:rPr>
        <w:rStyle w:val="slostrany"/>
        <w:rFonts w:asciiTheme="majorHAnsi" w:hAnsiTheme="majorHAnsi"/>
        <w:b/>
        <w:noProof/>
      </w:rPr>
      <w:t>2</w:t>
    </w:r>
    <w:r w:rsidR="009B1DA7" w:rsidRPr="0071129D">
      <w:rPr>
        <w:rStyle w:val="slostrany"/>
        <w:rFonts w:asciiTheme="majorHAnsi" w:hAnsiTheme="majorHAnsi"/>
        <w:b/>
      </w:rPr>
      <w:fldChar w:fldCharType="end"/>
    </w:r>
    <w:r w:rsidR="00551382" w:rsidRPr="0071129D">
      <w:rPr>
        <w:rStyle w:val="slostrany"/>
        <w:rFonts w:asciiTheme="majorHAnsi" w:hAnsiTheme="majorHAnsi"/>
        <w:b/>
      </w:rPr>
      <w:t xml:space="preserve"> / </w:t>
    </w:r>
    <w:r w:rsidR="007A7523" w:rsidRPr="0071129D">
      <w:rPr>
        <w:rStyle w:val="slostrany"/>
        <w:rFonts w:asciiTheme="majorHAnsi" w:hAnsiTheme="majorHAnsi"/>
        <w:b/>
        <w:noProof/>
      </w:rPr>
      <w:fldChar w:fldCharType="begin"/>
    </w:r>
    <w:r w:rsidR="007A7523" w:rsidRPr="0071129D">
      <w:rPr>
        <w:rStyle w:val="slostrany"/>
        <w:rFonts w:asciiTheme="majorHAnsi" w:hAnsiTheme="majorHAnsi"/>
        <w:b/>
        <w:noProof/>
      </w:rPr>
      <w:instrText xml:space="preserve"> NUMPAGES   \* MERGEFORMAT </w:instrText>
    </w:r>
    <w:r w:rsidR="007A7523" w:rsidRPr="0071129D">
      <w:rPr>
        <w:rStyle w:val="slostrany"/>
        <w:rFonts w:asciiTheme="majorHAnsi" w:hAnsiTheme="majorHAnsi"/>
        <w:b/>
        <w:noProof/>
      </w:rPr>
      <w:fldChar w:fldCharType="separate"/>
    </w:r>
    <w:r w:rsidR="00030A5D" w:rsidRPr="0071129D">
      <w:rPr>
        <w:rStyle w:val="slostrany"/>
        <w:rFonts w:asciiTheme="majorHAnsi" w:hAnsiTheme="majorHAnsi"/>
        <w:b/>
        <w:noProof/>
      </w:rPr>
      <w:t>3</w:t>
    </w:r>
    <w:r w:rsidR="007A7523" w:rsidRPr="0071129D">
      <w:rPr>
        <w:rStyle w:val="slostrany"/>
        <w:rFonts w:asciiTheme="majorHAnsi" w:hAnsiTheme="majorHAnsi"/>
        <w:b/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2B498" w14:textId="2004AAA3" w:rsidR="000C0B22" w:rsidRPr="0071129D" w:rsidRDefault="000C0B22" w:rsidP="000C0B22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  <w:b/>
      </w:rPr>
    </w:pPr>
    <w:r w:rsidRPr="0071129D">
      <w:rPr>
        <w:rFonts w:asciiTheme="majorHAnsi" w:hAnsiTheme="majorHAnsi"/>
        <w:b/>
      </w:rPr>
      <w:t>TL 05/OA</w:t>
    </w:r>
    <w:r w:rsidR="002A64F0" w:rsidRPr="0071129D">
      <w:rPr>
        <w:rFonts w:asciiTheme="majorHAnsi" w:hAnsiTheme="majorHAnsi"/>
        <w:b/>
      </w:rPr>
      <w:t xml:space="preserve"> </w:t>
    </w:r>
    <w:r w:rsidRPr="0071129D">
      <w:rPr>
        <w:rFonts w:asciiTheme="majorHAnsi" w:hAnsiTheme="majorHAnsi"/>
        <w:b/>
      </w:rPr>
      <w:t>7/2</w:t>
    </w:r>
  </w:p>
  <w:p w14:paraId="6816ECA1" w14:textId="63D8C885" w:rsidR="00674C47" w:rsidRPr="00E83EBB" w:rsidRDefault="000C0B22" w:rsidP="000C0B22">
    <w:pPr>
      <w:pStyle w:val="Pta"/>
      <w:tabs>
        <w:tab w:val="clear" w:pos="4153"/>
        <w:tab w:val="clear" w:pos="8306"/>
        <w:tab w:val="right" w:pos="10490"/>
      </w:tabs>
    </w:pPr>
    <w:r w:rsidRPr="0071129D">
      <w:rPr>
        <w:rFonts w:asciiTheme="majorHAnsi" w:hAnsiTheme="majorHAnsi"/>
      </w:rPr>
      <w:t>Verzia:</w:t>
    </w:r>
    <w:r w:rsidRPr="0071129D">
      <w:rPr>
        <w:rFonts w:asciiTheme="majorHAnsi" w:hAnsiTheme="majorHAnsi"/>
        <w:b/>
      </w:rPr>
      <w:t xml:space="preserve"> </w:t>
    </w:r>
    <w:r w:rsidR="002A64F0" w:rsidRPr="0071129D">
      <w:rPr>
        <w:rFonts w:asciiTheme="majorHAnsi" w:hAnsiTheme="majorHAnsi"/>
        <w:b/>
      </w:rPr>
      <w:t>15.07.24</w:t>
    </w:r>
    <w:r w:rsidR="00E83EBB" w:rsidRPr="0071129D">
      <w:rPr>
        <w:rFonts w:asciiTheme="majorHAnsi" w:hAnsiTheme="majorHAnsi"/>
        <w:b/>
      </w:rPr>
      <w:tab/>
    </w:r>
    <w:r w:rsidR="00E83EBB" w:rsidRPr="0071129D">
      <w:rPr>
        <w:rFonts w:asciiTheme="majorHAnsi" w:hAnsiTheme="majorHAnsi"/>
      </w:rPr>
      <w:t xml:space="preserve">Strana: </w:t>
    </w:r>
    <w:r w:rsidR="009B1DA7" w:rsidRPr="0071129D">
      <w:rPr>
        <w:rStyle w:val="slostrany"/>
        <w:rFonts w:asciiTheme="majorHAnsi" w:hAnsiTheme="majorHAnsi"/>
        <w:b/>
      </w:rPr>
      <w:fldChar w:fldCharType="begin"/>
    </w:r>
    <w:r w:rsidR="00E83EBB" w:rsidRPr="0071129D">
      <w:rPr>
        <w:rStyle w:val="slostrany"/>
        <w:rFonts w:asciiTheme="majorHAnsi" w:hAnsiTheme="majorHAnsi"/>
        <w:b/>
      </w:rPr>
      <w:instrText xml:space="preserve"> PAGE </w:instrText>
    </w:r>
    <w:r w:rsidR="009B1DA7" w:rsidRPr="0071129D">
      <w:rPr>
        <w:rStyle w:val="slostrany"/>
        <w:rFonts w:asciiTheme="majorHAnsi" w:hAnsiTheme="majorHAnsi"/>
        <w:b/>
      </w:rPr>
      <w:fldChar w:fldCharType="separate"/>
    </w:r>
    <w:r w:rsidR="00030A5D" w:rsidRPr="0071129D">
      <w:rPr>
        <w:rStyle w:val="slostrany"/>
        <w:rFonts w:asciiTheme="majorHAnsi" w:hAnsiTheme="majorHAnsi"/>
        <w:b/>
        <w:noProof/>
      </w:rPr>
      <w:t>1</w:t>
    </w:r>
    <w:r w:rsidR="009B1DA7" w:rsidRPr="0071129D">
      <w:rPr>
        <w:rStyle w:val="slostrany"/>
        <w:rFonts w:asciiTheme="majorHAnsi" w:hAnsiTheme="majorHAnsi"/>
        <w:b/>
      </w:rPr>
      <w:fldChar w:fldCharType="end"/>
    </w:r>
    <w:r w:rsidR="00E83EBB" w:rsidRPr="0071129D">
      <w:rPr>
        <w:rStyle w:val="slostrany"/>
        <w:rFonts w:asciiTheme="majorHAnsi" w:hAnsiTheme="majorHAnsi"/>
        <w:b/>
      </w:rPr>
      <w:t xml:space="preserve"> / </w:t>
    </w:r>
    <w:r w:rsidR="00B37FC0" w:rsidRPr="0071129D">
      <w:rPr>
        <w:rStyle w:val="slostrany"/>
        <w:rFonts w:asciiTheme="majorHAnsi" w:hAnsiTheme="majorHAnsi"/>
        <w:b/>
        <w:noProof/>
      </w:rPr>
      <w:fldChar w:fldCharType="begin"/>
    </w:r>
    <w:r w:rsidR="00B37FC0" w:rsidRPr="0071129D">
      <w:rPr>
        <w:rStyle w:val="slostrany"/>
        <w:rFonts w:asciiTheme="majorHAnsi" w:hAnsiTheme="majorHAnsi"/>
        <w:b/>
        <w:noProof/>
      </w:rPr>
      <w:instrText xml:space="preserve"> NUMPAGES   \* MERGEFORMAT </w:instrText>
    </w:r>
    <w:r w:rsidR="00B37FC0" w:rsidRPr="0071129D">
      <w:rPr>
        <w:rStyle w:val="slostrany"/>
        <w:rFonts w:asciiTheme="majorHAnsi" w:hAnsiTheme="majorHAnsi"/>
        <w:b/>
        <w:noProof/>
      </w:rPr>
      <w:fldChar w:fldCharType="separate"/>
    </w:r>
    <w:r w:rsidR="00030A5D" w:rsidRPr="0071129D">
      <w:rPr>
        <w:rStyle w:val="slostrany"/>
        <w:rFonts w:asciiTheme="majorHAnsi" w:hAnsiTheme="majorHAnsi"/>
        <w:b/>
        <w:noProof/>
      </w:rPr>
      <w:t>3</w:t>
    </w:r>
    <w:r w:rsidR="00B37FC0" w:rsidRPr="0071129D">
      <w:rPr>
        <w:rStyle w:val="slostrany"/>
        <w:rFonts w:asciiTheme="majorHAnsi" w:hAnsiTheme="majorHAnsi"/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40E14" w14:textId="77777777" w:rsidR="004604EA" w:rsidRDefault="004604EA">
      <w:r>
        <w:separator/>
      </w:r>
    </w:p>
  </w:footnote>
  <w:footnote w:type="continuationSeparator" w:id="0">
    <w:p w14:paraId="03BD80B9" w14:textId="77777777" w:rsidR="004604EA" w:rsidRDefault="00460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7200"/>
    </w:tblGrid>
    <w:tr w:rsidR="00E51658" w:rsidRPr="00E51658" w14:paraId="656DDD45" w14:textId="77777777" w:rsidTr="00A409E0">
      <w:trPr>
        <w:trHeight w:val="1020"/>
      </w:trPr>
      <w:tc>
        <w:tcPr>
          <w:tcW w:w="2700" w:type="dxa"/>
        </w:tcPr>
        <w:p w14:paraId="532B468A" w14:textId="1BABC821" w:rsidR="00E51658" w:rsidRPr="00E51658" w:rsidRDefault="00A51AD5" w:rsidP="00E51658">
          <w:pPr>
            <w:tabs>
              <w:tab w:val="center" w:pos="4536"/>
              <w:tab w:val="right" w:pos="9072"/>
            </w:tabs>
            <w:ind w:left="72"/>
            <w:rPr>
              <w:caps/>
            </w:rPr>
          </w:pPr>
          <w:r w:rsidRPr="00E51658">
            <w:object w:dxaOrig="2392" w:dyaOrig="826" w14:anchorId="1C0050D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Logo SNAS" style="width:119.25pt;height:41.25pt" fillcolor="window">
                <v:imagedata r:id="rId1" o:title=""/>
              </v:shape>
              <o:OLEObject Type="Embed" ProgID="Word.Picture.8" ShapeID="_x0000_i1025" DrawAspect="Content" ObjectID="_1790928927" r:id="rId2"/>
            </w:object>
          </w:r>
        </w:p>
      </w:tc>
      <w:tc>
        <w:tcPr>
          <w:tcW w:w="7200" w:type="dxa"/>
        </w:tcPr>
        <w:p w14:paraId="3E3DF992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96" w:lineRule="auto"/>
            <w:rPr>
              <w:caps/>
              <w:sz w:val="18"/>
              <w:szCs w:val="18"/>
            </w:rPr>
          </w:pPr>
        </w:p>
        <w:p w14:paraId="6A9C1CEB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E51658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020E5D22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E51658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7C179B31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30A9AFB3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78C62B08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before="60" w:line="216" w:lineRule="auto"/>
          </w:pPr>
          <w:r w:rsidRPr="00E51658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p w14:paraId="3C8720B7" w14:textId="05F6E45D" w:rsidR="00E51658" w:rsidRPr="00E51658" w:rsidRDefault="00E51658">
    <w:pPr>
      <w:pStyle w:val="Hlavika"/>
      <w:rPr>
        <w:rFonts w:ascii="Cambria" w:hAnsi="Cambria"/>
        <w:b/>
        <w:bCs/>
        <w:sz w:val="28"/>
        <w:szCs w:val="28"/>
      </w:rPr>
    </w:pPr>
    <w:r w:rsidRPr="00E51658">
      <w:rPr>
        <w:rFonts w:ascii="Cambria" w:hAnsi="Cambria"/>
        <w:b/>
        <w:bCs/>
        <w:sz w:val="28"/>
        <w:szCs w:val="28"/>
      </w:rPr>
      <w:t>Príloha OA 7-2:</w:t>
    </w:r>
    <w:r w:rsidRPr="00E51658">
      <w:rPr>
        <w:rFonts w:ascii="Cambria" w:hAnsi="Cambria"/>
        <w:b/>
        <w:bCs/>
        <w:sz w:val="28"/>
        <w:szCs w:val="28"/>
      </w:rPr>
      <w:tab/>
      <w:t xml:space="preserve"> Orgán certifikujúci systémy manažérstva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7200"/>
    </w:tblGrid>
    <w:tr w:rsidR="00E51658" w:rsidRPr="00E51658" w14:paraId="35385207" w14:textId="77777777" w:rsidTr="00A409E0">
      <w:trPr>
        <w:trHeight w:val="1020"/>
      </w:trPr>
      <w:tc>
        <w:tcPr>
          <w:tcW w:w="2700" w:type="dxa"/>
        </w:tcPr>
        <w:bookmarkStart w:id="0" w:name="_Hlk180046304"/>
        <w:bookmarkStart w:id="1" w:name="_MON_1259059107"/>
        <w:bookmarkEnd w:id="1"/>
        <w:p w14:paraId="66776C51" w14:textId="4AE9087C" w:rsidR="00E51658" w:rsidRPr="00E51658" w:rsidRDefault="00A51AD5" w:rsidP="00E51658">
          <w:pPr>
            <w:tabs>
              <w:tab w:val="center" w:pos="4536"/>
              <w:tab w:val="right" w:pos="9072"/>
            </w:tabs>
            <w:ind w:left="72"/>
            <w:rPr>
              <w:caps/>
            </w:rPr>
          </w:pPr>
          <w:r w:rsidRPr="00E51658">
            <w:object w:dxaOrig="2392" w:dyaOrig="826" w14:anchorId="2C5F7E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Logo SNAS" style="width:119.25pt;height:41.25pt" fillcolor="window">
                <v:imagedata r:id="rId1" o:title=""/>
              </v:shape>
              <o:OLEObject Type="Embed" ProgID="Word.Picture.8" ShapeID="_x0000_i1026" DrawAspect="Content" ObjectID="_1790928928" r:id="rId2"/>
            </w:object>
          </w:r>
        </w:p>
      </w:tc>
      <w:tc>
        <w:tcPr>
          <w:tcW w:w="7200" w:type="dxa"/>
        </w:tcPr>
        <w:p w14:paraId="0E834A94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96" w:lineRule="auto"/>
            <w:rPr>
              <w:caps/>
              <w:sz w:val="18"/>
              <w:szCs w:val="18"/>
            </w:rPr>
          </w:pPr>
        </w:p>
        <w:p w14:paraId="5DD0B980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E51658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2B694402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E51658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0062D8C6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6B22C173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2F644859" w14:textId="77777777" w:rsidR="00E51658" w:rsidRPr="00E51658" w:rsidRDefault="00E51658" w:rsidP="00E51658">
          <w:pPr>
            <w:tabs>
              <w:tab w:val="center" w:pos="4536"/>
              <w:tab w:val="right" w:pos="9072"/>
            </w:tabs>
            <w:spacing w:before="60" w:line="216" w:lineRule="auto"/>
          </w:pPr>
          <w:r w:rsidRPr="00E51658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bookmarkEnd w:id="0"/>
  <w:p w14:paraId="6EEA6E5E" w14:textId="455DA124" w:rsidR="00FD7AB0" w:rsidRPr="00E51658" w:rsidRDefault="00FD7AB0">
    <w:pPr>
      <w:pStyle w:val="Hlavika"/>
      <w:rPr>
        <w:rFonts w:ascii="Cambria" w:hAnsi="Cambria"/>
        <w:b/>
        <w:bCs/>
        <w:sz w:val="28"/>
        <w:szCs w:val="28"/>
      </w:rPr>
    </w:pPr>
    <w:r w:rsidRPr="00E51658">
      <w:rPr>
        <w:rFonts w:ascii="Cambria" w:hAnsi="Cambria"/>
        <w:b/>
        <w:bCs/>
        <w:sz w:val="28"/>
        <w:szCs w:val="28"/>
      </w:rPr>
      <w:t>Príloha OA 7-2:</w:t>
    </w:r>
    <w:r w:rsidRPr="00E51658">
      <w:rPr>
        <w:rFonts w:ascii="Cambria" w:hAnsi="Cambria"/>
        <w:b/>
        <w:bCs/>
        <w:sz w:val="28"/>
        <w:szCs w:val="28"/>
      </w:rPr>
      <w:tab/>
      <w:t xml:space="preserve"> Orgán certifikujúci systémy manažérstva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17CFA" w14:textId="6087DD7A" w:rsidR="0071129D" w:rsidRPr="0071129D" w:rsidRDefault="0071129D">
    <w:pPr>
      <w:pStyle w:val="Hlavika"/>
      <w:rPr>
        <w:rFonts w:ascii="Cambria" w:hAnsi="Cambria"/>
        <w:b/>
        <w:bCs/>
        <w:sz w:val="32"/>
        <w:szCs w:val="32"/>
      </w:rPr>
    </w:pPr>
    <w:r w:rsidRPr="0071129D">
      <w:rPr>
        <w:rFonts w:ascii="Cambria" w:hAnsi="Cambria"/>
        <w:b/>
        <w:bCs/>
        <w:sz w:val="32"/>
        <w:szCs w:val="32"/>
      </w:rPr>
      <w:t>Príloha OA 7-2:</w:t>
    </w:r>
    <w:r w:rsidRPr="0071129D">
      <w:rPr>
        <w:rFonts w:ascii="Cambria" w:hAnsi="Cambria"/>
        <w:b/>
        <w:bCs/>
        <w:sz w:val="32"/>
        <w:szCs w:val="32"/>
      </w:rPr>
      <w:tab/>
    </w:r>
    <w:r>
      <w:rPr>
        <w:rFonts w:ascii="Cambria" w:hAnsi="Cambria"/>
        <w:b/>
        <w:bCs/>
        <w:sz w:val="32"/>
        <w:szCs w:val="32"/>
      </w:rPr>
      <w:t xml:space="preserve"> </w:t>
    </w:r>
    <w:r w:rsidRPr="0071129D">
      <w:rPr>
        <w:rFonts w:ascii="Cambria" w:hAnsi="Cambria"/>
        <w:b/>
        <w:bCs/>
        <w:sz w:val="32"/>
        <w:szCs w:val="32"/>
      </w:rPr>
      <w:t>Orgán certifikujúci systémy manažérstva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4EB4AE9E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D3605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64F39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AACCD0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CE5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2862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CA33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18B6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C40C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013CBC7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136C85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7A457E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55AD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A88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ED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C49C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87F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726F3"/>
    <w:multiLevelType w:val="hybridMultilevel"/>
    <w:tmpl w:val="97D8AE98"/>
    <w:lvl w:ilvl="0" w:tplc="5BF07C5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4984C37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C9D2357C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3BD6DE6E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AE2088EE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8990C1AE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CC08F9A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909C16D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A52143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E5B4E398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D0C0E0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268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2078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621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501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67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E440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2CC8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9B408D7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5B80B776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BE86CCB4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B358D9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E0E43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A04E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4E7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849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21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87632DB"/>
    <w:multiLevelType w:val="hybridMultilevel"/>
    <w:tmpl w:val="8E8E4436"/>
    <w:lvl w:ilvl="0" w:tplc="6DA24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CE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E0AD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C473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F84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2AE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D002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EC3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6660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D25F38"/>
    <w:multiLevelType w:val="hybridMultilevel"/>
    <w:tmpl w:val="ABDC96F8"/>
    <w:lvl w:ilvl="0" w:tplc="338E16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949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16F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14F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835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A6A7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8F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CA2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784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D3147A7"/>
    <w:multiLevelType w:val="hybridMultilevel"/>
    <w:tmpl w:val="64C6896A"/>
    <w:lvl w:ilvl="0" w:tplc="FA24033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3ECEE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2A2B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3C2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EC1B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60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EE5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EA7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C29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716A38D9"/>
    <w:multiLevelType w:val="hybridMultilevel"/>
    <w:tmpl w:val="198C4FD6"/>
    <w:lvl w:ilvl="0" w:tplc="C912613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04F0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420B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42E8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E42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8A5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0812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1C7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066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17377567">
    <w:abstractNumId w:val="4"/>
  </w:num>
  <w:num w:numId="2" w16cid:durableId="1148667307">
    <w:abstractNumId w:val="5"/>
  </w:num>
  <w:num w:numId="3" w16cid:durableId="1943344522">
    <w:abstractNumId w:val="13"/>
  </w:num>
  <w:num w:numId="4" w16cid:durableId="1013922832">
    <w:abstractNumId w:val="3"/>
  </w:num>
  <w:num w:numId="5" w16cid:durableId="1502041404">
    <w:abstractNumId w:val="12"/>
  </w:num>
  <w:num w:numId="6" w16cid:durableId="1828940332">
    <w:abstractNumId w:val="2"/>
  </w:num>
  <w:num w:numId="7" w16cid:durableId="155849832">
    <w:abstractNumId w:val="9"/>
  </w:num>
  <w:num w:numId="8" w16cid:durableId="1565720618">
    <w:abstractNumId w:val="7"/>
  </w:num>
  <w:num w:numId="9" w16cid:durableId="2025545054">
    <w:abstractNumId w:val="11"/>
  </w:num>
  <w:num w:numId="10" w16cid:durableId="995886544">
    <w:abstractNumId w:val="10"/>
  </w:num>
  <w:num w:numId="11" w16cid:durableId="2061323968">
    <w:abstractNumId w:val="1"/>
  </w:num>
  <w:num w:numId="12" w16cid:durableId="554201302">
    <w:abstractNumId w:val="6"/>
  </w:num>
  <w:num w:numId="13" w16cid:durableId="1265578262">
    <w:abstractNumId w:val="14"/>
  </w:num>
  <w:num w:numId="14" w16cid:durableId="1688874062">
    <w:abstractNumId w:val="0"/>
  </w:num>
  <w:num w:numId="15" w16cid:durableId="1416627166">
    <w:abstractNumId w:val="15"/>
  </w:num>
  <w:num w:numId="16" w16cid:durableId="1974171447">
    <w:abstractNumId w:val="8"/>
  </w:num>
  <w:num w:numId="17" w16cid:durableId="1346060164">
    <w:abstractNumId w:val="10"/>
  </w:num>
  <w:num w:numId="18" w16cid:durableId="1670478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+9+6FS3TpmnW7AjiqeiBcWcIrWc+i46ZPupf8XLPYXUImWPfJt2hZDHiUwAROWzVXWFfEeiNr4ip+ntiExXNw==" w:salt="AY2vibiRGScwN40uNDTSBw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C3D"/>
    <w:rsid w:val="00005634"/>
    <w:rsid w:val="00015D1E"/>
    <w:rsid w:val="00022C96"/>
    <w:rsid w:val="00030A5D"/>
    <w:rsid w:val="00041318"/>
    <w:rsid w:val="00046863"/>
    <w:rsid w:val="0009620B"/>
    <w:rsid w:val="000A2414"/>
    <w:rsid w:val="000B154D"/>
    <w:rsid w:val="000B3E65"/>
    <w:rsid w:val="000C0B22"/>
    <w:rsid w:val="000D4F91"/>
    <w:rsid w:val="000F1416"/>
    <w:rsid w:val="00127DE1"/>
    <w:rsid w:val="00130946"/>
    <w:rsid w:val="00137D40"/>
    <w:rsid w:val="00141F39"/>
    <w:rsid w:val="00150849"/>
    <w:rsid w:val="00160399"/>
    <w:rsid w:val="00165AE2"/>
    <w:rsid w:val="0017431E"/>
    <w:rsid w:val="001822C7"/>
    <w:rsid w:val="0019305E"/>
    <w:rsid w:val="00195D17"/>
    <w:rsid w:val="00196785"/>
    <w:rsid w:val="001975A5"/>
    <w:rsid w:val="001A147C"/>
    <w:rsid w:val="001A4B89"/>
    <w:rsid w:val="001C1A16"/>
    <w:rsid w:val="001E008D"/>
    <w:rsid w:val="001E63A5"/>
    <w:rsid w:val="001F07F3"/>
    <w:rsid w:val="001F558C"/>
    <w:rsid w:val="00225573"/>
    <w:rsid w:val="00242ED4"/>
    <w:rsid w:val="00246A27"/>
    <w:rsid w:val="00251DC1"/>
    <w:rsid w:val="002844DE"/>
    <w:rsid w:val="00294DE8"/>
    <w:rsid w:val="002A0223"/>
    <w:rsid w:val="002A0E40"/>
    <w:rsid w:val="002A4514"/>
    <w:rsid w:val="002A64F0"/>
    <w:rsid w:val="002A6DBF"/>
    <w:rsid w:val="002C4604"/>
    <w:rsid w:val="002C5ADD"/>
    <w:rsid w:val="002C6DAF"/>
    <w:rsid w:val="002F37B7"/>
    <w:rsid w:val="00300B76"/>
    <w:rsid w:val="00332B3B"/>
    <w:rsid w:val="00342D2F"/>
    <w:rsid w:val="003546D2"/>
    <w:rsid w:val="00354983"/>
    <w:rsid w:val="00362AEC"/>
    <w:rsid w:val="00377C5C"/>
    <w:rsid w:val="003B7B03"/>
    <w:rsid w:val="003F49CF"/>
    <w:rsid w:val="0042352C"/>
    <w:rsid w:val="00441A60"/>
    <w:rsid w:val="004604EA"/>
    <w:rsid w:val="0049364A"/>
    <w:rsid w:val="004A7F27"/>
    <w:rsid w:val="004C32F5"/>
    <w:rsid w:val="004D00C8"/>
    <w:rsid w:val="004D66A6"/>
    <w:rsid w:val="004F381C"/>
    <w:rsid w:val="005013D6"/>
    <w:rsid w:val="00522442"/>
    <w:rsid w:val="00524874"/>
    <w:rsid w:val="00551382"/>
    <w:rsid w:val="005723AE"/>
    <w:rsid w:val="00580C1D"/>
    <w:rsid w:val="005A31BC"/>
    <w:rsid w:val="005A6EEB"/>
    <w:rsid w:val="005C0D39"/>
    <w:rsid w:val="005C354D"/>
    <w:rsid w:val="005C3E63"/>
    <w:rsid w:val="005D3EE4"/>
    <w:rsid w:val="005D5FF1"/>
    <w:rsid w:val="005E758F"/>
    <w:rsid w:val="00624B4E"/>
    <w:rsid w:val="006431DD"/>
    <w:rsid w:val="00654AB0"/>
    <w:rsid w:val="00673F05"/>
    <w:rsid w:val="006742E4"/>
    <w:rsid w:val="00674C47"/>
    <w:rsid w:val="00682577"/>
    <w:rsid w:val="00697C3D"/>
    <w:rsid w:val="006B6327"/>
    <w:rsid w:val="006D79A0"/>
    <w:rsid w:val="006F4B8F"/>
    <w:rsid w:val="006F5C96"/>
    <w:rsid w:val="0070248E"/>
    <w:rsid w:val="0071129D"/>
    <w:rsid w:val="00727DA2"/>
    <w:rsid w:val="00734CD1"/>
    <w:rsid w:val="007A4AB4"/>
    <w:rsid w:val="007A7523"/>
    <w:rsid w:val="007B0F1A"/>
    <w:rsid w:val="007D2E36"/>
    <w:rsid w:val="007E7C52"/>
    <w:rsid w:val="007F65E9"/>
    <w:rsid w:val="00827D3D"/>
    <w:rsid w:val="00860BCA"/>
    <w:rsid w:val="008845FC"/>
    <w:rsid w:val="008A0BAD"/>
    <w:rsid w:val="008B1145"/>
    <w:rsid w:val="008B29E4"/>
    <w:rsid w:val="008C0CDC"/>
    <w:rsid w:val="008C6805"/>
    <w:rsid w:val="008F11EE"/>
    <w:rsid w:val="0090500E"/>
    <w:rsid w:val="00914DED"/>
    <w:rsid w:val="00933B30"/>
    <w:rsid w:val="0094445A"/>
    <w:rsid w:val="00957B7F"/>
    <w:rsid w:val="00974E67"/>
    <w:rsid w:val="00977DB2"/>
    <w:rsid w:val="009802C5"/>
    <w:rsid w:val="00987D26"/>
    <w:rsid w:val="00994DA9"/>
    <w:rsid w:val="009B1DA7"/>
    <w:rsid w:val="009C05A2"/>
    <w:rsid w:val="009E7135"/>
    <w:rsid w:val="00A12473"/>
    <w:rsid w:val="00A211F5"/>
    <w:rsid w:val="00A308F8"/>
    <w:rsid w:val="00A33377"/>
    <w:rsid w:val="00A36D43"/>
    <w:rsid w:val="00A51AD5"/>
    <w:rsid w:val="00A65A5B"/>
    <w:rsid w:val="00A81631"/>
    <w:rsid w:val="00A9491C"/>
    <w:rsid w:val="00A96486"/>
    <w:rsid w:val="00AB5658"/>
    <w:rsid w:val="00AD271D"/>
    <w:rsid w:val="00B00EBC"/>
    <w:rsid w:val="00B21666"/>
    <w:rsid w:val="00B23805"/>
    <w:rsid w:val="00B355AB"/>
    <w:rsid w:val="00B37FC0"/>
    <w:rsid w:val="00B40845"/>
    <w:rsid w:val="00B710B0"/>
    <w:rsid w:val="00B9765C"/>
    <w:rsid w:val="00C345AA"/>
    <w:rsid w:val="00C429A3"/>
    <w:rsid w:val="00C43048"/>
    <w:rsid w:val="00C62773"/>
    <w:rsid w:val="00C70530"/>
    <w:rsid w:val="00C9135A"/>
    <w:rsid w:val="00C97FA5"/>
    <w:rsid w:val="00CB2F0C"/>
    <w:rsid w:val="00CB58F4"/>
    <w:rsid w:val="00CC4FC1"/>
    <w:rsid w:val="00CD494C"/>
    <w:rsid w:val="00D0291D"/>
    <w:rsid w:val="00D23753"/>
    <w:rsid w:val="00D413B6"/>
    <w:rsid w:val="00D4184F"/>
    <w:rsid w:val="00D51097"/>
    <w:rsid w:val="00D53E11"/>
    <w:rsid w:val="00D61411"/>
    <w:rsid w:val="00D94A55"/>
    <w:rsid w:val="00DB7A03"/>
    <w:rsid w:val="00DD5DFC"/>
    <w:rsid w:val="00DE6345"/>
    <w:rsid w:val="00E0324B"/>
    <w:rsid w:val="00E16B0A"/>
    <w:rsid w:val="00E36280"/>
    <w:rsid w:val="00E43276"/>
    <w:rsid w:val="00E51658"/>
    <w:rsid w:val="00E772C3"/>
    <w:rsid w:val="00E83EBB"/>
    <w:rsid w:val="00E92BB3"/>
    <w:rsid w:val="00E93641"/>
    <w:rsid w:val="00EA1BD8"/>
    <w:rsid w:val="00EB1DA3"/>
    <w:rsid w:val="00EB57E1"/>
    <w:rsid w:val="00EB6E31"/>
    <w:rsid w:val="00ED0626"/>
    <w:rsid w:val="00ED46B7"/>
    <w:rsid w:val="00EE7883"/>
    <w:rsid w:val="00F15573"/>
    <w:rsid w:val="00F534E1"/>
    <w:rsid w:val="00F548CE"/>
    <w:rsid w:val="00F5502A"/>
    <w:rsid w:val="00F74BF2"/>
    <w:rsid w:val="00F80295"/>
    <w:rsid w:val="00F850A5"/>
    <w:rsid w:val="00FC60D5"/>
    <w:rsid w:val="00FD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B636A6"/>
  <w15:docId w15:val="{DEC3D92B-3EF7-422C-9D13-F8800FF8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D7AB0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8F11EE"/>
    <w:pPr>
      <w:outlineLvl w:val="0"/>
    </w:pPr>
    <w:rPr>
      <w:rFonts w:ascii="Cambria" w:hAnsi="Cambria" w:cs="Arial"/>
      <w:b/>
      <w:bCs/>
      <w:iCs/>
      <w:sz w:val="28"/>
      <w:szCs w:val="28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  <w:style w:type="paragraph" w:styleId="Revzia">
    <w:name w:val="Revision"/>
    <w:hidden/>
    <w:uiPriority w:val="99"/>
    <w:semiHidden/>
    <w:rsid w:val="002A64F0"/>
    <w:rPr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71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basedOn w:val="Predvolenpsmoodseku"/>
    <w:link w:val="Hlavika"/>
    <w:rsid w:val="00FD7AB0"/>
    <w:rPr>
      <w:sz w:val="24"/>
      <w:szCs w:val="24"/>
      <w:lang w:val="sk-SK" w:eastAsia="sk-SK"/>
    </w:rPr>
  </w:style>
  <w:style w:type="paragraph" w:styleId="Textvysvetlivky">
    <w:name w:val="endnote text"/>
    <w:basedOn w:val="Normlny"/>
    <w:link w:val="TextvysvetlivkyChar"/>
    <w:semiHidden/>
    <w:unhideWhenUsed/>
    <w:rsid w:val="00141F39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141F39"/>
    <w:rPr>
      <w:lang w:val="sk-SK" w:eastAsia="sk-SK"/>
    </w:rPr>
  </w:style>
  <w:style w:type="character" w:styleId="Odkaznavysvetlivku">
    <w:name w:val="endnote reference"/>
    <w:basedOn w:val="Predvolenpsmoodseku"/>
    <w:semiHidden/>
    <w:unhideWhenUsed/>
    <w:rsid w:val="00141F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8_CO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82082-F82C-469A-858D-B9B59408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TL05OA8_COO</Template>
  <TotalTime>8</TotalTime>
  <Pages>7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TL05OA8_COO</vt:lpstr>
    </vt:vector>
  </TitlesOfParts>
  <Manager>Ing. Juraj Randus</Manager>
  <Company>SNAS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QMS-Príloha OA 7-2:	 Orgán certifikujúci systémy manažérstva- Tlačivo SNAS TL05oA7</dc:title>
  <dc:subject>QMS-Príloha OA 7-2:	 Orgán certifikujúci systémy manažérstva- Tlačivo SNAS TL05oA7 - Orgán certifikujúci osoby</dc:subject>
  <dc:creator>ukáš Warner</dc:creator>
  <cp:keywords>Slovenská národná akreditačná služba;SNAS</cp:keywords>
  <dc:description>Príloha k žiadosti o akreditáciu SNAS_x000d_
ver. 01.01.05, TL 05 SNAS</dc:description>
  <cp:lastModifiedBy>Juraj Randus</cp:lastModifiedBy>
  <cp:revision>5</cp:revision>
  <cp:lastPrinted>2019-09-02T13:41:00Z</cp:lastPrinted>
  <dcterms:created xsi:type="dcterms:W3CDTF">2024-10-17T17:31:00Z</dcterms:created>
  <dcterms:modified xsi:type="dcterms:W3CDTF">2024-10-20T09:28:00Z</dcterms:modified>
</cp:coreProperties>
</file>