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AEC7E" w14:textId="77777777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 xml:space="preserve">Deklarovanie plnenia požiadaviek normy ISO/IEC </w:t>
      </w:r>
      <w:r w:rsidR="00D77458" w:rsidRPr="009008F4">
        <w:rPr>
          <w:rFonts w:ascii="Times New Roman" w:hAnsi="Times New Roman"/>
          <w:b/>
          <w:sz w:val="28"/>
        </w:rPr>
        <w:t>170</w:t>
      </w:r>
      <w:r w:rsidR="00D77458">
        <w:rPr>
          <w:rFonts w:ascii="Times New Roman" w:hAnsi="Times New Roman"/>
          <w:b/>
          <w:sz w:val="28"/>
        </w:rPr>
        <w:t>43</w:t>
      </w:r>
      <w:r w:rsidRPr="009008F4">
        <w:rPr>
          <w:rFonts w:ascii="Times New Roman" w:hAnsi="Times New Roman"/>
          <w:b/>
          <w:sz w:val="28"/>
        </w:rPr>
        <w:t>:</w:t>
      </w:r>
      <w:r w:rsidR="00D77458" w:rsidRPr="009008F4">
        <w:rPr>
          <w:rFonts w:ascii="Times New Roman" w:hAnsi="Times New Roman"/>
          <w:b/>
          <w:sz w:val="28"/>
        </w:rPr>
        <w:t>201</w:t>
      </w:r>
      <w:r w:rsidR="00D77458">
        <w:rPr>
          <w:rFonts w:ascii="Times New Roman" w:hAnsi="Times New Roman"/>
          <w:b/>
          <w:sz w:val="28"/>
        </w:rPr>
        <w:t>0</w:t>
      </w:r>
    </w:p>
    <w:p w14:paraId="5A6F53A5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7BE8D1C8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2DC4D4A0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731DD869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5B042FA0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4AA3F427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0EDA4CA5" w14:textId="77777777" w:rsidR="00721388" w:rsidRDefault="00721388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67BB0C90" w14:textId="77777777" w:rsidR="0043266F" w:rsidRDefault="0043266F" w:rsidP="00492E0E">
      <w:pPr>
        <w:pStyle w:val="Podtitul"/>
        <w:jc w:val="left"/>
        <w:rPr>
          <w:rFonts w:ascii="Times New Roman" w:hAnsi="Times New Roman"/>
          <w:b/>
          <w:sz w:val="12"/>
        </w:rPr>
        <w:sectPr w:rsidR="0043266F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DDDDA1D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1305504C" w14:textId="77777777" w:rsidR="00721388" w:rsidRDefault="00721388">
      <w:pPr>
        <w:pStyle w:val="Podtitul"/>
        <w:jc w:val="left"/>
        <w:rPr>
          <w:sz w:val="28"/>
        </w:rPr>
        <w:sectPr w:rsidR="00721388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4DE62B35" w14:textId="77777777" w:rsidR="0078141E" w:rsidRDefault="0078141E">
      <w:pPr>
        <w:pStyle w:val="Podtitul"/>
        <w:jc w:val="left"/>
        <w:rPr>
          <w:sz w:val="28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14:paraId="753F52FA" w14:textId="77777777" w:rsidTr="00CE7A53">
        <w:trPr>
          <w:trHeight w:val="275"/>
        </w:trPr>
        <w:tc>
          <w:tcPr>
            <w:tcW w:w="3142" w:type="dxa"/>
          </w:tcPr>
          <w:p w14:paraId="1214618E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32EF3B23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14:paraId="1EBC6A2F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14:paraId="3D4256F4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14:paraId="350EAC3A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0EF201E4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14:paraId="3CAABBF6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"/>
              <w:gridCol w:w="3827"/>
              <w:gridCol w:w="4820"/>
            </w:tblGrid>
            <w:tr w:rsidR="00B124DE" w:rsidRPr="0078141E" w14:paraId="35A6C7EA" w14:textId="77777777" w:rsidTr="004C709A">
              <w:trPr>
                <w:trHeight w:val="262"/>
                <w:tblHeader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F4825" w14:textId="77777777" w:rsidR="00B124DE" w:rsidRPr="005028FC" w:rsidRDefault="00B124DE" w:rsidP="009552CA">
                  <w:pPr>
                    <w:jc w:val="center"/>
                    <w:rPr>
                      <w:b/>
                    </w:rPr>
                  </w:pPr>
                  <w:r w:rsidRPr="005028FC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F68B6" w14:textId="77777777" w:rsidR="00B124DE" w:rsidRPr="005028FC" w:rsidRDefault="00B124DE" w:rsidP="009552CA">
                  <w:pPr>
                    <w:ind w:left="105"/>
                    <w:jc w:val="center"/>
                    <w:rPr>
                      <w:b/>
                    </w:rPr>
                  </w:pPr>
                  <w:r w:rsidRPr="005028FC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482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224113F1" w14:textId="77777777" w:rsidR="00B124DE" w:rsidRPr="00721388" w:rsidRDefault="00BC2377" w:rsidP="00BC2377">
                  <w:pPr>
                    <w:ind w:left="105"/>
                    <w:jc w:val="center"/>
                  </w:pPr>
                  <w:r w:rsidRPr="00721388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B124DE" w:rsidRPr="0078141E" w14:paraId="2B0DB7A4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01ACC" w14:textId="77777777" w:rsidR="00B124DE" w:rsidRPr="009552CA" w:rsidRDefault="00B124D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20E631" w14:textId="77777777" w:rsidR="00B124DE" w:rsidRPr="009552CA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Technické </w:t>
                  </w:r>
                  <w:r w:rsidR="00B124DE" w:rsidRPr="009552CA">
                    <w:rPr>
                      <w:b/>
                      <w:color w:val="000000"/>
                    </w:rPr>
                    <w:t>požiadavky</w:t>
                  </w:r>
                </w:p>
              </w:tc>
              <w:tc>
                <w:tcPr>
                  <w:tcW w:w="4820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5F2BB6B9" w14:textId="77777777" w:rsidR="00B124DE" w:rsidRPr="00721388" w:rsidRDefault="00B124DE" w:rsidP="007E7788">
                  <w:pPr>
                    <w:jc w:val="center"/>
                  </w:pPr>
                </w:p>
              </w:tc>
            </w:tr>
            <w:tr w:rsidR="0078141E" w:rsidRPr="0078141E" w14:paraId="5787B5F7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ADFA6" w14:textId="77777777" w:rsidR="0078141E" w:rsidRPr="009552CA" w:rsidRDefault="0078141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72D1AC" w14:textId="77777777" w:rsidR="0078141E" w:rsidRPr="009552CA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EE2A2AD" w14:textId="77777777" w:rsidR="0078141E" w:rsidRPr="00721388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78141E" w14:paraId="73708B6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5CACF6" w14:textId="77777777" w:rsidR="0078141E" w:rsidRPr="009552CA" w:rsidRDefault="0078141E" w:rsidP="009552CA">
                  <w:pPr>
                    <w:ind w:left="232"/>
                    <w:rPr>
                      <w:b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63FFE1" w14:textId="77777777" w:rsidR="0078141E" w:rsidRPr="009552CA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Pracovníci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95C4284" w14:textId="77777777" w:rsidR="0078141E" w:rsidRPr="00721388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578058A8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A008BE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7C2847" w14:textId="77777777" w:rsidR="00D77458" w:rsidRPr="009552CA" w:rsidDel="00D77458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Zariadenia, priestory a prostredie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B222208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7AC3C02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D6175E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4B7865" w14:textId="77777777" w:rsidR="00D77458" w:rsidRPr="009552CA" w:rsidDel="00D77458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Navrhovanie programov skúšok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568F4A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78577559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E9F4F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27423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Plánovanie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4CE45C6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446871F5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DCEEB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37E351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 xml:space="preserve">Príprava </w:t>
                  </w:r>
                  <w:r w:rsidR="00C568AF">
                    <w:rPr>
                      <w:b/>
                      <w:i/>
                      <w:iCs/>
                      <w:color w:val="000000"/>
                    </w:rPr>
                    <w:t>predmetov</w:t>
                  </w:r>
                  <w:r>
                    <w:rPr>
                      <w:b/>
                      <w:i/>
                      <w:iCs/>
                      <w:color w:val="000000"/>
                    </w:rPr>
                    <w:t xml:space="preserve"> skúšky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F185B03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57FE546F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8A51C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30C98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Homogenita a stabilita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AD712EF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15FEB826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F9F8AB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5A9DC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Návrh štatistického spracovania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1252C8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4B5F9A8A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EB3616" w14:textId="77777777" w:rsidR="00C568AF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6D13E" w14:textId="77777777" w:rsidR="00C568AF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Vzťažné hodnoty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0161CE6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7E4493B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88B0F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BB79A5" w14:textId="77777777" w:rsidR="00D77458" w:rsidRPr="009552CA" w:rsidDel="00D77458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Výber metódy alebo postupu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2367574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7D9D04BB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2E21E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096A32" w14:textId="77777777" w:rsidR="00D77458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Realizácia programov skúšok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23BDD13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0A7EF53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B6A41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4.6.1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B7FDE2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Inštrukcie pre účastníkov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937867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1AEB8BB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91103F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4.6.2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292A9D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Zaobchádzanie s predmetmi skúšky spôsobilosti a ich skladovanie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95487D3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345EE52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5C7C38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4.6.3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1650C7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Balenie, označovanie a distribúcia predmetov skúšky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F25B35E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03D3846E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89F85D" w14:textId="77777777" w:rsidR="00D77458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09D08A" w14:textId="77777777" w:rsidR="00D77458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Analýzy údajov a vyhodnotenie výsledkov programu skúšok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A922648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58C0EDC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8C357E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4.7.1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ED1230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Analýza údajov a záznamy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EDFBF76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3764FEA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6FCCCD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4.7.2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10D3EC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Vyhodnotenie výkonnosti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89F03E3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55BC1E8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8AD2D8" w14:textId="77777777" w:rsidR="00D77458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77173" w14:textId="77777777" w:rsidR="00D77458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Správy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E581F78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12FD0F36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EB0186" w14:textId="77777777" w:rsidR="00AB5DE6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A6302B" w14:textId="77777777" w:rsidR="00AB5DE6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Komunikácia s účastníkmi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892CE31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32EF7FEF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3D4331" w14:textId="77777777" w:rsidR="00AB5DE6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476798" w14:textId="77777777" w:rsidR="00AB5DE6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Dôvernosť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C5E2649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78141E" w14:paraId="315E5EAE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0BBD41" w14:textId="77777777" w:rsidR="007C4215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</w:p>
                <w:p w14:paraId="426840C1" w14:textId="77777777" w:rsidR="008A6F68" w:rsidRPr="009552CA" w:rsidRDefault="008A6F68" w:rsidP="008A6F68">
                  <w:pPr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8F34C" w14:textId="77777777" w:rsidR="007C4215" w:rsidRPr="009552CA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</w:tcPr>
                <w:p w14:paraId="04EA7385" w14:textId="77777777" w:rsidR="007C4215" w:rsidRPr="00721388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78141E" w14:paraId="729FF69C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2F6E1" w14:textId="77777777" w:rsidR="00210C2B" w:rsidRPr="009552CA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5028FC">
                    <w:rPr>
                      <w:b/>
                      <w:color w:val="000000"/>
                    </w:rPr>
                    <w:lastRenderedPageBreak/>
                    <w:t>Článok normy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A5DC05" w14:textId="77777777" w:rsidR="00210C2B" w:rsidRPr="009552CA" w:rsidRDefault="00210C2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r w:rsidRPr="005028FC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4820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34F69431" w14:textId="77777777" w:rsidR="00210C2B" w:rsidRPr="00721388" w:rsidRDefault="00BC2377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721388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210C2B" w:rsidRPr="0078141E" w14:paraId="3BB50F26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C4C491" w14:textId="77777777" w:rsidR="00210C2B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B5DF4C" w14:textId="77777777" w:rsidR="00210C2B" w:rsidRPr="009552CA" w:rsidRDefault="00210C2B" w:rsidP="007C4215">
                  <w:pPr>
                    <w:ind w:left="105" w:right="35"/>
                    <w:rPr>
                      <w:b/>
                    </w:rPr>
                  </w:pPr>
                  <w:r w:rsidRPr="009552CA">
                    <w:rPr>
                      <w:b/>
                      <w:color w:val="000000"/>
                    </w:rPr>
                    <w:t xml:space="preserve">Požiadavky </w:t>
                  </w:r>
                  <w:r w:rsidR="00AB5DE6">
                    <w:rPr>
                      <w:b/>
                      <w:color w:val="000000"/>
                    </w:rPr>
                    <w:t>na manažment</w:t>
                  </w:r>
                </w:p>
              </w:tc>
              <w:tc>
                <w:tcPr>
                  <w:tcW w:w="4820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5C441A62" w14:textId="77777777" w:rsidR="00210C2B" w:rsidRPr="00721388" w:rsidRDefault="00210C2B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78141E" w14:paraId="36B93E06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2F92D" w14:textId="77777777" w:rsidR="007C4215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  <w:r w:rsidR="007C4215" w:rsidRPr="009552CA">
                    <w:rPr>
                      <w:b/>
                      <w:color w:val="000000"/>
                    </w:rPr>
                    <w:t>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EDFB0D" w14:textId="77777777" w:rsidR="007C4215" w:rsidRPr="009552CA" w:rsidRDefault="00AB5DE6" w:rsidP="007C4215">
                  <w:pPr>
                    <w:ind w:left="105" w:right="35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Organizácia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AC51B68" w14:textId="77777777" w:rsidR="007C4215" w:rsidRPr="00721388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78141E" w14:paraId="2C1E8C8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8D2C77" w14:textId="77777777" w:rsidR="007C4215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  <w:r w:rsidR="007C4215" w:rsidRPr="009552CA">
                    <w:rPr>
                      <w:b/>
                      <w:color w:val="000000"/>
                    </w:rPr>
                    <w:t>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EFCB96" w14:textId="77777777" w:rsidR="007C4215" w:rsidRPr="009552CA" w:rsidRDefault="00AB5DE6" w:rsidP="007C4215">
                  <w:pPr>
                    <w:ind w:left="105" w:right="35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Systém manažérstva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622B29" w14:textId="77777777" w:rsidR="007C4215" w:rsidRPr="00721388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78141E" w14:paraId="37C83A5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00E4B7" w14:textId="77777777" w:rsidR="007C4215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  <w:r w:rsidR="007C4215" w:rsidRPr="009552CA">
                    <w:rPr>
                      <w:b/>
                      <w:color w:val="000000"/>
                    </w:rPr>
                    <w:t>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30EA1" w14:textId="77777777" w:rsidR="007C4215" w:rsidRPr="009552CA" w:rsidRDefault="007C4215" w:rsidP="007C4215">
                  <w:pPr>
                    <w:ind w:left="105" w:right="35"/>
                    <w:rPr>
                      <w:b/>
                    </w:rPr>
                  </w:pPr>
                  <w:bookmarkStart w:id="1" w:name="_Toc503704036"/>
                  <w:bookmarkStart w:id="2" w:name="_Toc507074848"/>
                  <w:r w:rsidRPr="009552CA">
                    <w:rPr>
                      <w:b/>
                      <w:color w:val="000000"/>
                    </w:rPr>
                    <w:t>Riadenie dokument</w:t>
                  </w:r>
                  <w:r>
                    <w:rPr>
                      <w:b/>
                      <w:color w:val="000000"/>
                    </w:rPr>
                    <w:t>ov</w:t>
                  </w:r>
                  <w:bookmarkEnd w:id="1"/>
                  <w:bookmarkEnd w:id="2"/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96521A2" w14:textId="77777777" w:rsidR="007C4215" w:rsidRPr="00721388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3C94725D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1EFA6" w14:textId="77777777" w:rsidR="008E48BF" w:rsidRPr="004C709A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36BF4" w14:textId="77777777" w:rsidR="008E48BF" w:rsidRPr="004C709A" w:rsidRDefault="008E48BF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3512F67" w14:textId="77777777" w:rsidR="008E48BF" w:rsidRPr="00721388" w:rsidRDefault="008E48BF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432A5C6F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F41B80" w14:textId="77777777" w:rsidR="008E48BF" w:rsidRPr="004C709A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CFBC71" w14:textId="77777777" w:rsidR="008E48BF" w:rsidRPr="004C709A" w:rsidRDefault="008E48BF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Schvaľovanie a vydávanie dokumentov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C7D04B4" w14:textId="77777777" w:rsidR="008E48BF" w:rsidRPr="00721388" w:rsidRDefault="008E48BF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592F485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28EF81" w14:textId="77777777" w:rsidR="008E48BF" w:rsidRPr="004C709A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5.3.3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791841" w14:textId="77777777" w:rsidR="008E48BF" w:rsidRPr="004C709A" w:rsidRDefault="008E48BF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Zmeny dokumentov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CA46123" w14:textId="77777777" w:rsidR="008E48BF" w:rsidRPr="00721388" w:rsidRDefault="008E48BF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359138AF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F81106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B1C29D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Preskúmanie požiadaviek, ponúk a zmlúv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683B3AF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28CBB68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87202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7A87CC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Subdodávateľské služby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B88B7B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4F1A2456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25AEB6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AC3DE9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Nakupovanie služieb a </w:t>
                  </w:r>
                  <w:r w:rsidR="0071422C">
                    <w:rPr>
                      <w:b/>
                      <w:color w:val="000000"/>
                    </w:rPr>
                    <w:t>tovarov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4CFB331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7846B9D6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0D74D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07992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Služba zákazníkovi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DC48C49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055E99D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4478B" w14:textId="77777777" w:rsidR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982A0" w14:textId="77777777" w:rsidR="00AB5DE6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Sťažnosti a odvolania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2519E1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2D50D4C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0A36D" w14:textId="77777777" w:rsidR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CA49AA" w14:textId="77777777" w:rsidR="00AB5DE6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Riadenie nezhodnej práce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E78DA05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562E1E13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06E01" w14:textId="77777777" w:rsidR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8D24F" w14:textId="77777777" w:rsidR="00AB5DE6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Zlepšovanie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F91883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266DC957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4997E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C14167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Nápravné opatrenia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CF6E2F5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36E8B8B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1DDA7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5.11.1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3141B5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B2A820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06B2FF3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02AC82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5.11.2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0A5E9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Analýza príčin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C099557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4689E9F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52424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5.11.3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784009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Výber a implementácia nápravných opatrení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E3D73A1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63E83A79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07F2B" w14:textId="77777777" w:rsidR="008E48BF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B6C70" w14:textId="77777777" w:rsidR="008E48BF" w:rsidRDefault="008E48BF" w:rsidP="008E48BF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Preventívne opatrenia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7FBDA09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47BE6D99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181E6E" w14:textId="77777777" w:rsidR="008E48BF" w:rsidRPr="009552CA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44012" w14:textId="77777777" w:rsidR="008E48BF" w:rsidRPr="009552CA" w:rsidRDefault="008E48BF" w:rsidP="008E48BF">
                  <w:pPr>
                    <w:ind w:left="105" w:right="35"/>
                    <w:rPr>
                      <w:b/>
                    </w:rPr>
                  </w:pPr>
                  <w:r w:rsidRPr="009552CA">
                    <w:rPr>
                      <w:b/>
                      <w:color w:val="000000"/>
                    </w:rPr>
                    <w:t xml:space="preserve">Riadenie záznamov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A2AD1C6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3CC3381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F6A29" w14:textId="77777777" w:rsidR="008E48BF" w:rsidRPr="004C709A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189019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75CC374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74B2DAA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4AD8FE" w14:textId="77777777" w:rsidR="008E48BF" w:rsidRPr="004C709A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734291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Technické záznamy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2CD9AA8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5B0695F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7BE8CE" w14:textId="77777777" w:rsidR="008E48BF" w:rsidRPr="009552CA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9EE51B" w14:textId="77777777" w:rsidR="008E48BF" w:rsidRPr="009552CA" w:rsidRDefault="008E48BF" w:rsidP="008E48BF">
                  <w:pPr>
                    <w:ind w:left="105" w:right="35"/>
                    <w:rPr>
                      <w:b/>
                    </w:rPr>
                  </w:pPr>
                  <w:r w:rsidRPr="009552CA">
                    <w:rPr>
                      <w:b/>
                      <w:color w:val="000000"/>
                    </w:rPr>
                    <w:t xml:space="preserve">Interné audity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2C7EE1C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7BF3704C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31C5D" w14:textId="77777777" w:rsidR="008E48BF" w:rsidRPr="009552CA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53DF25" w14:textId="77777777" w:rsidR="008E48BF" w:rsidRPr="009552CA" w:rsidRDefault="008E48BF" w:rsidP="008E48BF">
                  <w:pPr>
                    <w:ind w:left="105" w:right="35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Preskúmanie manažmentom</w:t>
                  </w:r>
                  <w:r w:rsidRPr="009552CA">
                    <w:rPr>
                      <w:b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A47398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</w:tbl>
          <w:p w14:paraId="45280AF8" w14:textId="77777777" w:rsidR="0078141E" w:rsidRPr="0078141E" w:rsidRDefault="0078141E" w:rsidP="007E7788"/>
        </w:tc>
        <w:tc>
          <w:tcPr>
            <w:tcW w:w="20" w:type="dxa"/>
          </w:tcPr>
          <w:p w14:paraId="2C39B392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</w:tbl>
    <w:p w14:paraId="7CF990A0" w14:textId="77777777" w:rsidR="0078141E" w:rsidRDefault="0078141E" w:rsidP="0078141E"/>
    <w:p w14:paraId="0D2E362D" w14:textId="77777777" w:rsidR="00BC2377" w:rsidRPr="00BC2377" w:rsidRDefault="00BC2377" w:rsidP="00BC2377">
      <w:pPr>
        <w:rPr>
          <w:sz w:val="22"/>
          <w:szCs w:val="22"/>
        </w:rPr>
      </w:pPr>
      <w:r w:rsidRPr="00BC2377">
        <w:t>*) Všetky dokumenty, na ktoré sa odvolávate vložte do AIS.</w:t>
      </w:r>
    </w:p>
    <w:p w14:paraId="40E10D20" w14:textId="77777777" w:rsidR="0043266F" w:rsidRDefault="0043266F" w:rsidP="0078141E">
      <w:pPr>
        <w:sectPr w:rsidR="0043266F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4C167FC" w14:textId="77777777" w:rsidR="00BC2377" w:rsidRDefault="00BC2377" w:rsidP="0078141E"/>
    <w:p w14:paraId="5ABEDC7A" w14:textId="77777777" w:rsidR="0078141E" w:rsidRDefault="0078141E" w:rsidP="0078141E"/>
    <w:p w14:paraId="671D1B6B" w14:textId="77777777" w:rsidR="003F52AC" w:rsidRPr="0024047A" w:rsidRDefault="003F52AC">
      <w:r w:rsidRPr="0024047A">
        <w:t xml:space="preserve">Vyhlasujem, že údaje, uvedené v prílohe </w:t>
      </w:r>
      <w:r w:rsidR="004C709A" w:rsidRPr="0024047A">
        <w:t>OA</w:t>
      </w:r>
      <w:r w:rsidR="004C709A">
        <w:t>4</w:t>
      </w:r>
      <w:r w:rsidRPr="0024047A">
        <w:t>-2, sú pravdivé a správne.</w:t>
      </w:r>
    </w:p>
    <w:p w14:paraId="62B1D5AD" w14:textId="77777777" w:rsidR="003F52AC" w:rsidRPr="0024047A" w:rsidRDefault="003F52AC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24047A" w14:paraId="06BF2681" w14:textId="77777777" w:rsidTr="00721388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B5F26B6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C5CFE4A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4694457C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413A6F67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09596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52078D28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12DED443" w14:textId="77777777" w:rsidTr="00721388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4D6B6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C1DF8A1" w14:textId="77777777" w:rsidR="00210C2B" w:rsidRPr="0024047A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24D823B6" w14:textId="77777777" w:rsidR="00210C2B" w:rsidRPr="0024047A" w:rsidRDefault="00210C2B" w:rsidP="00721388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0981CB56" w14:textId="77777777" w:rsidR="003F52AC" w:rsidRPr="003D3E28" w:rsidRDefault="003F52AC" w:rsidP="006624EC">
      <w:pPr>
        <w:rPr>
          <w:sz w:val="2"/>
        </w:rPr>
      </w:pPr>
    </w:p>
    <w:sectPr w:rsidR="003F52AC" w:rsidRPr="003D3E28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DF07C" w14:textId="77777777" w:rsidR="00D12479" w:rsidRDefault="00D12479">
      <w:r>
        <w:separator/>
      </w:r>
    </w:p>
  </w:endnote>
  <w:endnote w:type="continuationSeparator" w:id="0">
    <w:p w14:paraId="4DF7ABFD" w14:textId="77777777" w:rsidR="00D12479" w:rsidRDefault="00D1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9C303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C709A">
      <w:rPr>
        <w:b/>
      </w:rPr>
      <w:t>OA4</w:t>
    </w:r>
    <w:r w:rsidR="000F4DB1">
      <w:rPr>
        <w:b/>
      </w:rPr>
      <w:t>/2</w:t>
    </w:r>
    <w:r w:rsidRPr="00997854">
      <w:rPr>
        <w:b/>
      </w:rPr>
      <w:t xml:space="preserve"> </w:t>
    </w:r>
  </w:p>
  <w:p w14:paraId="567B147E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DC51CB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17FE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D77458">
      <w:rPr>
        <w:b/>
      </w:rPr>
      <w:t>OA4</w:t>
    </w:r>
    <w:r>
      <w:rPr>
        <w:b/>
      </w:rPr>
      <w:t>/2</w:t>
    </w:r>
  </w:p>
  <w:p w14:paraId="7339299C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DC51CB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2502C" w14:textId="77777777" w:rsidR="00D12479" w:rsidRDefault="00D12479">
      <w:r>
        <w:separator/>
      </w:r>
    </w:p>
  </w:footnote>
  <w:footnote w:type="continuationSeparator" w:id="0">
    <w:p w14:paraId="13401670" w14:textId="77777777" w:rsidR="00D12479" w:rsidRDefault="00D1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4343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 xml:space="preserve">Príloha </w:t>
    </w:r>
    <w:r w:rsidR="00D77458" w:rsidRPr="00D67855">
      <w:rPr>
        <w:b/>
        <w:sz w:val="32"/>
      </w:rPr>
      <w:t>OA</w:t>
    </w:r>
    <w:r w:rsidR="00D77458">
      <w:rPr>
        <w:b/>
        <w:sz w:val="32"/>
      </w:rPr>
      <w:t>4</w:t>
    </w:r>
    <w:r w:rsidR="0078141E">
      <w:rPr>
        <w:b/>
        <w:sz w:val="32"/>
      </w:rPr>
      <w:t>- 2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D77458">
      <w:rPr>
        <w:b/>
        <w:sz w:val="32"/>
      </w:rPr>
      <w:t>Organizátor skúšok spôsobilosti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641086060">
    <w:abstractNumId w:val="7"/>
  </w:num>
  <w:num w:numId="2" w16cid:durableId="278679850">
    <w:abstractNumId w:val="10"/>
  </w:num>
  <w:num w:numId="3" w16cid:durableId="1441022507">
    <w:abstractNumId w:val="22"/>
  </w:num>
  <w:num w:numId="4" w16cid:durableId="876358970">
    <w:abstractNumId w:val="6"/>
  </w:num>
  <w:num w:numId="5" w16cid:durableId="1398476507">
    <w:abstractNumId w:val="21"/>
  </w:num>
  <w:num w:numId="6" w16cid:durableId="854610155">
    <w:abstractNumId w:val="5"/>
  </w:num>
  <w:num w:numId="7" w16cid:durableId="1024551135">
    <w:abstractNumId w:val="16"/>
  </w:num>
  <w:num w:numId="8" w16cid:durableId="364790567">
    <w:abstractNumId w:val="12"/>
  </w:num>
  <w:num w:numId="9" w16cid:durableId="1673605573">
    <w:abstractNumId w:val="20"/>
  </w:num>
  <w:num w:numId="10" w16cid:durableId="2122843585">
    <w:abstractNumId w:val="18"/>
  </w:num>
  <w:num w:numId="11" w16cid:durableId="828210291">
    <w:abstractNumId w:val="4"/>
  </w:num>
  <w:num w:numId="12" w16cid:durableId="732434871">
    <w:abstractNumId w:val="11"/>
  </w:num>
  <w:num w:numId="13" w16cid:durableId="801656560">
    <w:abstractNumId w:val="23"/>
  </w:num>
  <w:num w:numId="14" w16cid:durableId="625427602">
    <w:abstractNumId w:val="0"/>
  </w:num>
  <w:num w:numId="15" w16cid:durableId="204607299">
    <w:abstractNumId w:val="24"/>
  </w:num>
  <w:num w:numId="16" w16cid:durableId="1148940316">
    <w:abstractNumId w:val="13"/>
  </w:num>
  <w:num w:numId="17" w16cid:durableId="1614677006">
    <w:abstractNumId w:val="18"/>
  </w:num>
  <w:num w:numId="18" w16cid:durableId="1727298125">
    <w:abstractNumId w:val="18"/>
  </w:num>
  <w:num w:numId="19" w16cid:durableId="836194511">
    <w:abstractNumId w:val="18"/>
  </w:num>
  <w:num w:numId="20" w16cid:durableId="1747218886">
    <w:abstractNumId w:val="8"/>
  </w:num>
  <w:num w:numId="21" w16cid:durableId="1746613313">
    <w:abstractNumId w:val="9"/>
  </w:num>
  <w:num w:numId="22" w16cid:durableId="1973749476">
    <w:abstractNumId w:val="25"/>
  </w:num>
  <w:num w:numId="23" w16cid:durableId="1326936750">
    <w:abstractNumId w:val="18"/>
  </w:num>
  <w:num w:numId="24" w16cid:durableId="1775906491">
    <w:abstractNumId w:val="15"/>
  </w:num>
  <w:num w:numId="25" w16cid:durableId="810371461">
    <w:abstractNumId w:val="3"/>
  </w:num>
  <w:num w:numId="26" w16cid:durableId="105853926">
    <w:abstractNumId w:val="17"/>
  </w:num>
  <w:num w:numId="27" w16cid:durableId="852495421">
    <w:abstractNumId w:val="1"/>
  </w:num>
  <w:num w:numId="28" w16cid:durableId="166866168">
    <w:abstractNumId w:val="14"/>
  </w:num>
  <w:num w:numId="29" w16cid:durableId="471545">
    <w:abstractNumId w:val="2"/>
  </w:num>
  <w:num w:numId="30" w16cid:durableId="1932928653">
    <w:abstractNumId w:val="19"/>
  </w:num>
  <w:num w:numId="31" w16cid:durableId="5656028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22895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7P/aHIlXs2nCxNCICJuBn+Updw=" w:salt="dJ0WlwmzbTKbccfE+AfEwA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97E67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49C1"/>
    <w:rsid w:val="00146F8D"/>
    <w:rsid w:val="0015185C"/>
    <w:rsid w:val="00175E84"/>
    <w:rsid w:val="00180576"/>
    <w:rsid w:val="001820E8"/>
    <w:rsid w:val="00185555"/>
    <w:rsid w:val="001874D4"/>
    <w:rsid w:val="001A0D7F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57AF7"/>
    <w:rsid w:val="00264747"/>
    <w:rsid w:val="00264BF9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1226F"/>
    <w:rsid w:val="00414BA3"/>
    <w:rsid w:val="00414C48"/>
    <w:rsid w:val="00421FC9"/>
    <w:rsid w:val="00424476"/>
    <w:rsid w:val="0043266F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C709A"/>
    <w:rsid w:val="004D6015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72434"/>
    <w:rsid w:val="00576A4C"/>
    <w:rsid w:val="005949F4"/>
    <w:rsid w:val="005A6CB2"/>
    <w:rsid w:val="005C36DC"/>
    <w:rsid w:val="005D24F2"/>
    <w:rsid w:val="005E2E4B"/>
    <w:rsid w:val="005E4DAC"/>
    <w:rsid w:val="00632C1E"/>
    <w:rsid w:val="00651F67"/>
    <w:rsid w:val="006533EE"/>
    <w:rsid w:val="0065582B"/>
    <w:rsid w:val="0065724A"/>
    <w:rsid w:val="006624EC"/>
    <w:rsid w:val="00673CB1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1422C"/>
    <w:rsid w:val="00721388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922D6"/>
    <w:rsid w:val="00895A20"/>
    <w:rsid w:val="008976D8"/>
    <w:rsid w:val="008A6F68"/>
    <w:rsid w:val="008B2C1D"/>
    <w:rsid w:val="008B68BA"/>
    <w:rsid w:val="008B6CE6"/>
    <w:rsid w:val="008C08C0"/>
    <w:rsid w:val="008E48BF"/>
    <w:rsid w:val="009008F4"/>
    <w:rsid w:val="00917E98"/>
    <w:rsid w:val="009552CA"/>
    <w:rsid w:val="0096764E"/>
    <w:rsid w:val="00997854"/>
    <w:rsid w:val="009A54B3"/>
    <w:rsid w:val="009B2118"/>
    <w:rsid w:val="009C153C"/>
    <w:rsid w:val="009C1843"/>
    <w:rsid w:val="009C344D"/>
    <w:rsid w:val="009C7533"/>
    <w:rsid w:val="009E15F5"/>
    <w:rsid w:val="009E5CCA"/>
    <w:rsid w:val="00A00074"/>
    <w:rsid w:val="00A02DE1"/>
    <w:rsid w:val="00A04162"/>
    <w:rsid w:val="00A27F61"/>
    <w:rsid w:val="00A47763"/>
    <w:rsid w:val="00A72660"/>
    <w:rsid w:val="00A74DA2"/>
    <w:rsid w:val="00A84D4B"/>
    <w:rsid w:val="00AA77AC"/>
    <w:rsid w:val="00AB5DE6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2EA0"/>
    <w:rsid w:val="00B9358D"/>
    <w:rsid w:val="00BA06FA"/>
    <w:rsid w:val="00BB1F23"/>
    <w:rsid w:val="00BC2377"/>
    <w:rsid w:val="00C14B8F"/>
    <w:rsid w:val="00C33FDF"/>
    <w:rsid w:val="00C35627"/>
    <w:rsid w:val="00C4374D"/>
    <w:rsid w:val="00C564DE"/>
    <w:rsid w:val="00C568AF"/>
    <w:rsid w:val="00C721E4"/>
    <w:rsid w:val="00C94235"/>
    <w:rsid w:val="00CA720F"/>
    <w:rsid w:val="00CB734E"/>
    <w:rsid w:val="00CC0581"/>
    <w:rsid w:val="00CE7A53"/>
    <w:rsid w:val="00CF3B29"/>
    <w:rsid w:val="00CF6AA7"/>
    <w:rsid w:val="00D05DA5"/>
    <w:rsid w:val="00D10648"/>
    <w:rsid w:val="00D12479"/>
    <w:rsid w:val="00D42A04"/>
    <w:rsid w:val="00D4676B"/>
    <w:rsid w:val="00D471E6"/>
    <w:rsid w:val="00D67855"/>
    <w:rsid w:val="00D77458"/>
    <w:rsid w:val="00D86C8A"/>
    <w:rsid w:val="00D91FBB"/>
    <w:rsid w:val="00DB2276"/>
    <w:rsid w:val="00DB312A"/>
    <w:rsid w:val="00DB7F9F"/>
    <w:rsid w:val="00DC257B"/>
    <w:rsid w:val="00DC51C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662DC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09DE"/>
    <w:rsid w:val="00F13B7B"/>
    <w:rsid w:val="00F32CC4"/>
    <w:rsid w:val="00F32DD8"/>
    <w:rsid w:val="00F453FB"/>
    <w:rsid w:val="00F56529"/>
    <w:rsid w:val="00F61FD3"/>
    <w:rsid w:val="00F82FFD"/>
    <w:rsid w:val="00FA23BB"/>
    <w:rsid w:val="00FA26B4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B8EFB7"/>
  <w15:docId w15:val="{315C1C25-A378-4E94-9EF3-580B5EB2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TL05OA2_2_SL.dot</Template>
  <TotalTime>1</TotalTime>
  <Pages>2</Pages>
  <Words>265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Andrea Cucorová</cp:lastModifiedBy>
  <cp:revision>2</cp:revision>
  <cp:lastPrinted>2013-10-31T14:14:00Z</cp:lastPrinted>
  <dcterms:created xsi:type="dcterms:W3CDTF">2025-02-17T12:13:00Z</dcterms:created>
  <dcterms:modified xsi:type="dcterms:W3CDTF">2025-02-17T12:13:00Z</dcterms:modified>
</cp:coreProperties>
</file>