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417B" w14:textId="73FF8540" w:rsidR="002E465E" w:rsidRPr="001A0F04" w:rsidRDefault="00883F03" w:rsidP="009008F4">
      <w:pPr>
        <w:pStyle w:val="Podtitul"/>
        <w:rPr>
          <w:rFonts w:asciiTheme="majorHAnsi" w:hAnsiTheme="majorHAnsi"/>
          <w:b/>
          <w:sz w:val="28"/>
          <w:lang w:val="en-GB"/>
        </w:rPr>
      </w:pPr>
      <w:r w:rsidRPr="001A0F04">
        <w:rPr>
          <w:rFonts w:asciiTheme="majorHAnsi" w:hAnsiTheme="majorHAnsi"/>
          <w:b/>
          <w:sz w:val="28"/>
          <w:lang w:val="en-GB"/>
        </w:rPr>
        <w:t xml:space="preserve">Declaration of compliance with standard </w:t>
      </w:r>
      <w:r w:rsidR="002E465E" w:rsidRPr="001A0F04">
        <w:rPr>
          <w:rFonts w:asciiTheme="majorHAnsi" w:hAnsiTheme="majorHAnsi"/>
          <w:b/>
          <w:sz w:val="28"/>
          <w:lang w:val="en-GB"/>
        </w:rPr>
        <w:t xml:space="preserve">ISO/IEC </w:t>
      </w:r>
      <w:r w:rsidR="00D77458" w:rsidRPr="001A0F04">
        <w:rPr>
          <w:rFonts w:asciiTheme="majorHAnsi" w:hAnsiTheme="majorHAnsi"/>
          <w:b/>
          <w:sz w:val="28"/>
          <w:lang w:val="en-GB"/>
        </w:rPr>
        <w:t>17043</w:t>
      </w:r>
      <w:r w:rsidR="002E465E" w:rsidRPr="001A0F04">
        <w:rPr>
          <w:rFonts w:asciiTheme="majorHAnsi" w:hAnsiTheme="majorHAnsi"/>
          <w:b/>
          <w:sz w:val="28"/>
          <w:lang w:val="en-GB"/>
        </w:rPr>
        <w:t>:</w:t>
      </w:r>
      <w:r w:rsidR="00D77458" w:rsidRPr="001A0F04">
        <w:rPr>
          <w:rFonts w:asciiTheme="majorHAnsi" w:hAnsiTheme="majorHAnsi"/>
          <w:b/>
          <w:sz w:val="28"/>
          <w:lang w:val="en-GB"/>
        </w:rPr>
        <w:t>20</w:t>
      </w:r>
      <w:r w:rsidR="004B1DC7" w:rsidRPr="001A0F04">
        <w:rPr>
          <w:rFonts w:asciiTheme="majorHAnsi" w:hAnsiTheme="majorHAnsi"/>
          <w:b/>
          <w:sz w:val="28"/>
          <w:lang w:val="en-GB"/>
        </w:rPr>
        <w:t>23</w:t>
      </w:r>
      <w:r w:rsidRPr="001A0F04">
        <w:rPr>
          <w:rFonts w:asciiTheme="majorHAnsi" w:hAnsiTheme="majorHAnsi"/>
          <w:b/>
          <w:sz w:val="28"/>
          <w:lang w:val="en-GB"/>
        </w:rPr>
        <w:t xml:space="preserve"> requirements</w:t>
      </w:r>
    </w:p>
    <w:p w14:paraId="2C41DFAE" w14:textId="77777777" w:rsidR="003F52AC" w:rsidRPr="001A0F04" w:rsidRDefault="003F52AC" w:rsidP="00492E0E">
      <w:pPr>
        <w:pStyle w:val="Podtitul"/>
        <w:tabs>
          <w:tab w:val="left" w:pos="2410"/>
        </w:tabs>
        <w:rPr>
          <w:rFonts w:asciiTheme="majorHAnsi" w:hAnsiTheme="majorHAnsi"/>
          <w:b/>
          <w:sz w:val="32"/>
          <w:lang w:val="en-GB"/>
        </w:rPr>
      </w:pPr>
    </w:p>
    <w:p w14:paraId="762EE170" w14:textId="77777777" w:rsidR="003F52AC" w:rsidRPr="001A0F04" w:rsidRDefault="003F52AC" w:rsidP="00492E0E">
      <w:pPr>
        <w:pStyle w:val="Podtitul"/>
        <w:tabs>
          <w:tab w:val="left" w:pos="2410"/>
        </w:tabs>
        <w:jc w:val="left"/>
        <w:rPr>
          <w:rFonts w:asciiTheme="majorHAnsi" w:hAnsiTheme="majorHAnsi"/>
          <w:b/>
          <w:lang w:val="en-GB"/>
        </w:rPr>
      </w:pPr>
    </w:p>
    <w:p w14:paraId="7F8B6D9C" w14:textId="77777777" w:rsidR="00357FF8" w:rsidRPr="001A0F04" w:rsidRDefault="00357FF8" w:rsidP="00357FF8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24"/>
          <w:szCs w:val="24"/>
          <w:lang w:val="en-GB"/>
        </w:rPr>
      </w:pPr>
      <w:r w:rsidRPr="001A0F04">
        <w:rPr>
          <w:rFonts w:asciiTheme="majorHAnsi" w:hAnsiTheme="majorHAnsi"/>
          <w:sz w:val="24"/>
          <w:szCs w:val="24"/>
          <w:lang w:val="en-GB"/>
        </w:rPr>
        <w:t xml:space="preserve">Applicant:  </w:t>
      </w:r>
      <w:r w:rsidRPr="001A0F04">
        <w:rPr>
          <w:rFonts w:asciiTheme="majorHAnsi" w:hAnsiTheme="majorHAnsi"/>
          <w:sz w:val="24"/>
          <w:szCs w:val="24"/>
          <w:lang w:val="en-GB"/>
        </w:rPr>
        <w:tab/>
      </w:r>
      <w:r w:rsidRPr="001A0F04">
        <w:rPr>
          <w:rFonts w:asciiTheme="majorHAnsi" w:hAnsiTheme="majorHAnsi"/>
          <w:sz w:val="24"/>
          <w:szCs w:val="24"/>
          <w:lang w:val="en-GB"/>
        </w:rPr>
        <w:tab/>
        <w:t>Name (Business name)</w:t>
      </w:r>
    </w:p>
    <w:p w14:paraId="22F8F77B" w14:textId="0ADBAA98" w:rsidR="00357FF8" w:rsidRPr="001A0F04" w:rsidRDefault="00357FF8" w:rsidP="00357FF8">
      <w:pPr>
        <w:pStyle w:val="Pta"/>
        <w:tabs>
          <w:tab w:val="clear" w:pos="4153"/>
          <w:tab w:val="clear" w:pos="8306"/>
        </w:tabs>
        <w:ind w:left="1418" w:firstLine="709"/>
        <w:rPr>
          <w:rFonts w:asciiTheme="majorHAnsi" w:hAnsiTheme="majorHAnsi"/>
          <w:sz w:val="24"/>
          <w:szCs w:val="24"/>
          <w:lang w:val="en-GB"/>
        </w:rPr>
      </w:pPr>
      <w:r w:rsidRPr="001A0F04">
        <w:rPr>
          <w:rFonts w:asciiTheme="majorHAnsi" w:hAnsiTheme="majorHAnsi"/>
          <w:sz w:val="24"/>
          <w:szCs w:val="24"/>
          <w:lang w:val="en-GB"/>
        </w:rPr>
        <w:t>Address incl. postcode, Company registration No</w:t>
      </w:r>
    </w:p>
    <w:p w14:paraId="443ADC43" w14:textId="77777777" w:rsidR="00357FF8" w:rsidRPr="001A0F04" w:rsidRDefault="00357FF8" w:rsidP="00357FF8">
      <w:pPr>
        <w:pStyle w:val="Pta"/>
        <w:tabs>
          <w:tab w:val="clear" w:pos="4153"/>
          <w:tab w:val="clear" w:pos="8306"/>
        </w:tabs>
        <w:ind w:left="1418" w:firstLine="709"/>
        <w:rPr>
          <w:rFonts w:asciiTheme="majorHAnsi" w:hAnsiTheme="majorHAnsi"/>
          <w:sz w:val="24"/>
          <w:szCs w:val="24"/>
          <w:lang w:val="en-GB"/>
        </w:rPr>
      </w:pPr>
      <w:r w:rsidRPr="001A0F04">
        <w:rPr>
          <w:rFonts w:asciiTheme="majorHAnsi" w:hAnsiTheme="majorHAnsi"/>
          <w:sz w:val="24"/>
          <w:szCs w:val="24"/>
          <w:lang w:val="en-GB"/>
        </w:rPr>
        <w:t xml:space="preserve">Name of workplace No 1.: Address incl. postcode </w:t>
      </w:r>
    </w:p>
    <w:p w14:paraId="2120C11F" w14:textId="77777777" w:rsidR="00357FF8" w:rsidRPr="001A0F04" w:rsidRDefault="00357FF8" w:rsidP="00357FF8">
      <w:pPr>
        <w:pStyle w:val="Pta"/>
        <w:tabs>
          <w:tab w:val="clear" w:pos="4153"/>
          <w:tab w:val="clear" w:pos="8306"/>
        </w:tabs>
        <w:ind w:left="1418" w:firstLine="709"/>
        <w:rPr>
          <w:rFonts w:asciiTheme="majorHAnsi" w:hAnsiTheme="majorHAnsi"/>
          <w:sz w:val="24"/>
          <w:szCs w:val="24"/>
          <w:lang w:val="en-GB"/>
        </w:rPr>
      </w:pPr>
      <w:r w:rsidRPr="001A0F04">
        <w:rPr>
          <w:rFonts w:asciiTheme="majorHAnsi" w:hAnsiTheme="majorHAnsi"/>
          <w:sz w:val="24"/>
          <w:szCs w:val="24"/>
          <w:lang w:val="en-GB"/>
        </w:rPr>
        <w:t>Name of workplace No 2.: Address incl. postcode</w:t>
      </w:r>
    </w:p>
    <w:p w14:paraId="009D8062" w14:textId="77777777" w:rsidR="003F52AC" w:rsidRPr="001A0F04" w:rsidRDefault="003F52AC" w:rsidP="00492E0E">
      <w:pPr>
        <w:pStyle w:val="Podtitul"/>
        <w:jc w:val="left"/>
        <w:rPr>
          <w:rFonts w:asciiTheme="majorHAnsi" w:hAnsiTheme="majorHAnsi"/>
          <w:b/>
          <w:sz w:val="12"/>
          <w:lang w:val="en-GB"/>
        </w:rPr>
      </w:pPr>
    </w:p>
    <w:p w14:paraId="3552D2F8" w14:textId="77777777" w:rsidR="003F52AC" w:rsidRPr="001A0F04" w:rsidRDefault="003F52AC" w:rsidP="00492E0E">
      <w:pPr>
        <w:pStyle w:val="Podtitul"/>
        <w:jc w:val="left"/>
        <w:rPr>
          <w:rFonts w:asciiTheme="majorHAnsi" w:hAnsiTheme="majorHAnsi"/>
          <w:b/>
          <w:sz w:val="12"/>
          <w:lang w:val="en-GB"/>
        </w:rPr>
      </w:pPr>
    </w:p>
    <w:p w14:paraId="457443BE" w14:textId="77777777" w:rsidR="003F52AC" w:rsidRPr="001A0F04" w:rsidRDefault="003F52AC" w:rsidP="00492E0E">
      <w:pPr>
        <w:pStyle w:val="Podtitul"/>
        <w:jc w:val="left"/>
        <w:rPr>
          <w:rFonts w:asciiTheme="majorHAnsi" w:hAnsiTheme="majorHAnsi"/>
          <w:b/>
          <w:lang w:val="en-GB"/>
        </w:rPr>
        <w:sectPr w:rsidR="003F52AC" w:rsidRPr="001A0F04" w:rsidSect="009629DB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857B897" w14:textId="77777777" w:rsidR="003F52AC" w:rsidRPr="001A0F04" w:rsidRDefault="00357FF8" w:rsidP="00492E0E">
      <w:pPr>
        <w:pStyle w:val="Podtitul"/>
        <w:jc w:val="left"/>
        <w:rPr>
          <w:rFonts w:asciiTheme="majorHAnsi" w:hAnsiTheme="majorHAnsi"/>
          <w:i/>
          <w:sz w:val="14"/>
          <w:lang w:val="en-GB"/>
        </w:rPr>
      </w:pPr>
      <w:r w:rsidRPr="001A0F04">
        <w:rPr>
          <w:rFonts w:asciiTheme="majorHAnsi" w:hAnsiTheme="majorHAnsi"/>
          <w:sz w:val="22"/>
          <w:szCs w:val="22"/>
          <w:lang w:val="en-GB"/>
        </w:rPr>
        <w:t>Certificate of accreditation</w:t>
      </w:r>
      <w:r w:rsidRPr="001A0F04">
        <w:rPr>
          <w:rFonts w:asciiTheme="majorHAnsi" w:hAnsiTheme="majorHAnsi"/>
          <w:i/>
          <w:vertAlign w:val="superscript"/>
          <w:lang w:val="en-GB"/>
        </w:rPr>
        <w:t>*)</w:t>
      </w:r>
      <w:r w:rsidRPr="001A0F04">
        <w:rPr>
          <w:rFonts w:asciiTheme="majorHAnsi" w:hAnsiTheme="majorHAnsi"/>
          <w:sz w:val="22"/>
          <w:szCs w:val="22"/>
          <w:lang w:val="en-GB"/>
        </w:rPr>
        <w:t xml:space="preserve"> No</w:t>
      </w:r>
      <w:r w:rsidRPr="001A0F04">
        <w:rPr>
          <w:rFonts w:asciiTheme="majorHAnsi" w:hAnsiTheme="majorHAnsi"/>
          <w:lang w:val="en-GB"/>
        </w:rPr>
        <w:t>.</w:t>
      </w:r>
      <w:r w:rsidR="003F52AC" w:rsidRPr="001A0F04">
        <w:rPr>
          <w:rFonts w:asciiTheme="majorHAnsi" w:hAnsiTheme="majorHAnsi"/>
          <w:lang w:val="en-GB"/>
        </w:rPr>
        <w:t xml:space="preserve">: </w:t>
      </w:r>
      <w:bookmarkStart w:id="0" w:name="Text1"/>
      <w:r w:rsidR="003F52AC" w:rsidRPr="001A0F04">
        <w:rPr>
          <w:rFonts w:asciiTheme="majorHAnsi" w:hAnsiTheme="majorHAnsi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F52AC" w:rsidRPr="001A0F04">
        <w:rPr>
          <w:rFonts w:asciiTheme="majorHAnsi" w:hAnsiTheme="majorHAnsi"/>
          <w:lang w:val="en-GB"/>
        </w:rPr>
        <w:instrText xml:space="preserve"> FORMTEXT </w:instrText>
      </w:r>
      <w:r w:rsidR="003F52AC" w:rsidRPr="001A0F04">
        <w:rPr>
          <w:rFonts w:asciiTheme="majorHAnsi" w:hAnsiTheme="majorHAnsi"/>
          <w:lang w:val="en-GB"/>
        </w:rPr>
      </w:r>
      <w:r w:rsidR="003F52AC" w:rsidRPr="001A0F04">
        <w:rPr>
          <w:rFonts w:asciiTheme="majorHAnsi" w:hAnsiTheme="majorHAnsi"/>
          <w:lang w:val="en-GB"/>
        </w:rPr>
        <w:fldChar w:fldCharType="separate"/>
      </w:r>
      <w:r w:rsidR="003F52AC" w:rsidRPr="001A0F04">
        <w:rPr>
          <w:rFonts w:asciiTheme="majorHAnsi" w:hAnsiTheme="majorHAnsi"/>
          <w:noProof/>
          <w:lang w:val="en-GB"/>
        </w:rPr>
        <w:t> </w:t>
      </w:r>
      <w:r w:rsidR="003F52AC" w:rsidRPr="001A0F04">
        <w:rPr>
          <w:rFonts w:asciiTheme="majorHAnsi" w:hAnsiTheme="majorHAnsi"/>
          <w:noProof/>
          <w:lang w:val="en-GB"/>
        </w:rPr>
        <w:t> </w:t>
      </w:r>
      <w:r w:rsidR="003F52AC" w:rsidRPr="001A0F04">
        <w:rPr>
          <w:rFonts w:asciiTheme="majorHAnsi" w:hAnsiTheme="majorHAnsi"/>
          <w:noProof/>
          <w:lang w:val="en-GB"/>
        </w:rPr>
        <w:t> </w:t>
      </w:r>
      <w:r w:rsidR="003F52AC" w:rsidRPr="001A0F04">
        <w:rPr>
          <w:rFonts w:asciiTheme="majorHAnsi" w:hAnsiTheme="majorHAnsi"/>
          <w:noProof/>
          <w:lang w:val="en-GB"/>
        </w:rPr>
        <w:t> </w:t>
      </w:r>
      <w:r w:rsidR="003F52AC" w:rsidRPr="001A0F04">
        <w:rPr>
          <w:rFonts w:asciiTheme="majorHAnsi" w:hAnsiTheme="majorHAnsi"/>
          <w:noProof/>
          <w:lang w:val="en-GB"/>
        </w:rPr>
        <w:t> </w:t>
      </w:r>
      <w:r w:rsidR="003F52AC" w:rsidRPr="001A0F04">
        <w:rPr>
          <w:rFonts w:asciiTheme="majorHAnsi" w:hAnsiTheme="majorHAnsi"/>
          <w:lang w:val="en-GB"/>
        </w:rPr>
        <w:fldChar w:fldCharType="end"/>
      </w:r>
      <w:bookmarkEnd w:id="0"/>
      <w:r w:rsidR="003F52AC" w:rsidRPr="001A0F04">
        <w:rPr>
          <w:rFonts w:asciiTheme="majorHAnsi" w:hAnsiTheme="majorHAnsi"/>
          <w:i/>
          <w:vertAlign w:val="superscript"/>
          <w:lang w:val="en-GB"/>
        </w:rPr>
        <w:t xml:space="preserve">*) </w:t>
      </w:r>
      <w:r w:rsidRPr="001A0F04">
        <w:rPr>
          <w:rFonts w:asciiTheme="majorHAnsi" w:hAnsiTheme="majorHAnsi"/>
          <w:i/>
          <w:sz w:val="14"/>
          <w:lang w:val="en-GB"/>
        </w:rPr>
        <w:t>specify only in case of application for accreditation, reassessment or extension</w:t>
      </w:r>
    </w:p>
    <w:p w14:paraId="78512B81" w14:textId="77777777" w:rsidR="00721388" w:rsidRPr="001A0F04" w:rsidRDefault="00721388">
      <w:pPr>
        <w:pStyle w:val="Podtitul"/>
        <w:jc w:val="left"/>
        <w:rPr>
          <w:rFonts w:asciiTheme="majorHAnsi" w:hAnsiTheme="majorHAnsi"/>
          <w:sz w:val="28"/>
          <w:lang w:val="en-GB"/>
        </w:rPr>
        <w:sectPr w:rsidR="00721388" w:rsidRPr="001A0F04" w:rsidSect="009629D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5CFEEBF9" w14:textId="77777777" w:rsidR="0078141E" w:rsidRPr="001A0F04" w:rsidRDefault="0078141E">
      <w:pPr>
        <w:pStyle w:val="Podtitul"/>
        <w:jc w:val="left"/>
        <w:rPr>
          <w:rFonts w:asciiTheme="majorHAnsi" w:hAnsiTheme="majorHAnsi"/>
          <w:sz w:val="28"/>
          <w:lang w:val="en-GB"/>
        </w:rPr>
      </w:pPr>
    </w:p>
    <w:tbl>
      <w:tblPr>
        <w:tblW w:w="9772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827"/>
        <w:gridCol w:w="4820"/>
      </w:tblGrid>
      <w:tr w:rsidR="003A7C7F" w:rsidRPr="000F0A73" w14:paraId="5DFD3559" w14:textId="77777777" w:rsidTr="00200309">
        <w:trPr>
          <w:trHeight w:val="262"/>
          <w:tblHeader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10" w:color="C4BC96" w:themeColor="background2" w:themeShade="BF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28B6D2" w14:textId="77777777" w:rsidR="003A7C7F" w:rsidRPr="001A0F04" w:rsidRDefault="003A7C7F" w:rsidP="00D00D5F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  <w:lang w:val="en-GB"/>
              </w:rPr>
              <w:t>Standard clause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10" w:color="C4BC96" w:themeColor="background2" w:themeShade="BF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FA7F6A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  <w:lang w:val="en-GB"/>
              </w:rPr>
              <w:t>Name of the clause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10" w:color="C4BC96" w:themeColor="background2" w:themeShade="BF" w:fill="auto"/>
            <w:vAlign w:val="center"/>
          </w:tcPr>
          <w:p w14:paraId="09F6D95B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  <w:lang w:val="en-GB"/>
              </w:rPr>
              <w:t>Description of Compliance - reference to the articles of the relevant documents **)</w:t>
            </w:r>
          </w:p>
        </w:tc>
      </w:tr>
      <w:tr w:rsidR="003A7C7F" w:rsidRPr="000F0A73" w14:paraId="2A772DE3" w14:textId="77777777" w:rsidTr="00200309">
        <w:trPr>
          <w:trHeight w:val="262"/>
        </w:trPr>
        <w:tc>
          <w:tcPr>
            <w:tcW w:w="112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F48780" w14:textId="77777777" w:rsidR="003A7C7F" w:rsidRPr="001A0F0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FF101F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b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General requirements</w:t>
            </w:r>
          </w:p>
        </w:tc>
        <w:tc>
          <w:tcPr>
            <w:tcW w:w="4820" w:type="dxa"/>
            <w:tcBorders>
              <w:top w:val="single" w:sz="12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1A27D6" w14:textId="7EBFEB73" w:rsidR="003A7C7F" w:rsidRPr="001A0F04" w:rsidRDefault="003A7C7F" w:rsidP="00200309">
            <w:pPr>
              <w:jc w:val="center"/>
              <w:rPr>
                <w:rFonts w:asciiTheme="majorHAnsi" w:hAnsiTheme="majorHAnsi"/>
                <w:lang w:val="en-GB"/>
              </w:rPr>
            </w:pPr>
          </w:p>
        </w:tc>
      </w:tr>
      <w:tr w:rsidR="003A7C7F" w:rsidRPr="000F0A73" w14:paraId="5EC1F581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281BBB" w14:textId="77777777" w:rsidR="003A7C7F" w:rsidRPr="001A0F0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4.1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BCAC99" w14:textId="2AB08265" w:rsidR="003A7C7F" w:rsidRPr="001A0F04" w:rsidRDefault="003A7C7F" w:rsidP="00142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35"/>
              <w:rPr>
                <w:rFonts w:asciiTheme="majorHAnsi" w:eastAsia="Arial" w:hAnsiTheme="majorHAnsi"/>
                <w:b/>
                <w:bCs/>
                <w:lang w:val="en-US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Impartiality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36575B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31C5351A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F43F96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4.2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3842A6" w14:textId="6B8670A2" w:rsidR="003A7C7F" w:rsidRPr="001A0F04" w:rsidRDefault="003A7C7F" w:rsidP="00142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35"/>
              <w:rPr>
                <w:rFonts w:asciiTheme="majorHAnsi" w:eastAsia="Arial" w:hAnsiTheme="majorHAnsi"/>
                <w:b/>
                <w:bCs/>
                <w:lang w:val="en-US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Confidentiality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619605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44B1969C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9306E0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7BB6D0" w14:textId="77777777" w:rsidR="003A7C7F" w:rsidRPr="001A0F04" w:rsidDel="00D77458" w:rsidRDefault="003A7C7F" w:rsidP="00D00D5F">
            <w:pPr>
              <w:ind w:left="105"/>
              <w:rPr>
                <w:rFonts w:asciiTheme="majorHAnsi" w:hAnsiTheme="majorHAnsi"/>
                <w:b/>
                <w:b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Structural requirements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2111B8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0FC5B171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EBC58C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0674C2" w14:textId="77777777" w:rsidR="003A7C7F" w:rsidRPr="001A0F04" w:rsidDel="00D77458" w:rsidRDefault="003A7C7F" w:rsidP="00D00D5F">
            <w:pPr>
              <w:ind w:left="105"/>
              <w:rPr>
                <w:rFonts w:asciiTheme="majorHAnsi" w:hAnsiTheme="majorHAnsi"/>
                <w:b/>
                <w:bCs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Resource requirements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BA1BB4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335E45C6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3508DB" w14:textId="77777777" w:rsidR="003A7C7F" w:rsidRPr="0079221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6.1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A17401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b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General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EC17EB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7764CC7C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A787A2" w14:textId="77777777" w:rsidR="003A7C7F" w:rsidRPr="0079221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6.2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0B2F5D" w14:textId="09BDD605" w:rsidR="003A7C7F" w:rsidRPr="001A0F04" w:rsidRDefault="003A7C7F" w:rsidP="00142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Theme="majorHAnsi" w:eastAsia="Arial" w:hAnsiTheme="majorHAnsi"/>
                <w:b/>
                <w:bCs/>
                <w:lang w:val="en-US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Personnel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24D0A3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2CA12DDD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05B7FD" w14:textId="77777777" w:rsidR="003A7C7F" w:rsidRPr="0079221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6.3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706A5D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b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Facilities and environmental conditions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AD123C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681845CB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693540" w14:textId="77777777" w:rsidR="003A7C7F" w:rsidRPr="0079221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6.4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2CBA67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b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Externally provided products and services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F7FFAB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15D56DA4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3A748F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965670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bCs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bCs/>
                <w:lang w:val="en-US"/>
              </w:rPr>
              <w:t>Process requirements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7EBAEA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76EFC2F3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DBDCC2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7.1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B0D074" w14:textId="77777777" w:rsidR="003A7C7F" w:rsidRPr="001A0F04" w:rsidDel="00D77458" w:rsidRDefault="003A7C7F" w:rsidP="00D00D5F">
            <w:pPr>
              <w:ind w:left="10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Establishing, contracting and communicating the PT scheme objectives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399AAE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65DD245F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16D7E4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7.1.1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654115" w14:textId="77777777" w:rsidR="003A7C7F" w:rsidRPr="001A0F04" w:rsidDel="00D77458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Review of requests, tenders and contracts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7EBB1D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276EB4B5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C92C5F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7.1.2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B82CE1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PT scheme communication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9E6AAA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638FEC9E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173907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7.2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F3A100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Design and planning of a PT scheme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746693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40DB2067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7553B9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7.2.1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19B061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General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9060B6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57471F7E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76D3AE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7.2.2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A37FE5" w14:textId="77777777" w:rsidR="003A7C7F" w:rsidRPr="001A0F04" w:rsidDel="00D77458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Statistical design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6E4B2F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5C0A23F7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90014F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7.2.3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F1A0D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Determination of assigned values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E74334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0D06D485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12A129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7.3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BD60FC" w14:textId="77777777" w:rsidR="003A7C7F" w:rsidRPr="001A0F04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Production and distribution of PT items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3E7B24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0098E678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13ADE2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7.3.1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02A073" w14:textId="77777777" w:rsidR="003A7C7F" w:rsidRPr="001A0F04" w:rsidDel="00D77458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Production of PT items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D24474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628C6E02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CE3249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7.3.2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6BBFD5" w14:textId="77777777" w:rsidR="003A7C7F" w:rsidRPr="001A0F04" w:rsidDel="00D77458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Homogeneity and stability assessment of PT items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AB4540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23604D97" w14:textId="77777777" w:rsidTr="00200309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6520B0" w14:textId="77777777" w:rsidR="003A7C7F" w:rsidRPr="001A0F04" w:rsidRDefault="003A7C7F" w:rsidP="00D00D5F">
            <w:pPr>
              <w:ind w:left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7.3.3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A3D13D" w14:textId="77777777" w:rsidR="003A7C7F" w:rsidRPr="001A0F04" w:rsidDel="00D77458" w:rsidRDefault="003A7C7F" w:rsidP="00D00D5F">
            <w:pP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Handling and storage of PT items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9EC7B5" w14:textId="77777777" w:rsidR="003A7C7F" w:rsidRPr="001A0F04" w:rsidRDefault="003A7C7F" w:rsidP="00200309">
            <w:pPr>
              <w:jc w:val="center"/>
              <w:rPr>
                <w:rFonts w:asciiTheme="majorHAnsi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7C853232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C47B3E" w14:textId="77777777" w:rsidR="003A7C7F" w:rsidRPr="001A0F04" w:rsidRDefault="003A7C7F" w:rsidP="00D00D5F">
            <w:pPr>
              <w:ind w:firstLine="232"/>
              <w:rPr>
                <w:rFonts w:asciiTheme="majorHAnsi" w:hAnsiTheme="majorHAnsi"/>
                <w:b/>
                <w:i/>
                <w:iCs/>
                <w:color w:val="000000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lastRenderedPageBreak/>
              <w:t>7.3.4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B8A32F" w14:textId="2EADB0D7" w:rsidR="003A7C7F" w:rsidRPr="001A0F04" w:rsidRDefault="003A7C7F" w:rsidP="00142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Theme="majorHAnsi" w:eastAsia="Arial" w:hAnsiTheme="majorHAnsi"/>
                <w:b/>
                <w:i/>
                <w:iCs/>
                <w:lang w:val="en-US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Packaging, labelling and distribution of PT items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591B9D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071402E8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E3920A" w14:textId="77777777" w:rsidR="003A7C7F" w:rsidRPr="001A0F0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7.3.5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66566F" w14:textId="58660311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Instructions for participants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0EC122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51677430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C031AF" w14:textId="77777777" w:rsidR="003A7C7F" w:rsidRPr="001A0F0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7.4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3ED147" w14:textId="659F085E" w:rsidR="003A7C7F" w:rsidRPr="001A0F04" w:rsidRDefault="003A7C7F" w:rsidP="00142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Theme="majorHAnsi" w:eastAsia="Arial" w:hAnsiTheme="majorHAnsi"/>
                <w:b/>
                <w:lang w:val="en-US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Evaluation and reporting of PT scheme results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EF6E4D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69FF7365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E124B7" w14:textId="77777777" w:rsidR="003A7C7F" w:rsidRPr="001A0F0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7.4.1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4A3AB3" w14:textId="653CC731" w:rsidR="003A7C7F" w:rsidRPr="001A0F04" w:rsidRDefault="003A7C7F" w:rsidP="00142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Theme="majorHAnsi" w:eastAsia="Arial" w:hAnsiTheme="majorHAnsi"/>
                <w:b/>
                <w:i/>
                <w:iCs/>
                <w:lang w:val="en-US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Data analysis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BAC408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402A0947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FAD9B7" w14:textId="77777777" w:rsidR="003A7C7F" w:rsidRPr="001A0F0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7.4.2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7EE3CC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Evaluation of performance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F5EA4B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39F920CD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B2ADF4" w14:textId="77777777" w:rsidR="003A7C7F" w:rsidRPr="001A0F04" w:rsidDel="00AB5DE6" w:rsidRDefault="003A7C7F" w:rsidP="00D00D5F">
            <w:pPr>
              <w:ind w:firstLine="232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7.4.3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C83639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PT reports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D4CE3E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1BC3B3EC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6C311D" w14:textId="77777777" w:rsidR="003A7C7F" w:rsidRPr="001A0F04" w:rsidDel="00AB5DE6" w:rsidRDefault="003A7C7F" w:rsidP="00D00D5F">
            <w:pPr>
              <w:ind w:firstLine="232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7.5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A4FACE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Control of the PT scheme process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367F6F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165C2F47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DA1C1B" w14:textId="77777777" w:rsidR="003A7C7F" w:rsidRPr="001A0F04" w:rsidDel="00AB5DE6" w:rsidRDefault="003A7C7F" w:rsidP="00D00D5F">
            <w:pPr>
              <w:ind w:firstLine="232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7.5.1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751A90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Technical record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88EF96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44691B69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8E6BEA" w14:textId="77777777" w:rsidR="003A7C7F" w:rsidRPr="001A0F04" w:rsidDel="00AB5DE6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7.5.2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CEE7E5" w14:textId="2E011B85" w:rsidR="003A7C7F" w:rsidRPr="001A0F04" w:rsidRDefault="003A7C7F" w:rsidP="00142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Control of data and information management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A307A4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1EDBACC8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4D564D" w14:textId="77777777" w:rsidR="003A7C7F" w:rsidRPr="001A0F04" w:rsidDel="00AB5DE6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7.5.3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F48292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Surveillance of the processes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41D02A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5F7894E4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80401B" w14:textId="77777777" w:rsidR="003A7C7F" w:rsidRPr="001A0F04" w:rsidDel="00AB5DE6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7.5.4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2848A4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i/>
                <w:iCs/>
                <w:lang w:val="en-US"/>
              </w:rPr>
              <w:t>Nonconforming work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7786BC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343AA367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F4CA51" w14:textId="77777777" w:rsidR="003A7C7F" w:rsidRPr="001A0F04" w:rsidDel="00AB5DE6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7.6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256F2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Handling of complaints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CE73BB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7ECA44BD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9B716C" w14:textId="77777777" w:rsidR="003A7C7F" w:rsidRPr="001A0F0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color w:val="000000"/>
              </w:rPr>
              <w:t>7.7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5B0F42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Handling of appeals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651457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5E6CBBEF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BBFF85" w14:textId="77777777" w:rsidR="003A7C7F" w:rsidRPr="001A0F0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hAnsiTheme="majorHAnsi"/>
                <w:b/>
                <w:i/>
                <w:iCs/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466AB5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Management system requirements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786FFB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720F7E39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72B22B" w14:textId="77777777" w:rsidR="003A7C7F" w:rsidRPr="0079221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8.1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29D624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General requirements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08F79A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0954F3FE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6A4226" w14:textId="77777777" w:rsidR="003A7C7F" w:rsidRPr="0079221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8.2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7885F2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Management system documentation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B75C1A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4D3A25FA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2100A3" w14:textId="77777777" w:rsidR="003A7C7F" w:rsidRPr="0079221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8.3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222AE1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Control of management system documents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D3E663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50B31E89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CFC2A2" w14:textId="77777777" w:rsidR="003A7C7F" w:rsidRPr="0079221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8.4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6AA063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Control of records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97C025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4F0A1646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A75879" w14:textId="77777777" w:rsidR="003A7C7F" w:rsidRPr="0079221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8.5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F9C03E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Actions to address risks and opportunities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5103C2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666B732E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054B61" w14:textId="77777777" w:rsidR="003A7C7F" w:rsidRPr="0079221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8.6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299ACF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Improvement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24D77B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201B4D4B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2EA253" w14:textId="77777777" w:rsidR="003A7C7F" w:rsidRPr="00792214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8.7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16123B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Corrective actions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C65799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319BDED0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70FF60" w14:textId="77777777" w:rsidR="003A7C7F" w:rsidRPr="00792214" w:rsidDel="00AB5DE6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8.8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01EA81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Internal audits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8E2E87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  <w:tr w:rsidR="003A7C7F" w:rsidRPr="000F0A73" w14:paraId="2F85A75C" w14:textId="77777777" w:rsidTr="00200309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BFAF5F" w14:textId="77777777" w:rsidR="003A7C7F" w:rsidRPr="00792214" w:rsidDel="00AB5DE6" w:rsidRDefault="003A7C7F" w:rsidP="00D00D5F">
            <w:pPr>
              <w:ind w:firstLine="232"/>
              <w:rPr>
                <w:rFonts w:asciiTheme="majorHAnsi" w:hAnsiTheme="majorHAnsi"/>
                <w:b/>
                <w:color w:val="000000"/>
                <w:lang w:val="en-GB"/>
              </w:rPr>
            </w:pPr>
            <w:r w:rsidRPr="00792214">
              <w:rPr>
                <w:rFonts w:asciiTheme="majorHAnsi" w:hAnsiTheme="majorHAnsi"/>
                <w:b/>
                <w:color w:val="000000"/>
              </w:rPr>
              <w:t>8.9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B7B93D" w14:textId="77777777" w:rsidR="003A7C7F" w:rsidRPr="001A0F04" w:rsidRDefault="003A7C7F" w:rsidP="00D00D5F">
            <w:pPr>
              <w:ind w:left="105" w:right="35"/>
              <w:rPr>
                <w:rFonts w:asciiTheme="majorHAnsi" w:hAnsiTheme="majorHAnsi"/>
                <w:b/>
                <w:i/>
                <w:iCs/>
                <w:color w:val="000000"/>
                <w:lang w:val="en-GB"/>
              </w:rPr>
            </w:pPr>
            <w:r w:rsidRPr="001A0F04">
              <w:rPr>
                <w:rFonts w:asciiTheme="majorHAnsi" w:eastAsia="Arial" w:hAnsiTheme="majorHAnsi"/>
                <w:b/>
                <w:lang w:val="en-US"/>
              </w:rPr>
              <w:t>Management reviews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4A17F3" w14:textId="77777777" w:rsidR="003A7C7F" w:rsidRPr="001A0F04" w:rsidRDefault="003A7C7F" w:rsidP="00200309">
            <w:pPr>
              <w:jc w:val="center"/>
              <w:rPr>
                <w:rFonts w:asciiTheme="majorHAnsi" w:eastAsia="Wingdings" w:hAnsiTheme="majorHAnsi"/>
                <w:b/>
                <w:color w:val="000000"/>
                <w:lang w:val="en-GB"/>
              </w:rPr>
            </w:pPr>
          </w:p>
        </w:tc>
      </w:tr>
    </w:tbl>
    <w:p w14:paraId="7090E64A" w14:textId="77777777" w:rsidR="009428D8" w:rsidRDefault="009428D8" w:rsidP="00BC2377">
      <w:pPr>
        <w:rPr>
          <w:rFonts w:asciiTheme="majorHAnsi" w:hAnsiTheme="majorHAnsi"/>
          <w:lang w:val="en-GB"/>
        </w:rPr>
      </w:pPr>
    </w:p>
    <w:p w14:paraId="2F7C9CCA" w14:textId="77777777" w:rsidR="009A1A0E" w:rsidRDefault="009A1A0E" w:rsidP="00BC2377">
      <w:pPr>
        <w:rPr>
          <w:rFonts w:asciiTheme="majorHAnsi" w:hAnsiTheme="majorHAnsi"/>
          <w:lang w:val="en-GB"/>
        </w:rPr>
        <w:sectPr w:rsidR="009A1A0E" w:rsidSect="009A1A0E">
          <w:type w:val="continuous"/>
          <w:pgSz w:w="11906" w:h="16838" w:code="9"/>
          <w:pgMar w:top="1418" w:right="926" w:bottom="992" w:left="851" w:header="567" w:footer="357" w:gutter="0"/>
          <w:cols w:space="708"/>
          <w:formProt w:val="0"/>
          <w:titlePg/>
          <w:docGrid w:linePitch="360"/>
        </w:sectPr>
      </w:pPr>
    </w:p>
    <w:p w14:paraId="2C319D7E" w14:textId="2E5F95DC" w:rsidR="00BC2377" w:rsidRPr="001A0F04" w:rsidRDefault="00BC2377" w:rsidP="00BC2377">
      <w:pPr>
        <w:rPr>
          <w:rFonts w:asciiTheme="majorHAnsi" w:hAnsiTheme="majorHAnsi"/>
          <w:sz w:val="22"/>
          <w:szCs w:val="22"/>
          <w:lang w:val="en-GB"/>
        </w:rPr>
      </w:pPr>
      <w:r w:rsidRPr="001A0F04">
        <w:rPr>
          <w:rFonts w:asciiTheme="majorHAnsi" w:hAnsiTheme="majorHAnsi"/>
          <w:lang w:val="en-GB"/>
        </w:rPr>
        <w:t>*</w:t>
      </w:r>
      <w:r w:rsidR="00022F13" w:rsidRPr="001A0F04">
        <w:rPr>
          <w:rFonts w:asciiTheme="majorHAnsi" w:hAnsiTheme="majorHAnsi"/>
          <w:lang w:val="en-GB"/>
        </w:rPr>
        <w:t>*</w:t>
      </w:r>
      <w:r w:rsidRPr="001A0F04">
        <w:rPr>
          <w:rFonts w:asciiTheme="majorHAnsi" w:hAnsiTheme="majorHAnsi"/>
          <w:lang w:val="en-GB"/>
        </w:rPr>
        <w:t xml:space="preserve">) </w:t>
      </w:r>
      <w:r w:rsidR="00022F13" w:rsidRPr="001A0F04">
        <w:rPr>
          <w:rFonts w:asciiTheme="majorHAnsi" w:hAnsiTheme="majorHAnsi"/>
          <w:color w:val="000000"/>
          <w:lang w:val="en-GB"/>
        </w:rPr>
        <w:t>Upload to AIS all documents you refer to.</w:t>
      </w:r>
    </w:p>
    <w:p w14:paraId="0673B3C2" w14:textId="77777777" w:rsidR="00BC2377" w:rsidRPr="001A0F04" w:rsidRDefault="00BC2377" w:rsidP="0078141E">
      <w:pPr>
        <w:rPr>
          <w:rFonts w:asciiTheme="majorHAnsi" w:hAnsiTheme="majorHAnsi"/>
          <w:lang w:val="en-GB"/>
        </w:rPr>
      </w:pPr>
    </w:p>
    <w:p w14:paraId="3521C3BF" w14:textId="77777777" w:rsidR="003F52AC" w:rsidRPr="001A0F04" w:rsidRDefault="00022F13" w:rsidP="003A7C7F">
      <w:pPr>
        <w:keepNext/>
        <w:keepLines/>
        <w:rPr>
          <w:rFonts w:asciiTheme="majorHAnsi" w:hAnsiTheme="majorHAnsi"/>
          <w:lang w:val="en-GB"/>
        </w:rPr>
      </w:pPr>
      <w:r w:rsidRPr="001A0F04">
        <w:rPr>
          <w:rFonts w:asciiTheme="majorHAnsi" w:hAnsiTheme="majorHAnsi"/>
          <w:lang w:val="en-GB"/>
        </w:rPr>
        <w:t>I declare the data presented in Annex OA 4-2 to be true and correct</w:t>
      </w:r>
      <w:r w:rsidR="003F52AC" w:rsidRPr="001A0F04">
        <w:rPr>
          <w:rFonts w:asciiTheme="majorHAnsi" w:hAnsiTheme="majorHAnsi"/>
          <w:lang w:val="en-GB"/>
        </w:rPr>
        <w:t>.</w:t>
      </w:r>
    </w:p>
    <w:p w14:paraId="6B5F3D0B" w14:textId="77777777" w:rsidR="003F52AC" w:rsidRPr="001A0F04" w:rsidRDefault="003F52AC" w:rsidP="003A7C7F">
      <w:pPr>
        <w:keepNext/>
        <w:keepLines/>
        <w:rPr>
          <w:rFonts w:asciiTheme="majorHAnsi" w:hAnsiTheme="majorHAnsi"/>
          <w:lang w:val="en-GB"/>
        </w:rPr>
      </w:pPr>
    </w:p>
    <w:p w14:paraId="30C0D618" w14:textId="10750D7D" w:rsidR="0006362B" w:rsidRPr="001A0F04" w:rsidRDefault="0006362B" w:rsidP="003A7C7F">
      <w:pPr>
        <w:keepNext/>
        <w:keepLines/>
        <w:tabs>
          <w:tab w:val="left" w:pos="2268"/>
        </w:tabs>
        <w:rPr>
          <w:rFonts w:asciiTheme="majorHAnsi" w:hAnsiTheme="majorHAnsi"/>
        </w:rPr>
      </w:pPr>
      <w:r w:rsidRPr="001A0F04">
        <w:rPr>
          <w:rFonts w:asciiTheme="majorHAnsi" w:hAnsiTheme="majorHAnsi"/>
        </w:rPr>
        <w:t>Date:</w:t>
      </w:r>
      <w:r w:rsidRPr="001A0F04">
        <w:rPr>
          <w:rFonts w:asciiTheme="majorHAnsi" w:hAnsiTheme="majorHAnsi"/>
        </w:rPr>
        <w:tab/>
      </w:r>
      <w:r w:rsidRPr="001A0F04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1A0F04">
        <w:rPr>
          <w:rFonts w:asciiTheme="majorHAnsi" w:hAnsiTheme="majorHAnsi"/>
          <w:b/>
        </w:rPr>
        <w:instrText xml:space="preserve"> FORMTEXT </w:instrText>
      </w:r>
      <w:r w:rsidRPr="001A0F04">
        <w:rPr>
          <w:rFonts w:asciiTheme="majorHAnsi" w:hAnsiTheme="majorHAnsi"/>
        </w:rPr>
      </w:r>
      <w:r w:rsidRPr="001A0F04">
        <w:rPr>
          <w:rFonts w:asciiTheme="majorHAnsi" w:hAnsiTheme="majorHAnsi"/>
        </w:rPr>
        <w:fldChar w:fldCharType="separate"/>
      </w:r>
      <w:r w:rsidR="00A12B42">
        <w:rPr>
          <w:rFonts w:asciiTheme="majorHAnsi" w:hAnsiTheme="majorHAnsi"/>
        </w:rPr>
        <w:t> </w:t>
      </w:r>
      <w:r w:rsidR="00A12B42">
        <w:rPr>
          <w:rFonts w:asciiTheme="majorHAnsi" w:hAnsiTheme="majorHAnsi"/>
        </w:rPr>
        <w:t> </w:t>
      </w:r>
      <w:r w:rsidR="00A12B42">
        <w:rPr>
          <w:rFonts w:asciiTheme="majorHAnsi" w:hAnsiTheme="majorHAnsi"/>
        </w:rPr>
        <w:t> </w:t>
      </w:r>
      <w:r w:rsidR="00A12B42">
        <w:rPr>
          <w:rFonts w:asciiTheme="majorHAnsi" w:hAnsiTheme="majorHAnsi"/>
        </w:rPr>
        <w:t> </w:t>
      </w:r>
      <w:r w:rsidR="00A12B42">
        <w:rPr>
          <w:rFonts w:asciiTheme="majorHAnsi" w:hAnsiTheme="majorHAnsi"/>
        </w:rPr>
        <w:t> </w:t>
      </w:r>
      <w:r w:rsidRPr="001A0F04">
        <w:rPr>
          <w:rFonts w:asciiTheme="majorHAnsi" w:hAnsiTheme="majorHAnsi"/>
        </w:rPr>
        <w:fldChar w:fldCharType="end"/>
      </w:r>
    </w:p>
    <w:p w14:paraId="70E22B3C" w14:textId="77777777" w:rsidR="0006362B" w:rsidRPr="001A0F04" w:rsidRDefault="0006362B" w:rsidP="003A7C7F">
      <w:pPr>
        <w:keepNext/>
        <w:keepLines/>
        <w:rPr>
          <w:rFonts w:asciiTheme="majorHAnsi" w:hAnsiTheme="majorHAnsi"/>
          <w:sz w:val="20"/>
          <w:szCs w:val="20"/>
        </w:rPr>
      </w:pPr>
    </w:p>
    <w:p w14:paraId="2FA198CE" w14:textId="0B226A0F" w:rsidR="0006362B" w:rsidRPr="001A0F04" w:rsidRDefault="0006362B" w:rsidP="003A7C7F">
      <w:pPr>
        <w:keepNext/>
        <w:keepLines/>
        <w:tabs>
          <w:tab w:val="left" w:pos="2268"/>
        </w:tabs>
        <w:rPr>
          <w:rFonts w:asciiTheme="majorHAnsi" w:hAnsiTheme="majorHAnsi"/>
        </w:rPr>
      </w:pPr>
      <w:r w:rsidRPr="001A0F04">
        <w:rPr>
          <w:rFonts w:asciiTheme="majorHAnsi" w:hAnsiTheme="majorHAnsi"/>
        </w:rPr>
        <w:t>Name and surname:</w:t>
      </w:r>
      <w:r w:rsidRPr="001A0F04">
        <w:rPr>
          <w:rFonts w:asciiTheme="majorHAnsi" w:hAnsiTheme="majorHAnsi"/>
        </w:rPr>
        <w:tab/>
      </w:r>
      <w:r w:rsidRPr="001A0F04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1A0F04">
        <w:rPr>
          <w:rFonts w:asciiTheme="majorHAnsi" w:hAnsiTheme="majorHAnsi"/>
          <w:b/>
        </w:rPr>
        <w:instrText xml:space="preserve"> FORMTEXT </w:instrText>
      </w:r>
      <w:r w:rsidRPr="001A0F04">
        <w:rPr>
          <w:rFonts w:asciiTheme="majorHAnsi" w:hAnsiTheme="majorHAnsi"/>
        </w:rPr>
      </w:r>
      <w:r w:rsidRPr="001A0F04">
        <w:rPr>
          <w:rFonts w:asciiTheme="majorHAnsi" w:hAnsiTheme="majorHAnsi"/>
        </w:rPr>
        <w:fldChar w:fldCharType="separate"/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</w:rPr>
        <w:fldChar w:fldCharType="end"/>
      </w:r>
    </w:p>
    <w:p w14:paraId="656FE1FD" w14:textId="77777777" w:rsidR="0006362B" w:rsidRPr="001A0F04" w:rsidRDefault="0006362B" w:rsidP="003A7C7F">
      <w:pPr>
        <w:keepNext/>
        <w:keepLines/>
        <w:rPr>
          <w:rFonts w:asciiTheme="majorHAnsi" w:hAnsiTheme="majorHAnsi"/>
          <w:sz w:val="20"/>
          <w:szCs w:val="20"/>
        </w:rPr>
      </w:pPr>
    </w:p>
    <w:p w14:paraId="103D87DF" w14:textId="1C7824AE" w:rsidR="0006362B" w:rsidRPr="001A0F04" w:rsidRDefault="0006362B" w:rsidP="003A7C7F">
      <w:pPr>
        <w:keepNext/>
        <w:keepLines/>
        <w:tabs>
          <w:tab w:val="left" w:pos="2268"/>
        </w:tabs>
        <w:rPr>
          <w:rFonts w:asciiTheme="majorHAnsi" w:hAnsiTheme="majorHAnsi"/>
        </w:rPr>
      </w:pPr>
      <w:r w:rsidRPr="001A0F04">
        <w:rPr>
          <w:rFonts w:asciiTheme="majorHAnsi" w:hAnsiTheme="majorHAnsi"/>
        </w:rPr>
        <w:t>Post:</w:t>
      </w:r>
      <w:r w:rsidRPr="001A0F04">
        <w:rPr>
          <w:rFonts w:asciiTheme="majorHAnsi" w:hAnsiTheme="majorHAnsi"/>
        </w:rPr>
        <w:tab/>
      </w:r>
      <w:r w:rsidRPr="001A0F04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1A0F04">
        <w:rPr>
          <w:rFonts w:asciiTheme="majorHAnsi" w:hAnsiTheme="majorHAnsi"/>
          <w:b/>
        </w:rPr>
        <w:instrText xml:space="preserve"> FORMTEXT </w:instrText>
      </w:r>
      <w:r w:rsidRPr="001A0F04">
        <w:rPr>
          <w:rFonts w:asciiTheme="majorHAnsi" w:hAnsiTheme="majorHAnsi"/>
        </w:rPr>
      </w:r>
      <w:r w:rsidRPr="001A0F04">
        <w:rPr>
          <w:rFonts w:asciiTheme="majorHAnsi" w:hAnsiTheme="majorHAnsi"/>
        </w:rPr>
        <w:fldChar w:fldCharType="separate"/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  <w:b/>
        </w:rPr>
        <w:t> </w:t>
      </w:r>
      <w:r w:rsidRPr="001A0F04">
        <w:rPr>
          <w:rFonts w:asciiTheme="majorHAnsi" w:hAnsiTheme="majorHAnsi"/>
        </w:rPr>
        <w:fldChar w:fldCharType="end"/>
      </w:r>
    </w:p>
    <w:p w14:paraId="664B2CE1" w14:textId="77777777" w:rsidR="003F52AC" w:rsidRPr="001A0F04" w:rsidRDefault="003F52AC" w:rsidP="003A7C7F">
      <w:pPr>
        <w:keepNext/>
        <w:keepLines/>
        <w:rPr>
          <w:rFonts w:asciiTheme="majorHAnsi" w:hAnsiTheme="majorHAnsi"/>
          <w:sz w:val="2"/>
          <w:lang w:val="en-GB"/>
        </w:rPr>
      </w:pPr>
    </w:p>
    <w:sectPr w:rsidR="003F52AC" w:rsidRPr="001A0F04" w:rsidSect="009A1A0E">
      <w:type w:val="continuous"/>
      <w:pgSz w:w="11906" w:h="16838" w:code="9"/>
      <w:pgMar w:top="1418" w:right="926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D0802" w14:textId="77777777" w:rsidR="00E55FDC" w:rsidRDefault="00E55FDC">
      <w:r>
        <w:separator/>
      </w:r>
    </w:p>
  </w:endnote>
  <w:endnote w:type="continuationSeparator" w:id="0">
    <w:p w14:paraId="456EA047" w14:textId="77777777" w:rsidR="00E55FDC" w:rsidRDefault="00E5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737E" w14:textId="77777777" w:rsidR="003F52AC" w:rsidRPr="009A1A0E" w:rsidRDefault="003F52AC" w:rsidP="00B00A8D">
    <w:pPr>
      <w:pStyle w:val="Pta"/>
      <w:rPr>
        <w:rFonts w:asciiTheme="majorHAnsi" w:hAnsiTheme="majorHAnsi"/>
        <w:b/>
      </w:rPr>
    </w:pPr>
    <w:r w:rsidRPr="009A1A0E">
      <w:rPr>
        <w:rFonts w:asciiTheme="majorHAnsi" w:hAnsiTheme="majorHAnsi"/>
        <w:b/>
      </w:rPr>
      <w:t>TL 05/</w:t>
    </w:r>
    <w:r w:rsidR="004C709A" w:rsidRPr="009A1A0E">
      <w:rPr>
        <w:rFonts w:asciiTheme="majorHAnsi" w:hAnsiTheme="majorHAnsi"/>
        <w:b/>
      </w:rPr>
      <w:t>OA4</w:t>
    </w:r>
    <w:r w:rsidR="000F4DB1" w:rsidRPr="009A1A0E">
      <w:rPr>
        <w:rFonts w:asciiTheme="majorHAnsi" w:hAnsiTheme="majorHAnsi"/>
        <w:b/>
      </w:rPr>
      <w:t>/2</w:t>
    </w:r>
    <w:r w:rsidRPr="009A1A0E">
      <w:rPr>
        <w:rFonts w:asciiTheme="majorHAnsi" w:hAnsiTheme="majorHAnsi"/>
        <w:b/>
      </w:rPr>
      <w:t xml:space="preserve"> </w:t>
    </w:r>
    <w:r w:rsidR="00AD485A" w:rsidRPr="009A1A0E">
      <w:rPr>
        <w:rFonts w:asciiTheme="majorHAnsi" w:hAnsiTheme="majorHAnsi"/>
        <w:b/>
      </w:rPr>
      <w:t>[A]</w:t>
    </w:r>
  </w:p>
  <w:p w14:paraId="5C746A7C" w14:textId="3A0F9817" w:rsidR="003F52AC" w:rsidRPr="009A1A0E" w:rsidRDefault="003F52AC" w:rsidP="009A1A0E">
    <w:pPr>
      <w:pStyle w:val="Pta"/>
      <w:tabs>
        <w:tab w:val="clear" w:pos="4153"/>
        <w:tab w:val="clear" w:pos="8306"/>
        <w:tab w:val="right" w:pos="9900"/>
      </w:tabs>
      <w:rPr>
        <w:rFonts w:asciiTheme="majorHAnsi" w:hAnsiTheme="majorHAnsi"/>
        <w:b/>
      </w:rPr>
    </w:pPr>
    <w:r w:rsidRPr="009A1A0E">
      <w:rPr>
        <w:rFonts w:asciiTheme="majorHAnsi" w:hAnsiTheme="majorHAnsi"/>
      </w:rPr>
      <w:t>Verzia:</w:t>
    </w:r>
    <w:r w:rsidRPr="009A1A0E">
      <w:rPr>
        <w:rFonts w:asciiTheme="majorHAnsi" w:hAnsiTheme="majorHAnsi"/>
        <w:b/>
      </w:rPr>
      <w:t xml:space="preserve"> </w:t>
    </w:r>
    <w:r w:rsidR="001A0F04" w:rsidRPr="009A1A0E">
      <w:rPr>
        <w:rFonts w:asciiTheme="majorHAnsi" w:hAnsiTheme="majorHAnsi"/>
        <w:b/>
      </w:rPr>
      <w:t>04.03.25</w:t>
    </w:r>
    <w:r w:rsidRPr="009A1A0E">
      <w:rPr>
        <w:rFonts w:asciiTheme="majorHAnsi" w:hAnsiTheme="majorHAnsi"/>
        <w:b/>
      </w:rPr>
      <w:tab/>
    </w:r>
    <w:r w:rsidRPr="009A1A0E">
      <w:rPr>
        <w:rFonts w:asciiTheme="majorHAnsi" w:hAnsiTheme="majorHAnsi"/>
      </w:rPr>
      <w:t xml:space="preserve">Strana: </w:t>
    </w:r>
    <w:r w:rsidRPr="009A1A0E">
      <w:rPr>
        <w:rStyle w:val="slostrany"/>
        <w:rFonts w:asciiTheme="majorHAnsi" w:hAnsiTheme="majorHAnsi"/>
        <w:b/>
      </w:rPr>
      <w:fldChar w:fldCharType="begin"/>
    </w:r>
    <w:r w:rsidRPr="009A1A0E">
      <w:rPr>
        <w:rStyle w:val="slostrany"/>
        <w:rFonts w:asciiTheme="majorHAnsi" w:hAnsiTheme="majorHAnsi"/>
        <w:b/>
      </w:rPr>
      <w:instrText xml:space="preserve"> PAGE </w:instrText>
    </w:r>
    <w:r w:rsidRPr="009A1A0E">
      <w:rPr>
        <w:rStyle w:val="slostrany"/>
        <w:rFonts w:asciiTheme="majorHAnsi" w:hAnsiTheme="majorHAnsi"/>
        <w:b/>
      </w:rPr>
      <w:fldChar w:fldCharType="separate"/>
    </w:r>
    <w:r w:rsidR="003F78F8" w:rsidRPr="009A1A0E">
      <w:rPr>
        <w:rStyle w:val="slostrany"/>
        <w:rFonts w:asciiTheme="majorHAnsi" w:hAnsiTheme="majorHAnsi"/>
        <w:b/>
        <w:noProof/>
      </w:rPr>
      <w:t>2</w:t>
    </w:r>
    <w:r w:rsidRPr="009A1A0E">
      <w:rPr>
        <w:rStyle w:val="slostrany"/>
        <w:rFonts w:asciiTheme="majorHAnsi" w:hAnsiTheme="majorHAnsi"/>
        <w:b/>
      </w:rPr>
      <w:fldChar w:fldCharType="end"/>
    </w:r>
    <w:r w:rsidRPr="009A1A0E">
      <w:rPr>
        <w:rStyle w:val="slostrany"/>
        <w:rFonts w:asciiTheme="majorHAnsi" w:hAnsiTheme="majorHAnsi"/>
        <w:b/>
      </w:rPr>
      <w:t xml:space="preserve"> / </w:t>
    </w:r>
    <w:r w:rsidRPr="009A1A0E">
      <w:rPr>
        <w:rStyle w:val="slostrany"/>
        <w:rFonts w:asciiTheme="majorHAnsi" w:hAnsiTheme="majorHAnsi"/>
        <w:b/>
      </w:rPr>
      <w:fldChar w:fldCharType="begin"/>
    </w:r>
    <w:r w:rsidRPr="009A1A0E">
      <w:rPr>
        <w:rStyle w:val="slostrany"/>
        <w:rFonts w:asciiTheme="majorHAnsi" w:hAnsiTheme="majorHAnsi"/>
        <w:b/>
      </w:rPr>
      <w:instrText xml:space="preserve"> NUMPAGES </w:instrText>
    </w:r>
    <w:r w:rsidRPr="009A1A0E">
      <w:rPr>
        <w:rStyle w:val="slostrany"/>
        <w:rFonts w:asciiTheme="majorHAnsi" w:hAnsiTheme="majorHAnsi"/>
        <w:b/>
      </w:rPr>
      <w:fldChar w:fldCharType="separate"/>
    </w:r>
    <w:r w:rsidR="003F78F8" w:rsidRPr="009A1A0E">
      <w:rPr>
        <w:rStyle w:val="slostrany"/>
        <w:rFonts w:asciiTheme="majorHAnsi" w:hAnsiTheme="majorHAnsi"/>
        <w:b/>
        <w:noProof/>
      </w:rPr>
      <w:t>2</w:t>
    </w:r>
    <w:r w:rsidRPr="009A1A0E">
      <w:rPr>
        <w:rStyle w:val="slostrany"/>
        <w:rFonts w:asciiTheme="majorHAnsi" w:hAnsiTheme="majorHAnsi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416ED" w14:textId="77777777" w:rsidR="003F52AC" w:rsidRPr="003A7C7F" w:rsidRDefault="003F52AC" w:rsidP="00B00A8D">
    <w:pPr>
      <w:pStyle w:val="Pta"/>
      <w:rPr>
        <w:rFonts w:asciiTheme="majorHAnsi" w:hAnsiTheme="majorHAnsi"/>
        <w:b/>
      </w:rPr>
    </w:pPr>
    <w:r w:rsidRPr="003A7C7F">
      <w:rPr>
        <w:rFonts w:asciiTheme="majorHAnsi" w:hAnsiTheme="majorHAnsi"/>
        <w:b/>
      </w:rPr>
      <w:t>TL 05/</w:t>
    </w:r>
    <w:r w:rsidR="00D77458" w:rsidRPr="003A7C7F">
      <w:rPr>
        <w:rFonts w:asciiTheme="majorHAnsi" w:hAnsiTheme="majorHAnsi"/>
        <w:b/>
      </w:rPr>
      <w:t>OA4</w:t>
    </w:r>
    <w:r w:rsidRPr="003A7C7F">
      <w:rPr>
        <w:rFonts w:asciiTheme="majorHAnsi" w:hAnsiTheme="majorHAnsi"/>
        <w:b/>
      </w:rPr>
      <w:t>/2</w:t>
    </w:r>
    <w:r w:rsidR="0050269A" w:rsidRPr="003A7C7F">
      <w:rPr>
        <w:rFonts w:asciiTheme="majorHAnsi" w:hAnsiTheme="majorHAnsi"/>
        <w:b/>
      </w:rPr>
      <w:t xml:space="preserve"> [A]</w:t>
    </w:r>
  </w:p>
  <w:p w14:paraId="06806E5F" w14:textId="5F40A613" w:rsidR="003F52AC" w:rsidRPr="003A7C7F" w:rsidRDefault="003F52AC" w:rsidP="009A1A0E">
    <w:pPr>
      <w:pStyle w:val="Pta"/>
      <w:tabs>
        <w:tab w:val="clear" w:pos="4153"/>
        <w:tab w:val="clear" w:pos="8306"/>
        <w:tab w:val="right" w:pos="9720"/>
      </w:tabs>
      <w:rPr>
        <w:rFonts w:asciiTheme="majorHAnsi" w:hAnsiTheme="majorHAnsi"/>
      </w:rPr>
    </w:pPr>
    <w:r w:rsidRPr="003A7C7F">
      <w:rPr>
        <w:rFonts w:asciiTheme="majorHAnsi" w:hAnsiTheme="majorHAnsi"/>
      </w:rPr>
      <w:t>Verzia:</w:t>
    </w:r>
    <w:r w:rsidRPr="003A7C7F">
      <w:rPr>
        <w:rFonts w:asciiTheme="majorHAnsi" w:hAnsiTheme="majorHAnsi"/>
        <w:b/>
      </w:rPr>
      <w:t xml:space="preserve"> </w:t>
    </w:r>
    <w:r w:rsidR="001A0F04" w:rsidRPr="003A7C7F">
      <w:rPr>
        <w:rFonts w:asciiTheme="majorHAnsi" w:hAnsiTheme="majorHAnsi"/>
        <w:b/>
      </w:rPr>
      <w:t>04.03.25</w:t>
    </w:r>
    <w:r w:rsidRPr="003A7C7F">
      <w:rPr>
        <w:rFonts w:asciiTheme="majorHAnsi" w:hAnsiTheme="majorHAnsi"/>
        <w:b/>
      </w:rPr>
      <w:tab/>
    </w:r>
    <w:r w:rsidRPr="003A7C7F">
      <w:rPr>
        <w:rFonts w:asciiTheme="majorHAnsi" w:hAnsiTheme="majorHAnsi"/>
      </w:rPr>
      <w:t xml:space="preserve">Strana: </w:t>
    </w:r>
    <w:r w:rsidRPr="003A7C7F">
      <w:rPr>
        <w:rStyle w:val="slostrany"/>
        <w:rFonts w:asciiTheme="majorHAnsi" w:hAnsiTheme="majorHAnsi"/>
        <w:b/>
      </w:rPr>
      <w:fldChar w:fldCharType="begin"/>
    </w:r>
    <w:r w:rsidRPr="003A7C7F">
      <w:rPr>
        <w:rStyle w:val="slostrany"/>
        <w:rFonts w:asciiTheme="majorHAnsi" w:hAnsiTheme="majorHAnsi"/>
        <w:b/>
      </w:rPr>
      <w:instrText xml:space="preserve"> PAGE </w:instrText>
    </w:r>
    <w:r w:rsidRPr="003A7C7F">
      <w:rPr>
        <w:rStyle w:val="slostrany"/>
        <w:rFonts w:asciiTheme="majorHAnsi" w:hAnsiTheme="majorHAnsi"/>
        <w:b/>
      </w:rPr>
      <w:fldChar w:fldCharType="separate"/>
    </w:r>
    <w:r w:rsidR="0099468E" w:rsidRPr="003A7C7F">
      <w:rPr>
        <w:rStyle w:val="slostrany"/>
        <w:rFonts w:asciiTheme="majorHAnsi" w:hAnsiTheme="majorHAnsi"/>
        <w:b/>
        <w:noProof/>
      </w:rPr>
      <w:t>1</w:t>
    </w:r>
    <w:r w:rsidRPr="003A7C7F">
      <w:rPr>
        <w:rStyle w:val="slostrany"/>
        <w:rFonts w:asciiTheme="majorHAnsi" w:hAnsiTheme="majorHAnsi"/>
        <w:b/>
      </w:rPr>
      <w:fldChar w:fldCharType="end"/>
    </w:r>
    <w:r w:rsidRPr="003A7C7F">
      <w:rPr>
        <w:rStyle w:val="slostrany"/>
        <w:rFonts w:asciiTheme="majorHAnsi" w:hAnsiTheme="majorHAnsi"/>
        <w:b/>
      </w:rPr>
      <w:t xml:space="preserve"> / </w:t>
    </w:r>
    <w:r w:rsidRPr="003A7C7F">
      <w:rPr>
        <w:rStyle w:val="slostrany"/>
        <w:rFonts w:asciiTheme="majorHAnsi" w:hAnsiTheme="majorHAnsi"/>
        <w:b/>
      </w:rPr>
      <w:fldChar w:fldCharType="begin"/>
    </w:r>
    <w:r w:rsidRPr="003A7C7F">
      <w:rPr>
        <w:rStyle w:val="slostrany"/>
        <w:rFonts w:asciiTheme="majorHAnsi" w:hAnsiTheme="majorHAnsi"/>
        <w:b/>
      </w:rPr>
      <w:instrText xml:space="preserve"> NUMPAGES </w:instrText>
    </w:r>
    <w:r w:rsidRPr="003A7C7F">
      <w:rPr>
        <w:rStyle w:val="slostrany"/>
        <w:rFonts w:asciiTheme="majorHAnsi" w:hAnsiTheme="majorHAnsi"/>
        <w:b/>
      </w:rPr>
      <w:fldChar w:fldCharType="separate"/>
    </w:r>
    <w:r w:rsidR="0099468E" w:rsidRPr="003A7C7F">
      <w:rPr>
        <w:rStyle w:val="slostrany"/>
        <w:rFonts w:asciiTheme="majorHAnsi" w:hAnsiTheme="majorHAnsi"/>
        <w:b/>
        <w:noProof/>
      </w:rPr>
      <w:t>2</w:t>
    </w:r>
    <w:r w:rsidRPr="003A7C7F">
      <w:rPr>
        <w:rStyle w:val="slostrany"/>
        <w:rFonts w:asciiTheme="majorHAnsi" w:hAnsiTheme="maj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F412D" w14:textId="77777777" w:rsidR="00E55FDC" w:rsidRDefault="00E55FDC">
      <w:r>
        <w:separator/>
      </w:r>
    </w:p>
  </w:footnote>
  <w:footnote w:type="continuationSeparator" w:id="0">
    <w:p w14:paraId="2BF1EE20" w14:textId="77777777" w:rsidR="00E55FDC" w:rsidRDefault="00E55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ED25A" w14:textId="77777777" w:rsidR="003F52AC" w:rsidRPr="00883F03" w:rsidRDefault="006F4B1F">
    <w:pPr>
      <w:pStyle w:val="Hlavika"/>
      <w:rPr>
        <w:b/>
        <w:sz w:val="32"/>
      </w:rPr>
    </w:pPr>
    <w:proofErr w:type="spellStart"/>
    <w:r>
      <w:rPr>
        <w:b/>
        <w:sz w:val="32"/>
      </w:rPr>
      <w:t>Annex</w:t>
    </w:r>
    <w:proofErr w:type="spellEnd"/>
    <w:r>
      <w:rPr>
        <w:b/>
        <w:sz w:val="32"/>
      </w:rPr>
      <w:t xml:space="preserve"> </w:t>
    </w:r>
    <w:r w:rsidR="00D77458" w:rsidRPr="00D67855">
      <w:rPr>
        <w:b/>
        <w:sz w:val="32"/>
      </w:rPr>
      <w:t>OA</w:t>
    </w:r>
    <w:r w:rsidR="00D77458">
      <w:rPr>
        <w:b/>
        <w:sz w:val="32"/>
      </w:rPr>
      <w:t>4</w:t>
    </w:r>
    <w:r w:rsidR="0078141E">
      <w:rPr>
        <w:b/>
        <w:sz w:val="32"/>
      </w:rPr>
      <w:t>- 2</w:t>
    </w:r>
    <w:r w:rsidR="003F52AC">
      <w:rPr>
        <w:b/>
        <w:sz w:val="32"/>
      </w:rPr>
      <w:t>:</w:t>
    </w:r>
    <w:r w:rsidR="003F52AC" w:rsidRPr="00D67855">
      <w:rPr>
        <w:b/>
        <w:sz w:val="32"/>
      </w:rPr>
      <w:t xml:space="preserve"> </w:t>
    </w:r>
    <w:proofErr w:type="spellStart"/>
    <w:r w:rsidR="00883F03" w:rsidRPr="00883F03">
      <w:rPr>
        <w:b/>
        <w:sz w:val="32"/>
      </w:rPr>
      <w:t>Proficiency</w:t>
    </w:r>
    <w:proofErr w:type="spellEnd"/>
    <w:r w:rsidR="00883F03" w:rsidRPr="00883F03">
      <w:rPr>
        <w:b/>
        <w:sz w:val="32"/>
      </w:rPr>
      <w:t xml:space="preserve"> </w:t>
    </w:r>
    <w:proofErr w:type="spellStart"/>
    <w:r w:rsidR="00883F03" w:rsidRPr="00883F03">
      <w:rPr>
        <w:b/>
        <w:sz w:val="32"/>
      </w:rPr>
      <w:t>Testing</w:t>
    </w:r>
    <w:proofErr w:type="spellEnd"/>
    <w:r w:rsidR="00883F03" w:rsidRPr="00883F03">
      <w:rPr>
        <w:b/>
        <w:sz w:val="32"/>
      </w:rPr>
      <w:t xml:space="preserve"> </w:t>
    </w:r>
    <w:proofErr w:type="spellStart"/>
    <w:r w:rsidR="00883F03" w:rsidRPr="00883F03">
      <w:rPr>
        <w:b/>
        <w:sz w:val="32"/>
      </w:rPr>
      <w:t>Provider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90650682">
    <w:abstractNumId w:val="7"/>
  </w:num>
  <w:num w:numId="2" w16cid:durableId="666372783">
    <w:abstractNumId w:val="10"/>
  </w:num>
  <w:num w:numId="3" w16cid:durableId="1791776848">
    <w:abstractNumId w:val="22"/>
  </w:num>
  <w:num w:numId="4" w16cid:durableId="962153833">
    <w:abstractNumId w:val="6"/>
  </w:num>
  <w:num w:numId="5" w16cid:durableId="199175478">
    <w:abstractNumId w:val="21"/>
  </w:num>
  <w:num w:numId="6" w16cid:durableId="52001565">
    <w:abstractNumId w:val="5"/>
  </w:num>
  <w:num w:numId="7" w16cid:durableId="51663960">
    <w:abstractNumId w:val="16"/>
  </w:num>
  <w:num w:numId="8" w16cid:durableId="875236089">
    <w:abstractNumId w:val="12"/>
  </w:num>
  <w:num w:numId="9" w16cid:durableId="2095324476">
    <w:abstractNumId w:val="20"/>
  </w:num>
  <w:num w:numId="10" w16cid:durableId="1578444478">
    <w:abstractNumId w:val="18"/>
  </w:num>
  <w:num w:numId="11" w16cid:durableId="59181446">
    <w:abstractNumId w:val="4"/>
  </w:num>
  <w:num w:numId="12" w16cid:durableId="1843811097">
    <w:abstractNumId w:val="11"/>
  </w:num>
  <w:num w:numId="13" w16cid:durableId="698429484">
    <w:abstractNumId w:val="23"/>
  </w:num>
  <w:num w:numId="14" w16cid:durableId="1091776009">
    <w:abstractNumId w:val="0"/>
  </w:num>
  <w:num w:numId="15" w16cid:durableId="1907104345">
    <w:abstractNumId w:val="24"/>
  </w:num>
  <w:num w:numId="16" w16cid:durableId="1771854127">
    <w:abstractNumId w:val="13"/>
  </w:num>
  <w:num w:numId="17" w16cid:durableId="1905993866">
    <w:abstractNumId w:val="18"/>
  </w:num>
  <w:num w:numId="18" w16cid:durableId="758328709">
    <w:abstractNumId w:val="18"/>
  </w:num>
  <w:num w:numId="19" w16cid:durableId="694841311">
    <w:abstractNumId w:val="18"/>
  </w:num>
  <w:num w:numId="20" w16cid:durableId="264925095">
    <w:abstractNumId w:val="8"/>
  </w:num>
  <w:num w:numId="21" w16cid:durableId="762067442">
    <w:abstractNumId w:val="9"/>
  </w:num>
  <w:num w:numId="22" w16cid:durableId="935863157">
    <w:abstractNumId w:val="25"/>
  </w:num>
  <w:num w:numId="23" w16cid:durableId="863710822">
    <w:abstractNumId w:val="18"/>
  </w:num>
  <w:num w:numId="24" w16cid:durableId="1942487529">
    <w:abstractNumId w:val="15"/>
  </w:num>
  <w:num w:numId="25" w16cid:durableId="897010464">
    <w:abstractNumId w:val="3"/>
  </w:num>
  <w:num w:numId="26" w16cid:durableId="87699893">
    <w:abstractNumId w:val="17"/>
  </w:num>
  <w:num w:numId="27" w16cid:durableId="1819423003">
    <w:abstractNumId w:val="1"/>
  </w:num>
  <w:num w:numId="28" w16cid:durableId="1484274970">
    <w:abstractNumId w:val="14"/>
  </w:num>
  <w:num w:numId="29" w16cid:durableId="339164568">
    <w:abstractNumId w:val="2"/>
  </w:num>
  <w:num w:numId="30" w16cid:durableId="1743529358">
    <w:abstractNumId w:val="19"/>
  </w:num>
  <w:num w:numId="31" w16cid:durableId="18206836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607638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mwp+3maBvB/TK0BrjB7F9dQfWMX4KgO0YqylypBDwoY5Ok+qNbTQWiJ1f8VezyTyRPCrqFG1vaXPSQgBMMeOg==" w:salt="AyJvW3yt7VOtZQPvGezUKA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158C4"/>
    <w:rsid w:val="00022F13"/>
    <w:rsid w:val="0006362B"/>
    <w:rsid w:val="00097E67"/>
    <w:rsid w:val="000B46C8"/>
    <w:rsid w:val="000C140C"/>
    <w:rsid w:val="000C5789"/>
    <w:rsid w:val="000F0A73"/>
    <w:rsid w:val="000F4DB1"/>
    <w:rsid w:val="000F79EA"/>
    <w:rsid w:val="001062F9"/>
    <w:rsid w:val="00117E54"/>
    <w:rsid w:val="00120D2C"/>
    <w:rsid w:val="00120DB4"/>
    <w:rsid w:val="00123B33"/>
    <w:rsid w:val="00142DE2"/>
    <w:rsid w:val="001449C1"/>
    <w:rsid w:val="00146F8D"/>
    <w:rsid w:val="00175E84"/>
    <w:rsid w:val="00180576"/>
    <w:rsid w:val="001820E8"/>
    <w:rsid w:val="00185555"/>
    <w:rsid w:val="001874D4"/>
    <w:rsid w:val="001A0D7F"/>
    <w:rsid w:val="001A0F04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E2907"/>
    <w:rsid w:val="001F0D3E"/>
    <w:rsid w:val="00200309"/>
    <w:rsid w:val="002065E0"/>
    <w:rsid w:val="00210C2B"/>
    <w:rsid w:val="00212BB2"/>
    <w:rsid w:val="002178AC"/>
    <w:rsid w:val="0024047A"/>
    <w:rsid w:val="00257AF7"/>
    <w:rsid w:val="00264747"/>
    <w:rsid w:val="00264BF9"/>
    <w:rsid w:val="002720A4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0EF5"/>
    <w:rsid w:val="00346ECE"/>
    <w:rsid w:val="003471AE"/>
    <w:rsid w:val="00352719"/>
    <w:rsid w:val="00357FF8"/>
    <w:rsid w:val="003616F2"/>
    <w:rsid w:val="00365ED7"/>
    <w:rsid w:val="003672F9"/>
    <w:rsid w:val="003677A4"/>
    <w:rsid w:val="00370490"/>
    <w:rsid w:val="00370732"/>
    <w:rsid w:val="00396DDC"/>
    <w:rsid w:val="003A7C7F"/>
    <w:rsid w:val="003D3E28"/>
    <w:rsid w:val="003F52AC"/>
    <w:rsid w:val="003F78F8"/>
    <w:rsid w:val="004057AD"/>
    <w:rsid w:val="0041226F"/>
    <w:rsid w:val="00414BA3"/>
    <w:rsid w:val="00414C48"/>
    <w:rsid w:val="00421FC9"/>
    <w:rsid w:val="00424476"/>
    <w:rsid w:val="00457A3C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1DC7"/>
    <w:rsid w:val="004B3B09"/>
    <w:rsid w:val="004B6F30"/>
    <w:rsid w:val="004C709A"/>
    <w:rsid w:val="004D6015"/>
    <w:rsid w:val="004D70A8"/>
    <w:rsid w:val="004E0032"/>
    <w:rsid w:val="004E293A"/>
    <w:rsid w:val="004E4D7D"/>
    <w:rsid w:val="005014EE"/>
    <w:rsid w:val="0050269A"/>
    <w:rsid w:val="005028FC"/>
    <w:rsid w:val="00512419"/>
    <w:rsid w:val="005443ED"/>
    <w:rsid w:val="005465BA"/>
    <w:rsid w:val="005478E6"/>
    <w:rsid w:val="0056182B"/>
    <w:rsid w:val="00572434"/>
    <w:rsid w:val="005949F4"/>
    <w:rsid w:val="00596806"/>
    <w:rsid w:val="005A6CB2"/>
    <w:rsid w:val="005C36DC"/>
    <w:rsid w:val="005D24F2"/>
    <w:rsid w:val="005E2E4B"/>
    <w:rsid w:val="005E4DAC"/>
    <w:rsid w:val="00617E88"/>
    <w:rsid w:val="00632C1E"/>
    <w:rsid w:val="0064731C"/>
    <w:rsid w:val="006474C5"/>
    <w:rsid w:val="00651F67"/>
    <w:rsid w:val="006533EE"/>
    <w:rsid w:val="0065582B"/>
    <w:rsid w:val="0065724A"/>
    <w:rsid w:val="006624EC"/>
    <w:rsid w:val="0067131F"/>
    <w:rsid w:val="00673CB1"/>
    <w:rsid w:val="0068361A"/>
    <w:rsid w:val="00692821"/>
    <w:rsid w:val="006A041C"/>
    <w:rsid w:val="006B5C68"/>
    <w:rsid w:val="006C345E"/>
    <w:rsid w:val="006C672E"/>
    <w:rsid w:val="006D149D"/>
    <w:rsid w:val="006D3999"/>
    <w:rsid w:val="006D6544"/>
    <w:rsid w:val="006F4B1F"/>
    <w:rsid w:val="006F4FF9"/>
    <w:rsid w:val="00701D40"/>
    <w:rsid w:val="00707C28"/>
    <w:rsid w:val="00710B1E"/>
    <w:rsid w:val="00710F97"/>
    <w:rsid w:val="00713232"/>
    <w:rsid w:val="0071422C"/>
    <w:rsid w:val="00721388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2214"/>
    <w:rsid w:val="00796303"/>
    <w:rsid w:val="007A7BC3"/>
    <w:rsid w:val="007B07FE"/>
    <w:rsid w:val="007B3D97"/>
    <w:rsid w:val="007B5C68"/>
    <w:rsid w:val="007B634A"/>
    <w:rsid w:val="007C4215"/>
    <w:rsid w:val="007E54A9"/>
    <w:rsid w:val="007E713A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F35"/>
    <w:rsid w:val="00863E8C"/>
    <w:rsid w:val="00883F03"/>
    <w:rsid w:val="008912E4"/>
    <w:rsid w:val="008922D6"/>
    <w:rsid w:val="00895A20"/>
    <w:rsid w:val="008976D8"/>
    <w:rsid w:val="008A6F68"/>
    <w:rsid w:val="008B122F"/>
    <w:rsid w:val="008B2C1D"/>
    <w:rsid w:val="008B68BA"/>
    <w:rsid w:val="008B6CE6"/>
    <w:rsid w:val="008C08C0"/>
    <w:rsid w:val="008E48BF"/>
    <w:rsid w:val="009008F4"/>
    <w:rsid w:val="00917E98"/>
    <w:rsid w:val="00934291"/>
    <w:rsid w:val="00940CA5"/>
    <w:rsid w:val="009428D8"/>
    <w:rsid w:val="009552CA"/>
    <w:rsid w:val="0095595C"/>
    <w:rsid w:val="009629DB"/>
    <w:rsid w:val="0096764E"/>
    <w:rsid w:val="0099468E"/>
    <w:rsid w:val="00997854"/>
    <w:rsid w:val="009A1A0E"/>
    <w:rsid w:val="009A54B3"/>
    <w:rsid w:val="009B2118"/>
    <w:rsid w:val="009C153C"/>
    <w:rsid w:val="009C1843"/>
    <w:rsid w:val="009C7533"/>
    <w:rsid w:val="009E15F5"/>
    <w:rsid w:val="009E5CCA"/>
    <w:rsid w:val="00A00074"/>
    <w:rsid w:val="00A02DE1"/>
    <w:rsid w:val="00A04162"/>
    <w:rsid w:val="00A12B42"/>
    <w:rsid w:val="00A27F61"/>
    <w:rsid w:val="00A47763"/>
    <w:rsid w:val="00A65F59"/>
    <w:rsid w:val="00A72660"/>
    <w:rsid w:val="00A74DA2"/>
    <w:rsid w:val="00A84D4B"/>
    <w:rsid w:val="00AA77AC"/>
    <w:rsid w:val="00AB5DE6"/>
    <w:rsid w:val="00AC6194"/>
    <w:rsid w:val="00AD1065"/>
    <w:rsid w:val="00AD1F3B"/>
    <w:rsid w:val="00AD485A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252EE"/>
    <w:rsid w:val="00B30964"/>
    <w:rsid w:val="00B344EE"/>
    <w:rsid w:val="00B409AB"/>
    <w:rsid w:val="00B53B01"/>
    <w:rsid w:val="00B86103"/>
    <w:rsid w:val="00B92EA0"/>
    <w:rsid w:val="00B9358D"/>
    <w:rsid w:val="00BA06FA"/>
    <w:rsid w:val="00BB1F23"/>
    <w:rsid w:val="00BC1F6F"/>
    <w:rsid w:val="00BC2377"/>
    <w:rsid w:val="00BC6D48"/>
    <w:rsid w:val="00C14B8F"/>
    <w:rsid w:val="00C33FDF"/>
    <w:rsid w:val="00C35627"/>
    <w:rsid w:val="00C4374D"/>
    <w:rsid w:val="00C564DE"/>
    <w:rsid w:val="00C568AF"/>
    <w:rsid w:val="00C721E4"/>
    <w:rsid w:val="00C94235"/>
    <w:rsid w:val="00CA3A69"/>
    <w:rsid w:val="00CA720F"/>
    <w:rsid w:val="00CB734E"/>
    <w:rsid w:val="00CC0581"/>
    <w:rsid w:val="00CE7A53"/>
    <w:rsid w:val="00CF3B29"/>
    <w:rsid w:val="00CF6AA7"/>
    <w:rsid w:val="00D10648"/>
    <w:rsid w:val="00D132BC"/>
    <w:rsid w:val="00D42A04"/>
    <w:rsid w:val="00D4676B"/>
    <w:rsid w:val="00D471E6"/>
    <w:rsid w:val="00D50380"/>
    <w:rsid w:val="00D61A68"/>
    <w:rsid w:val="00D67855"/>
    <w:rsid w:val="00D77458"/>
    <w:rsid w:val="00D818D3"/>
    <w:rsid w:val="00D83930"/>
    <w:rsid w:val="00D86C8A"/>
    <w:rsid w:val="00D91FBB"/>
    <w:rsid w:val="00DA07BC"/>
    <w:rsid w:val="00DB2276"/>
    <w:rsid w:val="00DB312A"/>
    <w:rsid w:val="00DB7F9F"/>
    <w:rsid w:val="00DC25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55FDC"/>
    <w:rsid w:val="00E60469"/>
    <w:rsid w:val="00E662DC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03CE5"/>
    <w:rsid w:val="00F13B7B"/>
    <w:rsid w:val="00F14396"/>
    <w:rsid w:val="00F16764"/>
    <w:rsid w:val="00F16D17"/>
    <w:rsid w:val="00F32CC4"/>
    <w:rsid w:val="00F32DD8"/>
    <w:rsid w:val="00F453FB"/>
    <w:rsid w:val="00F56529"/>
    <w:rsid w:val="00F61FD3"/>
    <w:rsid w:val="00F82FFD"/>
    <w:rsid w:val="00FA23BB"/>
    <w:rsid w:val="00FA26B4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832AF"/>
  <w15:docId w15:val="{25834D32-EA52-406E-88B5-8C1AEE2A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  <w:style w:type="paragraph" w:styleId="Revzia">
    <w:name w:val="Revision"/>
    <w:hidden/>
    <w:uiPriority w:val="99"/>
    <w:semiHidden/>
    <w:rsid w:val="000636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F0E0-1424-4EEE-84C4-67CCC9DEA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TL05OA2_2_SL.dot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Andrea Cucorová</cp:lastModifiedBy>
  <cp:revision>2</cp:revision>
  <cp:lastPrinted>2013-10-31T14:14:00Z</cp:lastPrinted>
  <dcterms:created xsi:type="dcterms:W3CDTF">2025-03-05T14:44:00Z</dcterms:created>
  <dcterms:modified xsi:type="dcterms:W3CDTF">2025-03-05T14:44:00Z</dcterms:modified>
</cp:coreProperties>
</file>